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829381A" w:rsidR="00F422D3" w:rsidRDefault="00F422D3" w:rsidP="004D60DD">
      <w:pPr>
        <w:pStyle w:val="Titul2"/>
        <w:tabs>
          <w:tab w:val="clear" w:pos="6796"/>
        </w:tabs>
      </w:pPr>
      <w:r>
        <w:t xml:space="preserve">Název </w:t>
      </w:r>
      <w:r w:rsidRPr="00BB1390">
        <w:t>zakázky</w:t>
      </w:r>
      <w:r>
        <w:t>: „</w:t>
      </w:r>
      <w:r w:rsidR="004D60DD" w:rsidRPr="004D60DD">
        <w:t xml:space="preserve">Doplnění závor na </w:t>
      </w:r>
      <w:r w:rsidR="004D60DD">
        <w:t>p</w:t>
      </w:r>
      <w:r w:rsidR="004D60DD" w:rsidRPr="004D60DD">
        <w:t>řejezdu v km 111,590 (P7971) trati Brno - Vlárský průsmyk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40D1E75" w:rsidR="00F422D3" w:rsidRDefault="00F422D3" w:rsidP="00B42F40">
      <w:pPr>
        <w:pStyle w:val="Textbezodsazen"/>
      </w:pPr>
      <w:r>
        <w:t>ISPROFOND</w:t>
      </w:r>
      <w:r w:rsidR="00A07DDA">
        <w:t>/SUBISPROFIN</w:t>
      </w:r>
      <w:r>
        <w:t xml:space="preserve">: </w:t>
      </w:r>
      <w:r w:rsidR="005C4BD4" w:rsidRPr="00761453">
        <w:rPr>
          <w:rFonts w:eastAsia="Times New Roman" w:cs="Arial"/>
          <w:color w:val="000000"/>
          <w:lang w:eastAsia="cs-CZ"/>
        </w:rPr>
        <w:t>3273514800 / 5003520130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486F0FB" w:rsidR="007D26F9" w:rsidRDefault="007D26F9" w:rsidP="004D60DD">
      <w:pPr>
        <w:pStyle w:val="Text1-1"/>
      </w:pPr>
      <w:r w:rsidRPr="00EB11F4">
        <w:t xml:space="preserve">Objednatel oznámil </w:t>
      </w:r>
      <w:r w:rsidR="00121010" w:rsidRPr="00EB11F4">
        <w:t xml:space="preserve">uveřejněním na Profilu zadavatele: </w:t>
      </w:r>
      <w:hyperlink r:id="rId11" w:history="1">
        <w:r w:rsidR="00121010" w:rsidRPr="00EB11F4">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D60DD" w:rsidRPr="004D60DD">
        <w:rPr>
          <w:rStyle w:val="Tun"/>
        </w:rPr>
        <w:t>Doplnění závor na přejezdu v km 111,590 (P7971) trati Brno - Vlárský průsmyk</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D103C83"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EB11F4">
        <w:rPr>
          <w:rStyle w:val="Tun"/>
        </w:rPr>
        <w:t>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20F9DC1" w:rsidR="007D26F9" w:rsidRDefault="007D26F9" w:rsidP="00BC5BDD">
      <w:pPr>
        <w:pStyle w:val="Textbezslovn"/>
      </w:pPr>
      <w:r w:rsidRPr="00517C97">
        <w:rPr>
          <w:b/>
        </w:rPr>
        <w:t>Lhůta pro dokončení stavebních prací</w:t>
      </w:r>
      <w:r>
        <w:t xml:space="preserve"> činí celkem </w:t>
      </w:r>
      <w:r w:rsidR="00EB11F4">
        <w:rPr>
          <w:rStyle w:val="Tun"/>
        </w:rPr>
        <w:t>12</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080AAB53" w:rsidR="007D26F9" w:rsidRPr="00EB11F4" w:rsidRDefault="007D26F9" w:rsidP="00BC5BDD">
      <w:pPr>
        <w:pStyle w:val="Textbezslovn"/>
      </w:pPr>
      <w:r w:rsidRPr="00EB11F4">
        <w:rPr>
          <w:b/>
        </w:rPr>
        <w:t>Předání posouzení interoperability</w:t>
      </w:r>
      <w:r w:rsidRPr="00EB11F4">
        <w:t xml:space="preserve">, včetně zajištění všech souvisejících dokladů, podle </w:t>
      </w:r>
      <w:proofErr w:type="spellStart"/>
      <w:r w:rsidRPr="00EB11F4">
        <w:t>ust</w:t>
      </w:r>
      <w:proofErr w:type="spellEnd"/>
      <w:r w:rsidRPr="00EB11F4">
        <w:t xml:space="preserve">. § 49b zákona 266/1994 Sb. ve znění pozdějších předpisů, </w:t>
      </w:r>
      <w:r w:rsidRPr="00EB11F4">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B11F4">
        <w:rPr>
          <w:rStyle w:val="Tun"/>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w:t>
      </w:r>
      <w:r w:rsidR="00A349C6" w:rsidRPr="00EB11F4">
        <w:rPr>
          <w:b/>
        </w:rPr>
        <w:t>a </w:t>
      </w:r>
      <w:r w:rsidRPr="00EB11F4">
        <w:rPr>
          <w:b/>
        </w:rPr>
        <w:t>převzetí Díla</w:t>
      </w:r>
      <w:r w:rsidRPr="00EB11F4">
        <w:t>.</w:t>
      </w:r>
    </w:p>
    <w:p w14:paraId="6DF2692A" w14:textId="6EA2B187" w:rsidR="007D26F9" w:rsidRPr="00EB11F4" w:rsidRDefault="007D26F9" w:rsidP="00BC5BDD">
      <w:pPr>
        <w:pStyle w:val="Textbezslovn"/>
      </w:pPr>
      <w:r w:rsidRPr="00EB11F4">
        <w:t>Lhůty stanovené</w:t>
      </w:r>
      <w:r w:rsidR="00A349C6" w:rsidRPr="00EB11F4">
        <w:t xml:space="preserve"> </w:t>
      </w:r>
      <w:r w:rsidR="007C0E5F" w:rsidRPr="00EB11F4">
        <w:t>v </w:t>
      </w:r>
      <w:proofErr w:type="spellStart"/>
      <w:r w:rsidR="007C0E5F" w:rsidRPr="00EB11F4">
        <w:t>podčl</w:t>
      </w:r>
      <w:proofErr w:type="spellEnd"/>
      <w:r w:rsidR="007C0E5F" w:rsidRPr="00EB11F4">
        <w:t xml:space="preserve">. 1.11.5.1 Kapitoly 1 TKP staveb státních drah </w:t>
      </w:r>
      <w:r w:rsidR="00A349C6" w:rsidRPr="00EB11F4">
        <w:t>a </w:t>
      </w:r>
      <w:r w:rsidRPr="00EB11F4">
        <w:t>lhůty stanovené</w:t>
      </w:r>
      <w:r w:rsidR="00A349C6" w:rsidRPr="00EB11F4">
        <w:t xml:space="preserve"> v </w:t>
      </w:r>
      <w:r w:rsidRPr="00EB11F4">
        <w:t>odst. 2.10</w:t>
      </w:r>
      <w:r w:rsidR="00A349C6" w:rsidRPr="00EB11F4">
        <w:t xml:space="preserve"> a </w:t>
      </w:r>
      <w:r w:rsidRPr="00EB11F4">
        <w:t>2.11 Obchodních podmínek se</w:t>
      </w:r>
      <w:r w:rsidR="00A349C6" w:rsidRPr="00EB11F4">
        <w:t xml:space="preserve"> v </w:t>
      </w:r>
      <w:r w:rsidRPr="00EB11F4">
        <w:t xml:space="preserve">případě této Smlouvy nepoužijí.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3107CD59"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7E5208"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7E5208">
        <w:rPr>
          <w:rFonts w:eastAsia="Times New Roman" w:cs="Times New Roman"/>
          <w:sz w:val="18"/>
          <w:szCs w:val="18"/>
        </w:rPr>
        <w:t xml:space="preserve">účastníků. </w:t>
      </w:r>
    </w:p>
    <w:p w14:paraId="35A0A38B" w14:textId="77777777" w:rsidR="007E5208" w:rsidRPr="007E5208" w:rsidRDefault="007E5208" w:rsidP="007E5208">
      <w:pPr>
        <w:pStyle w:val="Text1-1"/>
        <w:numPr>
          <w:ilvl w:val="1"/>
          <w:numId w:val="9"/>
        </w:numPr>
      </w:pPr>
      <w:r w:rsidRPr="007E5208">
        <w:t>Objednatel si vyhrazuje:</w:t>
      </w:r>
    </w:p>
    <w:p w14:paraId="6EAEE40F" w14:textId="77777777" w:rsidR="007E5208" w:rsidRPr="007E5208" w:rsidRDefault="007E5208" w:rsidP="007E5208">
      <w:pPr>
        <w:pStyle w:val="Text1-2"/>
        <w:numPr>
          <w:ilvl w:val="0"/>
          <w:numId w:val="0"/>
        </w:numPr>
        <w:ind w:left="1134"/>
      </w:pPr>
      <w:r w:rsidRPr="007E5208">
        <w:lastRenderedPageBreak/>
        <w:t>požadavek, že ní</w:t>
      </w:r>
      <w:r w:rsidRPr="007E5208">
        <w:rPr>
          <w:rStyle w:val="Text1-2Char"/>
        </w:rPr>
        <w:t>ž</w:t>
      </w:r>
      <w:r w:rsidRPr="007E5208">
        <w:t>e uvedené významné činnosti při plnění veřejné zakázky musí být plněny přímo Zhotovitelem jeho vlastními prostředky:</w:t>
      </w:r>
    </w:p>
    <w:p w14:paraId="49D05350" w14:textId="77777777" w:rsidR="00521A52" w:rsidRDefault="00521A52" w:rsidP="00521A52">
      <w:pPr>
        <w:pStyle w:val="Odrka1-3"/>
        <w:numPr>
          <w:ilvl w:val="2"/>
          <w:numId w:val="49"/>
        </w:numPr>
      </w:pPr>
      <w:r>
        <w:rPr>
          <w:b/>
          <w:bCs/>
        </w:rPr>
        <w:t>PS 11-01-31 PZS přejezdu P7971 v km 111,590 mimo zeměměřická měření, zemní a výkopové práce</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5B55CDB" w:rsidR="007A0137" w:rsidRPr="0019791A" w:rsidRDefault="007A0137" w:rsidP="0019791A">
      <w:pPr>
        <w:pStyle w:val="Text1-1"/>
        <w:numPr>
          <w:ilvl w:val="1"/>
          <w:numId w:val="9"/>
        </w:numPr>
        <w:rPr>
          <w:color w:val="00B050"/>
        </w:rPr>
      </w:pPr>
      <w:r w:rsidRPr="0019791A">
        <w:rPr>
          <w:color w:val="000000" w:themeColor="text1"/>
        </w:rPr>
        <w:t>N</w:t>
      </w:r>
      <w:r w:rsidR="0019791A" w:rsidRPr="0019791A">
        <w:rPr>
          <w:color w:val="000000" w:themeColor="text1"/>
        </w:rPr>
        <w:t>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7755F35B" w:rsidR="00A93E56" w:rsidRPr="00B353FD" w:rsidRDefault="00CC7CAD" w:rsidP="00B353F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0A714B3A" w:rsidR="00D34052" w:rsidRPr="00A40A21" w:rsidRDefault="00D34052" w:rsidP="00D34052">
      <w:pPr>
        <w:pStyle w:val="Text1-1"/>
      </w:pPr>
      <w:r w:rsidRPr="00A40A21">
        <w:t xml:space="preserve">Tato Smlouva je </w:t>
      </w:r>
      <w:r w:rsidR="009445AE" w:rsidRPr="00A40A21">
        <w:t xml:space="preserve">vyhotovena </w:t>
      </w:r>
      <w:r w:rsidRPr="00A40A21">
        <w:t>elektronick</w:t>
      </w:r>
      <w:r w:rsidR="009445AE" w:rsidRPr="00A40A21">
        <w:t xml:space="preserve">y a podepsána </w:t>
      </w:r>
      <w:r w:rsidRPr="00A40A21">
        <w:t xml:space="preserve">zaručeným elektronickým podpisem </w:t>
      </w:r>
      <w:r w:rsidR="009445AE" w:rsidRPr="00A40A21">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B2FB28D" w:rsidR="007D26F9" w:rsidRDefault="007D26F9" w:rsidP="00A40A21">
      <w:pPr>
        <w:pStyle w:val="Textbezslovn"/>
      </w:pPr>
      <w:r w:rsidRPr="00A349C6">
        <w:rPr>
          <w:b/>
        </w:rPr>
        <w:t>Příloha č. 1:</w:t>
      </w:r>
      <w:r w:rsidR="008F7242">
        <w:t xml:space="preserve"> </w:t>
      </w:r>
      <w:r w:rsidR="008F7242">
        <w:tab/>
      </w:r>
      <w:r>
        <w:t xml:space="preserve">Obchodní podmínky – </w:t>
      </w:r>
      <w:r w:rsidR="00A40A21" w:rsidRPr="002E1870">
        <w:t>OP/R/2</w:t>
      </w:r>
      <w:r w:rsidR="00A40A21">
        <w:t>5</w:t>
      </w:r>
      <w:r w:rsidR="00A40A21" w:rsidRPr="002E1870">
        <w:t>/2</w:t>
      </w:r>
      <w:r w:rsidR="00A40A21">
        <w:t>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6EF7333" w:rsidR="007D26F9" w:rsidRDefault="00F43D42" w:rsidP="00F43D42">
      <w:pPr>
        <w:pStyle w:val="Textbezslovn"/>
        <w:ind w:left="2127"/>
      </w:pPr>
      <w:r>
        <w:t xml:space="preserve">b) </w:t>
      </w:r>
      <w:r w:rsidR="007D26F9">
        <w:t xml:space="preserve">Všeobecné technické podmínky – </w:t>
      </w:r>
      <w:r w:rsidR="00A40A21" w:rsidRPr="002E1870">
        <w:t>VTP/R/16/22</w:t>
      </w:r>
    </w:p>
    <w:p w14:paraId="239F0F49" w14:textId="22E08DE5" w:rsidR="007D26F9" w:rsidRDefault="00F43D42" w:rsidP="00F43D42">
      <w:pPr>
        <w:pStyle w:val="Textbezslovn"/>
        <w:ind w:left="2127"/>
      </w:pPr>
      <w:r>
        <w:t xml:space="preserve">c) </w:t>
      </w:r>
      <w:r w:rsidR="007D26F9">
        <w:t xml:space="preserve">Zvláštní technické podmínky </w:t>
      </w:r>
      <w:r w:rsidR="004D60DD">
        <w:t>„</w:t>
      </w:r>
      <w:r w:rsidR="004D60DD" w:rsidRPr="004D60DD">
        <w:t>Doplnění závor na přejezdu v km 111,590 (P7971) trati Brno - Vlárský průsmyk</w:t>
      </w:r>
      <w:r w:rsidR="004D60DD">
        <w:t>“</w:t>
      </w:r>
      <w:r w:rsidR="00A40A21">
        <w:t xml:space="preserve"> </w:t>
      </w:r>
      <w:r w:rsidR="00A40A21" w:rsidRPr="001E5778">
        <w:t>ze dne</w:t>
      </w:r>
      <w:r w:rsidR="008B778E">
        <w:t xml:space="preserve"> 10. 5. 2023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52DF773C" w14:textId="77777777" w:rsidR="00175918" w:rsidRDefault="00175918" w:rsidP="00175918">
      <w:pPr>
        <w:pStyle w:val="Textbezodsazen"/>
      </w:pPr>
      <w:r w:rsidRPr="002E1870">
        <w:t>OP/R/2</w:t>
      </w:r>
      <w:r>
        <w:t>5</w:t>
      </w:r>
      <w:r w:rsidRPr="002E1870">
        <w:t>/2</w:t>
      </w:r>
      <w:r>
        <w:t>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EAC20A9"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175918" w:rsidRPr="00175918">
        <w:rPr>
          <w:b/>
        </w:rPr>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7C88C8E" w:rsidR="00342DC7" w:rsidRPr="004D60DD" w:rsidRDefault="00342DC7" w:rsidP="004D60DD">
      <w:pPr>
        <w:pStyle w:val="Odstavec1-1a"/>
        <w:numPr>
          <w:ilvl w:val="0"/>
          <w:numId w:val="13"/>
        </w:numPr>
        <w:tabs>
          <w:tab w:val="clear" w:pos="1475"/>
          <w:tab w:val="num" w:pos="1134"/>
        </w:tabs>
        <w:ind w:left="1134" w:hanging="425"/>
      </w:pPr>
      <w:r w:rsidRPr="00AE4B52">
        <w:rPr>
          <w:rStyle w:val="Tun"/>
        </w:rPr>
        <w:t xml:space="preserve">Zvláštní technické podmínky </w:t>
      </w:r>
      <w:r w:rsidR="004D60DD">
        <w:rPr>
          <w:b/>
        </w:rPr>
        <w:t>„</w:t>
      </w:r>
      <w:r w:rsidR="004D60DD" w:rsidRPr="004D60DD">
        <w:rPr>
          <w:b/>
        </w:rPr>
        <w:t>Doplnění závor na přejezdu v km 111,590 (P7971) trati Brno - Vlárský průsmyk</w:t>
      </w:r>
      <w:r w:rsidR="004D60DD">
        <w:rPr>
          <w:b/>
        </w:rPr>
        <w:t xml:space="preserve">“ </w:t>
      </w:r>
      <w:r w:rsidR="004D60DD" w:rsidRPr="004D60DD">
        <w:t>ze dne 10. 5. 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3909FC5" w14:textId="076628C3" w:rsidR="00A86F62" w:rsidRDefault="00A86F62" w:rsidP="00A86F62">
      <w:pPr>
        <w:numPr>
          <w:ilvl w:val="0"/>
          <w:numId w:val="48"/>
        </w:numPr>
        <w:autoSpaceDE w:val="0"/>
        <w:autoSpaceDN w:val="0"/>
        <w:spacing w:after="0" w:line="240" w:lineRule="auto"/>
        <w:ind w:left="567" w:hanging="425"/>
        <w:rPr>
          <w:sz w:val="18"/>
          <w:szCs w:val="18"/>
          <w:lang w:eastAsia="cs-CZ"/>
        </w:rPr>
      </w:pPr>
      <w:r w:rsidRPr="00A86F62">
        <w:rPr>
          <w:sz w:val="18"/>
          <w:szCs w:val="18"/>
          <w:lang w:eastAsia="cs-CZ"/>
        </w:rPr>
        <w:t>DUSP, zpracovaná společností SB Projekt s.r.o., Kasárenská 4063/4, 695 01 Hodonín, IČO: 27767442 z 03/2022</w:t>
      </w:r>
    </w:p>
    <w:p w14:paraId="65110603" w14:textId="77777777" w:rsidR="00A86F62" w:rsidRPr="00A86F62" w:rsidRDefault="00A86F62" w:rsidP="00A86F62">
      <w:pPr>
        <w:numPr>
          <w:ilvl w:val="0"/>
          <w:numId w:val="48"/>
        </w:numPr>
        <w:autoSpaceDE w:val="0"/>
        <w:autoSpaceDN w:val="0"/>
        <w:spacing w:after="0" w:line="240" w:lineRule="auto"/>
        <w:ind w:left="567" w:hanging="425"/>
        <w:rPr>
          <w:sz w:val="18"/>
          <w:szCs w:val="18"/>
          <w:lang w:eastAsia="cs-CZ"/>
        </w:rPr>
      </w:pPr>
      <w:r w:rsidRPr="00A86F62">
        <w:rPr>
          <w:sz w:val="18"/>
          <w:szCs w:val="18"/>
          <w:lang w:eastAsia="cs-CZ"/>
        </w:rPr>
        <w:t xml:space="preserve">Stavební povolení </w:t>
      </w:r>
      <w:proofErr w:type="gramStart"/>
      <w:r w:rsidRPr="00A86F62">
        <w:rPr>
          <w:sz w:val="18"/>
          <w:szCs w:val="18"/>
          <w:lang w:eastAsia="cs-CZ"/>
        </w:rPr>
        <w:t>č.j.</w:t>
      </w:r>
      <w:proofErr w:type="gramEnd"/>
      <w:r w:rsidRPr="00A86F62">
        <w:rPr>
          <w:sz w:val="18"/>
          <w:szCs w:val="18"/>
          <w:lang w:eastAsia="cs-CZ"/>
        </w:rPr>
        <w:t xml:space="preserve"> DUCR-48752/22/</w:t>
      </w:r>
      <w:proofErr w:type="spellStart"/>
      <w:r w:rsidRPr="00A86F62">
        <w:rPr>
          <w:sz w:val="18"/>
          <w:szCs w:val="18"/>
          <w:lang w:eastAsia="cs-CZ"/>
        </w:rPr>
        <w:t>Nv</w:t>
      </w:r>
      <w:proofErr w:type="spellEnd"/>
      <w:r w:rsidRPr="00A86F62">
        <w:rPr>
          <w:sz w:val="18"/>
          <w:szCs w:val="18"/>
          <w:lang w:eastAsia="cs-CZ"/>
        </w:rPr>
        <w:t xml:space="preserve"> ze dne 10. 8.2022, které nabylo právní moci dne 7. 9.2022</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15501B89" w:rsidR="00502690" w:rsidRDefault="001F518E" w:rsidP="00F762A8">
      <w:pPr>
        <w:pStyle w:val="Nadpisbezsl1-2"/>
      </w:pPr>
      <w:r>
        <w:t xml:space="preserve">Za </w:t>
      </w:r>
      <w:r w:rsidR="00502690">
        <w:t>O</w:t>
      </w:r>
      <w:r>
        <w:t>bjednatele:</w:t>
      </w:r>
    </w:p>
    <w:tbl>
      <w:tblPr>
        <w:tblStyle w:val="Tabulka10"/>
        <w:tblW w:w="8868" w:type="dxa"/>
        <w:tblLook w:val="04A0" w:firstRow="1" w:lastRow="0" w:firstColumn="1" w:lastColumn="0" w:noHBand="0" w:noVBand="1"/>
      </w:tblPr>
      <w:tblGrid>
        <w:gridCol w:w="3056"/>
        <w:gridCol w:w="5812"/>
      </w:tblGrid>
      <w:tr w:rsidR="00CF4F5D" w:rsidRPr="00670CA0" w14:paraId="1043F727" w14:textId="77777777" w:rsidTr="00FA2B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836C7A" w14:textId="77777777" w:rsidR="00CF4F5D" w:rsidRPr="00670CA0" w:rsidRDefault="00CF4F5D" w:rsidP="00FA2BFA">
            <w:pPr>
              <w:spacing w:before="40" w:after="40" w:line="240" w:lineRule="auto"/>
              <w:jc w:val="both"/>
              <w:rPr>
                <w:b/>
                <w:sz w:val="18"/>
                <w:szCs w:val="18"/>
              </w:rPr>
            </w:pPr>
            <w:r w:rsidRPr="00670CA0">
              <w:rPr>
                <w:b/>
                <w:sz w:val="18"/>
                <w:szCs w:val="18"/>
              </w:rPr>
              <w:t>Jméno a příjmení</w:t>
            </w:r>
          </w:p>
        </w:tc>
        <w:tc>
          <w:tcPr>
            <w:tcW w:w="5812" w:type="dxa"/>
          </w:tcPr>
          <w:p w14:paraId="57E53C37" w14:textId="77777777" w:rsidR="00CF4F5D" w:rsidRPr="00670CA0" w:rsidRDefault="00CF4F5D" w:rsidP="00FA2BFA">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rPr>
            </w:pPr>
            <w:r w:rsidRPr="00670CA0">
              <w:rPr>
                <w:sz w:val="18"/>
                <w:szCs w:val="18"/>
              </w:rPr>
              <w:t>Ing. Miroslav Bocák, ředitel Stavební správy východ</w:t>
            </w:r>
            <w:r w:rsidRPr="00670CA0">
              <w:rPr>
                <w:sz w:val="18"/>
                <w:szCs w:val="18"/>
                <w:highlight w:val="green"/>
              </w:rPr>
              <w:t xml:space="preserve"> </w:t>
            </w:r>
          </w:p>
        </w:tc>
      </w:tr>
      <w:tr w:rsidR="00CF4F5D" w:rsidRPr="00670CA0" w14:paraId="79C3D87E" w14:textId="77777777" w:rsidTr="00FA2B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6D5F99" w14:textId="77777777" w:rsidR="00CF4F5D" w:rsidRPr="00670CA0" w:rsidRDefault="00CF4F5D" w:rsidP="00FA2BFA">
            <w:pPr>
              <w:spacing w:before="40" w:after="40" w:line="240" w:lineRule="auto"/>
              <w:jc w:val="both"/>
              <w:rPr>
                <w:sz w:val="18"/>
                <w:szCs w:val="18"/>
              </w:rPr>
            </w:pPr>
            <w:r w:rsidRPr="00670CA0">
              <w:rPr>
                <w:sz w:val="18"/>
                <w:szCs w:val="18"/>
              </w:rPr>
              <w:t>Adresa</w:t>
            </w:r>
          </w:p>
        </w:tc>
        <w:tc>
          <w:tcPr>
            <w:tcW w:w="5812" w:type="dxa"/>
          </w:tcPr>
          <w:p w14:paraId="70F92E8C" w14:textId="77777777" w:rsidR="00CF4F5D" w:rsidRPr="00670CA0" w:rsidRDefault="00CF4F5D" w:rsidP="00FA2BFA">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Správa železnic, státní organizace</w:t>
            </w:r>
          </w:p>
          <w:p w14:paraId="227B9305" w14:textId="77777777" w:rsidR="00CF4F5D" w:rsidRPr="00670CA0" w:rsidRDefault="00CF4F5D" w:rsidP="00FA2BFA">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Stavební správa východ, Nerudova 1, 779 00 Olomouc</w:t>
            </w:r>
          </w:p>
        </w:tc>
      </w:tr>
      <w:tr w:rsidR="00CF4F5D" w:rsidRPr="00670CA0" w14:paraId="5A3A51F0" w14:textId="77777777" w:rsidTr="00FA2B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554405" w14:textId="77777777" w:rsidR="00CF4F5D" w:rsidRPr="00670CA0" w:rsidRDefault="00CF4F5D" w:rsidP="00FA2BFA">
            <w:pPr>
              <w:spacing w:before="40" w:after="40" w:line="240" w:lineRule="auto"/>
              <w:jc w:val="both"/>
              <w:rPr>
                <w:sz w:val="18"/>
                <w:szCs w:val="18"/>
              </w:rPr>
            </w:pPr>
            <w:r w:rsidRPr="00670CA0">
              <w:rPr>
                <w:sz w:val="18"/>
                <w:szCs w:val="18"/>
              </w:rPr>
              <w:t>E-mail</w:t>
            </w:r>
          </w:p>
        </w:tc>
        <w:tc>
          <w:tcPr>
            <w:tcW w:w="5812" w:type="dxa"/>
          </w:tcPr>
          <w:p w14:paraId="071F638A" w14:textId="77777777" w:rsidR="00CF4F5D" w:rsidRPr="00670CA0" w:rsidRDefault="004617D8" w:rsidP="00FA2BFA">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hyperlink r:id="rId31" w:history="1">
              <w:r w:rsidR="00CF4F5D" w:rsidRPr="00670CA0">
                <w:rPr>
                  <w:color w:val="0563C1" w:themeColor="hyperlink"/>
                  <w:sz w:val="18"/>
                  <w:szCs w:val="18"/>
                  <w:u w:val="single"/>
                </w:rPr>
                <w:t>Bocak@spravazeleznic.cz</w:t>
              </w:r>
            </w:hyperlink>
          </w:p>
        </w:tc>
      </w:tr>
      <w:tr w:rsidR="00CF4F5D" w:rsidRPr="00670CA0" w14:paraId="6196F499" w14:textId="77777777" w:rsidTr="00FA2B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655DB" w14:textId="77777777" w:rsidR="00CF4F5D" w:rsidRPr="00670CA0" w:rsidRDefault="00CF4F5D" w:rsidP="00FA2BFA">
            <w:pPr>
              <w:spacing w:before="40" w:after="40" w:line="240" w:lineRule="auto"/>
              <w:jc w:val="both"/>
              <w:rPr>
                <w:sz w:val="18"/>
                <w:szCs w:val="18"/>
              </w:rPr>
            </w:pPr>
            <w:r w:rsidRPr="00670CA0">
              <w:rPr>
                <w:sz w:val="18"/>
                <w:szCs w:val="18"/>
              </w:rPr>
              <w:t>Telefon</w:t>
            </w:r>
          </w:p>
        </w:tc>
        <w:tc>
          <w:tcPr>
            <w:tcW w:w="5812" w:type="dxa"/>
          </w:tcPr>
          <w:p w14:paraId="12F87B18" w14:textId="77777777" w:rsidR="00CF4F5D" w:rsidRPr="00670CA0" w:rsidRDefault="00CF4F5D" w:rsidP="00FA2BFA">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+420 606 780 184</w:t>
            </w:r>
          </w:p>
        </w:tc>
      </w:tr>
    </w:tbl>
    <w:p w14:paraId="77328A37" w14:textId="77777777" w:rsidR="00CF4F5D" w:rsidRPr="00670CA0" w:rsidRDefault="00CF4F5D" w:rsidP="00CF4F5D">
      <w:pPr>
        <w:spacing w:after="120" w:line="264" w:lineRule="auto"/>
        <w:jc w:val="both"/>
        <w:rPr>
          <w:sz w:val="18"/>
          <w:szCs w:val="18"/>
        </w:rPr>
      </w:pPr>
    </w:p>
    <w:p w14:paraId="68ED4AC0" w14:textId="77777777" w:rsidR="00CF4F5D" w:rsidRPr="00670CA0" w:rsidRDefault="00CF4F5D" w:rsidP="00CF4F5D">
      <w:pPr>
        <w:keepNext/>
        <w:keepLines/>
        <w:pBdr>
          <w:top w:val="single" w:sz="12" w:space="3" w:color="00A1E0" w:themeColor="accent3"/>
        </w:pBdr>
        <w:suppressAutoHyphens/>
        <w:spacing w:after="60"/>
        <w:rPr>
          <w:rFonts w:asciiTheme="minorHAnsi" w:hAnsiTheme="minorHAnsi"/>
          <w:b/>
          <w:sz w:val="18"/>
          <w:szCs w:val="18"/>
        </w:rPr>
      </w:pPr>
      <w:r w:rsidRPr="00670CA0">
        <w:rPr>
          <w:rFonts w:asciiTheme="minorHAnsi" w:hAnsiTheme="minorHAnsi"/>
          <w:b/>
          <w:sz w:val="18"/>
          <w:szCs w:val="18"/>
        </w:rPr>
        <w:t xml:space="preserve">Ve věcech </w:t>
      </w:r>
      <w:r w:rsidRPr="00670CA0">
        <w:rPr>
          <w:rFonts w:asciiTheme="majorHAnsi" w:hAnsiTheme="majorHAnsi"/>
          <w:b/>
          <w:sz w:val="18"/>
          <w:szCs w:val="18"/>
        </w:rPr>
        <w:t>smluvních</w:t>
      </w:r>
      <w:r w:rsidRPr="00670CA0">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65991" w:rsidRPr="00670CA0" w14:paraId="0FB6A46C" w14:textId="77777777" w:rsidTr="0046599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59A1CE" w14:textId="77777777" w:rsidR="00465991" w:rsidRPr="00670CA0" w:rsidRDefault="00465991" w:rsidP="00465991">
            <w:pPr>
              <w:spacing w:before="40" w:after="40" w:line="240" w:lineRule="auto"/>
              <w:rPr>
                <w:b/>
                <w:sz w:val="18"/>
                <w:szCs w:val="18"/>
              </w:rPr>
            </w:pPr>
            <w:r w:rsidRPr="00670CA0">
              <w:rPr>
                <w:b/>
                <w:sz w:val="18"/>
                <w:szCs w:val="18"/>
              </w:rPr>
              <w:t>Jméno a příjmení</w:t>
            </w:r>
          </w:p>
        </w:tc>
        <w:tc>
          <w:tcPr>
            <w:tcW w:w="5812" w:type="dxa"/>
            <w:vAlign w:val="top"/>
          </w:tcPr>
          <w:p w14:paraId="2D12B577" w14:textId="080C466B" w:rsidR="00465991" w:rsidRPr="00670CA0" w:rsidRDefault="00465991" w:rsidP="00465991">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824426">
              <w:rPr>
                <w:sz w:val="18"/>
                <w:szCs w:val="18"/>
              </w:rPr>
              <w:t>Mgr. Markéta Volfová, podnikový právník</w:t>
            </w:r>
          </w:p>
        </w:tc>
      </w:tr>
      <w:tr w:rsidR="00465991" w:rsidRPr="00670CA0" w14:paraId="777B3259" w14:textId="77777777" w:rsidTr="0046599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CE72D0" w14:textId="77777777" w:rsidR="00465991" w:rsidRPr="00670CA0" w:rsidRDefault="00465991" w:rsidP="00465991">
            <w:pPr>
              <w:spacing w:before="40" w:after="40" w:line="240" w:lineRule="auto"/>
              <w:rPr>
                <w:sz w:val="18"/>
                <w:szCs w:val="18"/>
              </w:rPr>
            </w:pPr>
            <w:r w:rsidRPr="00670CA0">
              <w:rPr>
                <w:sz w:val="18"/>
                <w:szCs w:val="18"/>
              </w:rPr>
              <w:t>Adresa</w:t>
            </w:r>
          </w:p>
        </w:tc>
        <w:tc>
          <w:tcPr>
            <w:tcW w:w="5812" w:type="dxa"/>
            <w:vAlign w:val="top"/>
          </w:tcPr>
          <w:p w14:paraId="59F62374" w14:textId="77777777" w:rsidR="00465991" w:rsidRPr="00CC49A5" w:rsidRDefault="00465991" w:rsidP="00465991">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4032C337" w14:textId="52BAF5E7" w:rsidR="00465991" w:rsidRPr="00670CA0" w:rsidRDefault="00465991" w:rsidP="0046599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824426">
              <w:rPr>
                <w:sz w:val="18"/>
                <w:szCs w:val="18"/>
              </w:rPr>
              <w:t>Stavební správa východ, Nerudova 1, 779 00 Olomouc</w:t>
            </w:r>
          </w:p>
        </w:tc>
      </w:tr>
      <w:tr w:rsidR="00465991" w:rsidRPr="00670CA0" w14:paraId="2A98DA61" w14:textId="77777777" w:rsidTr="0046599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478807" w14:textId="77777777" w:rsidR="00465991" w:rsidRPr="00670CA0" w:rsidRDefault="00465991" w:rsidP="00465991">
            <w:pPr>
              <w:spacing w:before="40" w:after="40" w:line="240" w:lineRule="auto"/>
              <w:rPr>
                <w:sz w:val="18"/>
                <w:szCs w:val="18"/>
              </w:rPr>
            </w:pPr>
            <w:r w:rsidRPr="00670CA0">
              <w:rPr>
                <w:sz w:val="18"/>
                <w:szCs w:val="18"/>
              </w:rPr>
              <w:t>E-mail</w:t>
            </w:r>
          </w:p>
        </w:tc>
        <w:tc>
          <w:tcPr>
            <w:tcW w:w="5812" w:type="dxa"/>
            <w:vAlign w:val="top"/>
          </w:tcPr>
          <w:p w14:paraId="6EE7246E" w14:textId="697873CF" w:rsidR="00465991" w:rsidRDefault="004617D8" w:rsidP="00465991">
            <w:pPr>
              <w:spacing w:before="40" w:after="40" w:line="240" w:lineRule="auto"/>
              <w:cnfStyle w:val="000000000000" w:firstRow="0" w:lastRow="0" w:firstColumn="0" w:lastColumn="0" w:oddVBand="0" w:evenVBand="0" w:oddHBand="0" w:evenHBand="0" w:firstRowFirstColumn="0" w:firstRowLastColumn="0" w:lastRowFirstColumn="0" w:lastRowLastColumn="0"/>
            </w:pPr>
            <w:hyperlink r:id="rId32" w:history="1">
              <w:r w:rsidR="00465991" w:rsidRPr="00FE1C25">
                <w:rPr>
                  <w:rStyle w:val="Hypertextovodkaz"/>
                  <w:noProof w:val="0"/>
                </w:rPr>
                <w:t>Volfova@spravazeleznic.cz</w:t>
              </w:r>
            </w:hyperlink>
          </w:p>
        </w:tc>
      </w:tr>
      <w:tr w:rsidR="00465991" w:rsidRPr="00670CA0" w14:paraId="4F305DA1" w14:textId="77777777" w:rsidTr="0046599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FE8498" w14:textId="77777777" w:rsidR="00465991" w:rsidRPr="00670CA0" w:rsidRDefault="00465991" w:rsidP="00465991">
            <w:pPr>
              <w:spacing w:before="40" w:after="40" w:line="240" w:lineRule="auto"/>
              <w:rPr>
                <w:sz w:val="18"/>
                <w:szCs w:val="18"/>
              </w:rPr>
            </w:pPr>
            <w:r w:rsidRPr="00670CA0">
              <w:rPr>
                <w:sz w:val="18"/>
                <w:szCs w:val="18"/>
              </w:rPr>
              <w:t>Telefon</w:t>
            </w:r>
          </w:p>
        </w:tc>
        <w:tc>
          <w:tcPr>
            <w:tcW w:w="5812" w:type="dxa"/>
            <w:vAlign w:val="top"/>
          </w:tcPr>
          <w:p w14:paraId="661E9C98" w14:textId="4CFFC4AF" w:rsidR="00465991" w:rsidRPr="00670CA0" w:rsidRDefault="00465991" w:rsidP="0046599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824426">
              <w:rPr>
                <w:sz w:val="18"/>
                <w:szCs w:val="18"/>
              </w:rPr>
              <w:t>+420 725 915 943</w:t>
            </w:r>
          </w:p>
        </w:tc>
      </w:tr>
    </w:tbl>
    <w:p w14:paraId="0D84D876" w14:textId="486675E4" w:rsidR="00CF4F5D" w:rsidRDefault="00CF4F5D" w:rsidP="00CF4F5D">
      <w:pPr>
        <w:pStyle w:val="Textbezodsazen"/>
      </w:pPr>
    </w:p>
    <w:p w14:paraId="1D619E71" w14:textId="77777777" w:rsidR="007220AA" w:rsidRPr="00F95FBD" w:rsidRDefault="007220AA" w:rsidP="007220A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789" w:type="dxa"/>
        <w:tblLook w:val="04A0" w:firstRow="1" w:lastRow="0" w:firstColumn="1" w:lastColumn="0" w:noHBand="0" w:noVBand="1"/>
      </w:tblPr>
      <w:tblGrid>
        <w:gridCol w:w="3056"/>
        <w:gridCol w:w="5733"/>
      </w:tblGrid>
      <w:tr w:rsidR="007220AA" w:rsidRPr="00F95FBD" w14:paraId="0A2CD283" w14:textId="77777777" w:rsidTr="00E31D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82380" w14:textId="77777777" w:rsidR="007220AA" w:rsidRPr="00F95FBD" w:rsidRDefault="007220AA" w:rsidP="00E31DD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733" w:type="dxa"/>
            <w:vAlign w:val="top"/>
          </w:tcPr>
          <w:p w14:paraId="6446C628" w14:textId="77777777" w:rsidR="007220AA" w:rsidRPr="00722AEB" w:rsidRDefault="007220AA" w:rsidP="00E31DD8">
            <w:pPr>
              <w:pStyle w:val="Tabulka"/>
              <w:cnfStyle w:val="100000000000" w:firstRow="1" w:lastRow="0" w:firstColumn="0" w:lastColumn="0" w:oddVBand="0" w:evenVBand="0" w:oddHBand="0" w:evenHBand="0" w:firstRowFirstColumn="0" w:firstRowLastColumn="0" w:lastRowFirstColumn="0" w:lastRowLastColumn="0"/>
              <w:rPr>
                <w:highlight w:val="green"/>
              </w:rPr>
            </w:pPr>
            <w:r>
              <w:rPr>
                <w:rStyle w:val="Nadpisvtabulce"/>
                <w:b w:val="0"/>
              </w:rPr>
              <w:t>Ing. Tomáš Procházka</w:t>
            </w:r>
          </w:p>
        </w:tc>
      </w:tr>
      <w:tr w:rsidR="007220AA" w:rsidRPr="00F95FBD" w14:paraId="07DDA4E8"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7494A73B" w14:textId="77777777" w:rsidR="007220AA" w:rsidRPr="00F95FBD" w:rsidRDefault="007220AA" w:rsidP="00E31DD8">
            <w:pPr>
              <w:pStyle w:val="Tabulka"/>
              <w:rPr>
                <w:rStyle w:val="Nadpisvtabulce"/>
                <w:b w:val="0"/>
              </w:rPr>
            </w:pPr>
            <w:r>
              <w:rPr>
                <w:rStyle w:val="Nadpisvtabulce"/>
                <w:b w:val="0"/>
              </w:rPr>
              <w:t>Adresa</w:t>
            </w:r>
          </w:p>
        </w:tc>
        <w:tc>
          <w:tcPr>
            <w:tcW w:w="5733" w:type="dxa"/>
            <w:vAlign w:val="top"/>
          </w:tcPr>
          <w:p w14:paraId="05E072C1" w14:textId="77777777" w:rsidR="007220AA" w:rsidRPr="00473957" w:rsidRDefault="007220AA" w:rsidP="00E31DD8">
            <w:pPr>
              <w:pStyle w:val="Tabulka"/>
              <w:cnfStyle w:val="000000000000" w:firstRow="0" w:lastRow="0" w:firstColumn="0" w:lastColumn="0" w:oddVBand="0" w:evenVBand="0" w:oddHBand="0" w:evenHBand="0" w:firstRowFirstColumn="0" w:firstRowLastColumn="0" w:lastRowFirstColumn="0" w:lastRowLastColumn="0"/>
            </w:pPr>
            <w:r w:rsidRPr="00473957">
              <w:t>Správa železnic, státní organizace</w:t>
            </w:r>
          </w:p>
          <w:p w14:paraId="0E9F1462" w14:textId="77777777" w:rsidR="007220AA" w:rsidRPr="00722AEB" w:rsidRDefault="007220AA"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3957">
              <w:t>Oblastní ředitelství Ostrava, Muglinovská 1038/5, 702 00 Ostrava</w:t>
            </w:r>
          </w:p>
        </w:tc>
      </w:tr>
      <w:tr w:rsidR="007220AA" w:rsidRPr="00F95FBD" w14:paraId="46CA5C53"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5D0C1FB0" w14:textId="77777777" w:rsidR="007220AA" w:rsidRDefault="007220AA" w:rsidP="00E31DD8">
            <w:pPr>
              <w:pStyle w:val="Tabulka"/>
              <w:rPr>
                <w:rStyle w:val="Nadpisvtabulce"/>
                <w:b w:val="0"/>
              </w:rPr>
            </w:pPr>
            <w:r>
              <w:rPr>
                <w:rStyle w:val="Nadpisvtabulce"/>
                <w:b w:val="0"/>
              </w:rPr>
              <w:t>Pracoviště</w:t>
            </w:r>
          </w:p>
        </w:tc>
        <w:tc>
          <w:tcPr>
            <w:tcW w:w="5733" w:type="dxa"/>
            <w:vAlign w:val="top"/>
          </w:tcPr>
          <w:p w14:paraId="352880C0" w14:textId="77777777" w:rsidR="007220AA" w:rsidRPr="00C97692" w:rsidRDefault="007220AA" w:rsidP="00E31DD8">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6DE0091C" w14:textId="77777777" w:rsidR="007220AA" w:rsidRPr="00473957" w:rsidRDefault="007220AA" w:rsidP="00E31DD8">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7220AA" w:rsidRPr="00F95FBD" w14:paraId="7F744B0E"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5C44BE62" w14:textId="77777777" w:rsidR="007220AA" w:rsidRPr="00F95FBD" w:rsidRDefault="007220AA" w:rsidP="00E31DD8">
            <w:pPr>
              <w:pStyle w:val="Tabulka"/>
            </w:pPr>
            <w:r w:rsidRPr="00F95FBD">
              <w:t>E-mail</w:t>
            </w:r>
          </w:p>
        </w:tc>
        <w:tc>
          <w:tcPr>
            <w:tcW w:w="5733" w:type="dxa"/>
            <w:vAlign w:val="top"/>
          </w:tcPr>
          <w:p w14:paraId="54489476" w14:textId="77777777" w:rsidR="007220AA" w:rsidRPr="00722AEB" w:rsidRDefault="007220AA"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4F5D">
              <w:rPr>
                <w:color w:val="0563C1" w:themeColor="hyperlink"/>
                <w:u w:val="single"/>
              </w:rPr>
              <w:t>ProchazkaT@spravazeleznic.cz</w:t>
            </w:r>
          </w:p>
        </w:tc>
      </w:tr>
      <w:tr w:rsidR="007220AA" w:rsidRPr="00F95FBD" w14:paraId="1C003EAD"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2B705046" w14:textId="77777777" w:rsidR="007220AA" w:rsidRPr="00F95FBD" w:rsidRDefault="007220AA" w:rsidP="00E31DD8">
            <w:pPr>
              <w:pStyle w:val="Tabulka"/>
            </w:pPr>
            <w:r w:rsidRPr="00F95FBD">
              <w:t>Telefon</w:t>
            </w:r>
          </w:p>
        </w:tc>
        <w:tc>
          <w:tcPr>
            <w:tcW w:w="5733" w:type="dxa"/>
            <w:vAlign w:val="top"/>
          </w:tcPr>
          <w:p w14:paraId="0EC44E65" w14:textId="47F0002C" w:rsidR="007220AA" w:rsidRPr="00722AEB" w:rsidRDefault="007220AA" w:rsidP="003F0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0CA0">
              <w:t>+420</w:t>
            </w:r>
            <w:r w:rsidR="003F0056">
              <w:t> 724 644 274</w:t>
            </w:r>
          </w:p>
        </w:tc>
      </w:tr>
    </w:tbl>
    <w:p w14:paraId="1DC57B68" w14:textId="01E27A23" w:rsidR="007220AA" w:rsidRDefault="007220AA" w:rsidP="00CF4F5D">
      <w:pPr>
        <w:pStyle w:val="Textbezodsazen"/>
      </w:pPr>
    </w:p>
    <w:p w14:paraId="6A37E99E" w14:textId="77777777" w:rsidR="007220AA" w:rsidRPr="00F95FBD" w:rsidRDefault="007220AA" w:rsidP="007220AA">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220AA" w:rsidRPr="00F95FBD" w14:paraId="33A79E80" w14:textId="77777777" w:rsidTr="00E31D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A41AA" w14:textId="77777777" w:rsidR="007220AA" w:rsidRPr="00F95FBD" w:rsidRDefault="007220AA" w:rsidP="00E31DD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6A860CD8" w14:textId="77777777" w:rsidR="007220AA" w:rsidRPr="001F518E" w:rsidRDefault="007220AA" w:rsidP="00E31DD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7220AA" w:rsidRPr="00F95FBD" w14:paraId="75F874B7"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40785AC8" w14:textId="77777777" w:rsidR="007220AA" w:rsidRPr="00F95FBD" w:rsidRDefault="007220AA" w:rsidP="00E31DD8">
            <w:pPr>
              <w:pStyle w:val="Tabulka"/>
              <w:rPr>
                <w:rStyle w:val="Nadpisvtabulce"/>
                <w:b w:val="0"/>
              </w:rPr>
            </w:pPr>
            <w:r>
              <w:rPr>
                <w:rStyle w:val="Nadpisvtabulce"/>
                <w:b w:val="0"/>
              </w:rPr>
              <w:t>Adresa</w:t>
            </w:r>
          </w:p>
        </w:tc>
        <w:tc>
          <w:tcPr>
            <w:tcW w:w="5812" w:type="dxa"/>
            <w:vAlign w:val="top"/>
          </w:tcPr>
          <w:p w14:paraId="643F9308" w14:textId="77777777" w:rsidR="007220AA" w:rsidRPr="001F518E" w:rsidRDefault="007220AA"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7220AA" w:rsidRPr="00F95FBD" w14:paraId="43C4A8D6"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57A29660" w14:textId="77777777" w:rsidR="007220AA" w:rsidRPr="00F95FBD" w:rsidRDefault="007220AA" w:rsidP="00E31DD8">
            <w:pPr>
              <w:pStyle w:val="Tabulka"/>
            </w:pPr>
            <w:r w:rsidRPr="00F95FBD">
              <w:t>E-mail</w:t>
            </w:r>
          </w:p>
        </w:tc>
        <w:tc>
          <w:tcPr>
            <w:tcW w:w="5812" w:type="dxa"/>
            <w:vAlign w:val="top"/>
          </w:tcPr>
          <w:p w14:paraId="136FD17F" w14:textId="77777777" w:rsidR="007220AA" w:rsidRPr="001F518E" w:rsidRDefault="007220AA"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7220AA" w:rsidRPr="00F95FBD" w14:paraId="2C0B1F47"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6A8E0051" w14:textId="77777777" w:rsidR="007220AA" w:rsidRPr="00F95FBD" w:rsidRDefault="007220AA" w:rsidP="00E31DD8">
            <w:pPr>
              <w:pStyle w:val="Tabulka"/>
            </w:pPr>
            <w:r w:rsidRPr="00F95FBD">
              <w:t>Telefon</w:t>
            </w:r>
          </w:p>
        </w:tc>
        <w:tc>
          <w:tcPr>
            <w:tcW w:w="5812" w:type="dxa"/>
            <w:vAlign w:val="top"/>
          </w:tcPr>
          <w:p w14:paraId="64AF16D0" w14:textId="77777777" w:rsidR="007220AA" w:rsidRPr="001F518E" w:rsidRDefault="007220AA"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7C3C08C9" w14:textId="77777777" w:rsidR="007220AA" w:rsidRPr="00F95FBD" w:rsidRDefault="007220AA" w:rsidP="00CF4F5D">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lastRenderedPageBreak/>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23F757D7" w14:textId="77777777" w:rsidR="00494D39" w:rsidRPr="00F95FBD" w:rsidRDefault="00494D39" w:rsidP="00165977">
      <w:pPr>
        <w:pStyle w:val="Tabulka"/>
      </w:pPr>
      <w:bookmarkStart w:id="1" w:name="_GoBack"/>
      <w:bookmarkEnd w:id="1"/>
    </w:p>
    <w:p w14:paraId="658F433F" w14:textId="3E5925C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A69BDE9" w:rsidR="007C5289" w:rsidRPr="007C5289" w:rsidRDefault="007C5289" w:rsidP="00CF4F5D">
            <w:pPr>
              <w:pStyle w:val="Tabulka"/>
              <w:cnfStyle w:val="000000000000" w:firstRow="0" w:lastRow="0" w:firstColumn="0" w:lastColumn="0" w:oddVBand="0" w:evenVBand="0" w:oddHBand="0" w:evenHBand="0" w:firstRowFirstColumn="0" w:firstRowLastColumn="0" w:lastRowFirstColumn="0" w:lastRowLastColumn="0"/>
            </w:pPr>
            <w:r w:rsidRPr="00CF4F5D">
              <w:t xml:space="preserve">Minimálně </w:t>
            </w:r>
            <w:r w:rsidR="00CF4F5D" w:rsidRPr="00CF4F5D">
              <w:t>7</w:t>
            </w:r>
            <w:r w:rsidRPr="00CF4F5D">
              <w:t>mil. Kč na jednu pojistnou událost</w:t>
            </w:r>
            <w:r w:rsidR="00A349C6" w:rsidRPr="00CF4F5D">
              <w:t xml:space="preserve"> a </w:t>
            </w:r>
            <w:r w:rsidR="00CF4F5D" w:rsidRPr="00CF4F5D">
              <w:t>14</w:t>
            </w:r>
            <w:r w:rsidRPr="00CF4F5D">
              <w:t xml:space="preserve"> mil. Kč</w:t>
            </w:r>
            <w:r w:rsidR="00A349C6" w:rsidRPr="00CF4F5D">
              <w:t xml:space="preserve"> v </w:t>
            </w:r>
            <w:r w:rsidRPr="00CF4F5D">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3620FD91" w14:textId="77777777" w:rsidR="00CF4F5D" w:rsidRDefault="00CF4F5D" w:rsidP="00CF4F5D">
      <w:pPr>
        <w:pStyle w:val="Textbezodsazen"/>
        <w:rPr>
          <w:b/>
        </w:rPr>
      </w:pPr>
      <w:r w:rsidRPr="002D7AA5">
        <w:rPr>
          <w:b/>
        </w:rPr>
        <w:t>Osvědčení Správy železnic o řádném poskytnutí a dokončení stavebních prací</w:t>
      </w:r>
    </w:p>
    <w:p w14:paraId="2AAC6A1C" w14:textId="77777777" w:rsidR="00CF4F5D" w:rsidRDefault="00CF4F5D" w:rsidP="00CF4F5D">
      <w:pPr>
        <w:spacing w:after="0"/>
        <w:rPr>
          <w:rFonts w:asciiTheme="minorHAnsi" w:hAnsiTheme="minorHAnsi"/>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CF4F5D" w14:paraId="3B31AAAA" w14:textId="77777777" w:rsidTr="00FA2BFA">
        <w:trPr>
          <w:trHeight w:val="340"/>
        </w:trPr>
        <w:tc>
          <w:tcPr>
            <w:tcW w:w="4438" w:type="dxa"/>
            <w:shd w:val="clear" w:color="auto" w:fill="FFBFBF" w:themeFill="accent6" w:themeFillTint="33"/>
            <w:hideMark/>
          </w:tcPr>
          <w:p w14:paraId="336F841F" w14:textId="77777777" w:rsidR="00CF4F5D" w:rsidRDefault="00CF4F5D" w:rsidP="00FA2BFA">
            <w:pPr>
              <w:spacing w:after="0" w:line="240" w:lineRule="auto"/>
              <w:rPr>
                <w:b/>
                <w:noProof/>
              </w:rPr>
            </w:pPr>
            <w:r>
              <w:rPr>
                <w:b/>
                <w:noProof/>
              </w:rPr>
              <w:t>Název zakázky:</w:t>
            </w:r>
          </w:p>
        </w:tc>
        <w:tc>
          <w:tcPr>
            <w:tcW w:w="4264" w:type="dxa"/>
          </w:tcPr>
          <w:p w14:paraId="582C6BD5" w14:textId="77777777" w:rsidR="00CF4F5D" w:rsidRDefault="00CF4F5D" w:rsidP="00FA2BFA">
            <w:pPr>
              <w:spacing w:after="0" w:line="240" w:lineRule="auto"/>
              <w:rPr>
                <w:noProof/>
              </w:rPr>
            </w:pPr>
          </w:p>
        </w:tc>
      </w:tr>
      <w:tr w:rsidR="00CF4F5D" w14:paraId="5C3C2235"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B6CFEE4" w14:textId="77777777" w:rsidR="00CF4F5D" w:rsidRDefault="00CF4F5D" w:rsidP="00FA2BFA">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1F7B6771" w14:textId="77777777" w:rsidR="00CF4F5D" w:rsidRDefault="00CF4F5D" w:rsidP="00FA2BFA">
            <w:pPr>
              <w:spacing w:after="0" w:line="240" w:lineRule="auto"/>
              <w:rPr>
                <w:noProof/>
              </w:rPr>
            </w:pPr>
          </w:p>
        </w:tc>
      </w:tr>
      <w:tr w:rsidR="00CF4F5D" w14:paraId="16766F34"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9F92206" w14:textId="77777777" w:rsidR="00CF4F5D" w:rsidRDefault="00CF4F5D" w:rsidP="00FA2BFA">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14:paraId="359B00B2" w14:textId="77777777" w:rsidR="00CF4F5D" w:rsidRDefault="00CF4F5D" w:rsidP="00FA2BFA">
            <w:pPr>
              <w:spacing w:after="0" w:line="240" w:lineRule="auto"/>
              <w:rPr>
                <w:noProof/>
              </w:rPr>
            </w:pPr>
          </w:p>
        </w:tc>
      </w:tr>
      <w:tr w:rsidR="00CF4F5D" w14:paraId="4630350F"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894DCC1" w14:textId="77777777" w:rsidR="00CF4F5D" w:rsidRDefault="00CF4F5D" w:rsidP="00FA2BFA">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14:paraId="61E5C129" w14:textId="77777777" w:rsidR="00CF4F5D" w:rsidRDefault="00CF4F5D" w:rsidP="00FA2BFA">
            <w:pPr>
              <w:spacing w:after="0" w:line="240" w:lineRule="auto"/>
              <w:rPr>
                <w:noProof/>
              </w:rPr>
            </w:pPr>
          </w:p>
        </w:tc>
      </w:tr>
      <w:tr w:rsidR="00CF4F5D" w14:paraId="517E8ACE"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2706142" w14:textId="77777777" w:rsidR="00CF4F5D" w:rsidRDefault="00CF4F5D" w:rsidP="00FA2BFA">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14:paraId="6C4FEE86" w14:textId="77777777" w:rsidR="00CF4F5D" w:rsidRDefault="00CF4F5D" w:rsidP="00FA2BFA">
            <w:pPr>
              <w:spacing w:after="0" w:line="240" w:lineRule="auto"/>
              <w:rPr>
                <w:noProof/>
              </w:rPr>
            </w:pPr>
          </w:p>
        </w:tc>
      </w:tr>
      <w:tr w:rsidR="00CF4F5D" w14:paraId="33AD05BE"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E9FF20D" w14:textId="77777777" w:rsidR="00CF4F5D" w:rsidRDefault="00CF4F5D" w:rsidP="00FA2BFA">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5915C82B" w14:textId="77777777" w:rsidR="00CF4F5D" w:rsidRDefault="00CF4F5D" w:rsidP="00FA2BFA">
            <w:pPr>
              <w:spacing w:after="0" w:line="240" w:lineRule="auto"/>
              <w:rPr>
                <w:noProof/>
              </w:rPr>
            </w:pPr>
          </w:p>
        </w:tc>
      </w:tr>
      <w:tr w:rsidR="00CF4F5D" w14:paraId="4DC09E61"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FC227FD" w14:textId="77777777" w:rsidR="00CF4F5D" w:rsidRDefault="00CF4F5D" w:rsidP="00FA2BFA">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14:paraId="2684BFD9" w14:textId="77777777" w:rsidR="00CF4F5D" w:rsidRDefault="00CF4F5D" w:rsidP="00FA2BFA">
            <w:pPr>
              <w:spacing w:after="0" w:line="240" w:lineRule="auto"/>
              <w:rPr>
                <w:noProof/>
              </w:rPr>
            </w:pPr>
          </w:p>
        </w:tc>
      </w:tr>
      <w:tr w:rsidR="00CF4F5D" w14:paraId="119BD49C" w14:textId="77777777" w:rsidTr="00FA2BFA">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7188D211" w14:textId="77777777" w:rsidR="00CF4F5D" w:rsidRDefault="00CF4F5D" w:rsidP="00FA2BFA">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14:paraId="28EFC66C" w14:textId="77777777" w:rsidR="00CF4F5D" w:rsidRDefault="00CF4F5D" w:rsidP="00FA2BFA">
            <w:pPr>
              <w:spacing w:after="0" w:line="240" w:lineRule="auto"/>
              <w:rPr>
                <w:noProof/>
              </w:rPr>
            </w:pPr>
          </w:p>
        </w:tc>
      </w:tr>
    </w:tbl>
    <w:p w14:paraId="22382111" w14:textId="77777777" w:rsidR="00CF4F5D" w:rsidRDefault="00CF4F5D" w:rsidP="00CF4F5D">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CF4F5D" w14:paraId="0BEEAC7A" w14:textId="77777777" w:rsidTr="00FA2BFA">
        <w:trPr>
          <w:trHeight w:val="340"/>
        </w:trPr>
        <w:tc>
          <w:tcPr>
            <w:tcW w:w="4438" w:type="dxa"/>
            <w:shd w:val="clear" w:color="auto" w:fill="FFBFBF" w:themeFill="accent6" w:themeFillTint="33"/>
            <w:hideMark/>
          </w:tcPr>
          <w:p w14:paraId="5E594C16" w14:textId="77777777" w:rsidR="00CF4F5D" w:rsidRDefault="00CF4F5D" w:rsidP="00FA2BFA">
            <w:pPr>
              <w:spacing w:after="0" w:line="240" w:lineRule="auto"/>
              <w:rPr>
                <w:b/>
                <w:noProof/>
              </w:rPr>
            </w:pPr>
            <w:r>
              <w:rPr>
                <w:b/>
                <w:noProof/>
              </w:rPr>
              <w:t>Zhotovitel díla:</w:t>
            </w:r>
          </w:p>
        </w:tc>
        <w:tc>
          <w:tcPr>
            <w:tcW w:w="4264" w:type="dxa"/>
            <w:hideMark/>
          </w:tcPr>
          <w:p w14:paraId="22C8C9B3" w14:textId="77777777" w:rsidR="00CF4F5D" w:rsidRDefault="00CF4F5D" w:rsidP="00FA2BFA">
            <w:pPr>
              <w:spacing w:after="0" w:line="240" w:lineRule="auto"/>
              <w:rPr>
                <w:noProof/>
              </w:rPr>
            </w:pPr>
            <w:r>
              <w:t xml:space="preserve"> </w:t>
            </w:r>
            <w:r>
              <w:rPr>
                <w:noProof/>
              </w:rPr>
              <w:t>[název dle SOD, sídlo, IČO]</w:t>
            </w:r>
          </w:p>
        </w:tc>
      </w:tr>
      <w:tr w:rsidR="00CF4F5D" w14:paraId="05474460"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E5B6CA1" w14:textId="77777777" w:rsidR="00CF4F5D" w:rsidRDefault="00CF4F5D" w:rsidP="00FA2BFA">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14:paraId="7463520C" w14:textId="77777777" w:rsidR="00CF4F5D" w:rsidRDefault="00CF4F5D" w:rsidP="00FA2BFA">
            <w:pPr>
              <w:spacing w:after="0" w:line="240" w:lineRule="auto"/>
              <w:rPr>
                <w:noProof/>
              </w:rPr>
            </w:pPr>
          </w:p>
          <w:p w14:paraId="214F9657" w14:textId="77777777" w:rsidR="00CF4F5D" w:rsidRDefault="00CF4F5D" w:rsidP="00FA2BFA">
            <w:pPr>
              <w:spacing w:after="0" w:line="240" w:lineRule="auto"/>
              <w:rPr>
                <w:noProof/>
                <w:vanish/>
              </w:rPr>
            </w:pPr>
            <w:r>
              <w:rPr>
                <w:noProof/>
                <w:vanish/>
              </w:rPr>
              <w:t>(v případě, kdy se jedná o společnost na zákaldě společenské smlouvy- dříve sdružení)</w:t>
            </w:r>
          </w:p>
        </w:tc>
      </w:tr>
      <w:tr w:rsidR="00CF4F5D" w14:paraId="33494F99"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A16D644" w14:textId="77777777" w:rsidR="00CF4F5D" w:rsidRDefault="00CF4F5D" w:rsidP="00FA2BFA">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14:paraId="7926BBCD" w14:textId="77777777" w:rsidR="00CF4F5D" w:rsidRDefault="00CF4F5D" w:rsidP="00FA2BFA">
            <w:pPr>
              <w:spacing w:after="0" w:line="240" w:lineRule="auto"/>
              <w:rPr>
                <w:noProof/>
              </w:rPr>
            </w:pPr>
          </w:p>
          <w:p w14:paraId="5DFFA427" w14:textId="77777777" w:rsidR="00CF4F5D" w:rsidRDefault="00CF4F5D" w:rsidP="00FA2BFA">
            <w:pPr>
              <w:spacing w:after="0" w:line="240" w:lineRule="auto"/>
              <w:rPr>
                <w:noProof/>
                <w:vanish/>
              </w:rPr>
            </w:pPr>
            <w:r>
              <w:rPr>
                <w:noProof/>
                <w:vanish/>
              </w:rPr>
              <w:t>(v případě, kdy se jedná o společnost na zákaldě společenské smlouvy- dříve sdružení)</w:t>
            </w:r>
          </w:p>
        </w:tc>
      </w:tr>
      <w:tr w:rsidR="00CF4F5D" w14:paraId="3BFCF390" w14:textId="77777777" w:rsidTr="00FA2BFA">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1E7F7BD9" w14:textId="77777777" w:rsidR="00CF4F5D" w:rsidRDefault="00CF4F5D" w:rsidP="00FA2BFA">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14:paraId="1BBEF074" w14:textId="77777777" w:rsidR="00CF4F5D" w:rsidRDefault="00CF4F5D" w:rsidP="00FA2BFA">
            <w:pPr>
              <w:spacing w:after="0" w:line="240" w:lineRule="auto"/>
              <w:rPr>
                <w:noProof/>
              </w:rPr>
            </w:pPr>
          </w:p>
          <w:p w14:paraId="071B4399" w14:textId="77777777" w:rsidR="00CF4F5D" w:rsidRDefault="00CF4F5D" w:rsidP="00FA2BFA">
            <w:pPr>
              <w:spacing w:after="0" w:line="240" w:lineRule="auto"/>
              <w:rPr>
                <w:noProof/>
              </w:rPr>
            </w:pPr>
            <w:r>
              <w:rPr>
                <w:noProof/>
                <w:vanish/>
              </w:rPr>
              <w:t>(v případě, kdy se jedná o společnost na zákaldě společenské smlouvy- dříve sdružení)</w:t>
            </w:r>
          </w:p>
        </w:tc>
      </w:tr>
    </w:tbl>
    <w:p w14:paraId="7218B0E1" w14:textId="77777777" w:rsidR="00CF4F5D" w:rsidRDefault="00CF4F5D" w:rsidP="00CF4F5D">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CF4F5D" w14:paraId="0C395A66" w14:textId="77777777" w:rsidTr="00FA2BFA">
        <w:trPr>
          <w:trHeight w:val="340"/>
        </w:trPr>
        <w:tc>
          <w:tcPr>
            <w:tcW w:w="2897" w:type="dxa"/>
            <w:shd w:val="clear" w:color="auto" w:fill="FFBFBF" w:themeFill="accent6" w:themeFillTint="33"/>
            <w:hideMark/>
          </w:tcPr>
          <w:p w14:paraId="38469236" w14:textId="77777777" w:rsidR="00CF4F5D" w:rsidRDefault="00CF4F5D" w:rsidP="00FA2BFA">
            <w:pPr>
              <w:spacing w:after="0" w:line="240" w:lineRule="auto"/>
              <w:rPr>
                <w:b/>
                <w:noProof/>
              </w:rPr>
            </w:pPr>
            <w:r>
              <w:rPr>
                <w:b/>
                <w:noProof/>
              </w:rPr>
              <w:t>Identifikace poddodavatele</w:t>
            </w:r>
          </w:p>
        </w:tc>
        <w:tc>
          <w:tcPr>
            <w:tcW w:w="2835" w:type="dxa"/>
            <w:shd w:val="clear" w:color="auto" w:fill="FFBFBF" w:themeFill="accent6" w:themeFillTint="33"/>
            <w:hideMark/>
          </w:tcPr>
          <w:p w14:paraId="0663FFCE" w14:textId="77777777" w:rsidR="00CF4F5D" w:rsidRDefault="00CF4F5D" w:rsidP="00FA2BFA">
            <w:pPr>
              <w:spacing w:after="0" w:line="240" w:lineRule="auto"/>
              <w:rPr>
                <w:noProof/>
              </w:rPr>
            </w:pPr>
            <w:r>
              <w:rPr>
                <w:b/>
                <w:noProof/>
              </w:rPr>
              <w:t>Věcný rozsah poddodávky</w:t>
            </w:r>
          </w:p>
        </w:tc>
        <w:tc>
          <w:tcPr>
            <w:tcW w:w="2890" w:type="dxa"/>
            <w:shd w:val="clear" w:color="auto" w:fill="FFBFBF" w:themeFill="accent6" w:themeFillTint="33"/>
            <w:hideMark/>
          </w:tcPr>
          <w:p w14:paraId="455941AD" w14:textId="77777777" w:rsidR="00CF4F5D" w:rsidRDefault="00CF4F5D" w:rsidP="00FA2BFA">
            <w:pPr>
              <w:spacing w:after="0" w:line="240" w:lineRule="auto"/>
              <w:rPr>
                <w:noProof/>
              </w:rPr>
            </w:pPr>
            <w:r>
              <w:rPr>
                <w:b/>
                <w:noProof/>
              </w:rPr>
              <w:t>Hodnota poddodávky</w:t>
            </w:r>
          </w:p>
        </w:tc>
      </w:tr>
      <w:tr w:rsidR="00CF4F5D" w14:paraId="4A622FA1" w14:textId="77777777" w:rsidTr="00FA2BFA">
        <w:trPr>
          <w:trHeight w:val="340"/>
        </w:trPr>
        <w:tc>
          <w:tcPr>
            <w:tcW w:w="2897" w:type="dxa"/>
            <w:tcBorders>
              <w:top w:val="single" w:sz="2" w:space="0" w:color="auto"/>
              <w:left w:val="nil"/>
              <w:bottom w:val="single" w:sz="2" w:space="0" w:color="auto"/>
              <w:right w:val="single" w:sz="2" w:space="0" w:color="auto"/>
            </w:tcBorders>
            <w:hideMark/>
          </w:tcPr>
          <w:p w14:paraId="0F4DB8A6" w14:textId="77777777" w:rsidR="00CF4F5D" w:rsidRDefault="00CF4F5D" w:rsidP="00FA2BFA">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33B1779F" w14:textId="77777777" w:rsidR="00CF4F5D" w:rsidRDefault="00CF4F5D" w:rsidP="00FA2BFA">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3A46D4E5" w14:textId="77777777" w:rsidR="00CF4F5D" w:rsidRDefault="00CF4F5D" w:rsidP="00FA2BFA">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CF4F5D" w14:paraId="356FA72F" w14:textId="77777777" w:rsidTr="00FA2BFA">
        <w:trPr>
          <w:trHeight w:val="340"/>
        </w:trPr>
        <w:tc>
          <w:tcPr>
            <w:tcW w:w="2897" w:type="dxa"/>
            <w:tcBorders>
              <w:top w:val="single" w:sz="2" w:space="0" w:color="auto"/>
              <w:left w:val="nil"/>
              <w:bottom w:val="single" w:sz="2" w:space="0" w:color="auto"/>
              <w:right w:val="single" w:sz="2" w:space="0" w:color="auto"/>
            </w:tcBorders>
          </w:tcPr>
          <w:p w14:paraId="33CA168B" w14:textId="77777777" w:rsidR="00CF4F5D" w:rsidRDefault="00CF4F5D" w:rsidP="00FA2BFA">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14:paraId="6ACFB147" w14:textId="77777777" w:rsidR="00CF4F5D" w:rsidRDefault="00CF4F5D" w:rsidP="00FA2BFA">
            <w:pPr>
              <w:spacing w:after="0" w:line="240" w:lineRule="auto"/>
              <w:rPr>
                <w:noProof/>
              </w:rPr>
            </w:pPr>
          </w:p>
        </w:tc>
        <w:tc>
          <w:tcPr>
            <w:tcW w:w="2890" w:type="dxa"/>
            <w:tcBorders>
              <w:top w:val="single" w:sz="2" w:space="0" w:color="auto"/>
              <w:left w:val="single" w:sz="2" w:space="0" w:color="auto"/>
              <w:bottom w:val="single" w:sz="2" w:space="0" w:color="auto"/>
              <w:right w:val="nil"/>
            </w:tcBorders>
          </w:tcPr>
          <w:p w14:paraId="3CD0E861" w14:textId="77777777" w:rsidR="00CF4F5D" w:rsidRDefault="00CF4F5D" w:rsidP="00FA2BFA">
            <w:pPr>
              <w:spacing w:after="0" w:line="240" w:lineRule="auto"/>
              <w:rPr>
                <w:noProof/>
              </w:rPr>
            </w:pPr>
          </w:p>
        </w:tc>
      </w:tr>
      <w:tr w:rsidR="00CF4F5D" w14:paraId="222846D7" w14:textId="77777777" w:rsidTr="00FA2BFA">
        <w:trPr>
          <w:trHeight w:val="340"/>
        </w:trPr>
        <w:tc>
          <w:tcPr>
            <w:tcW w:w="2897" w:type="dxa"/>
            <w:tcBorders>
              <w:top w:val="single" w:sz="2" w:space="0" w:color="auto"/>
              <w:left w:val="nil"/>
              <w:bottom w:val="nil"/>
              <w:right w:val="single" w:sz="2" w:space="0" w:color="auto"/>
            </w:tcBorders>
          </w:tcPr>
          <w:p w14:paraId="176D76AA" w14:textId="77777777" w:rsidR="00CF4F5D" w:rsidRDefault="00CF4F5D" w:rsidP="00FA2BFA">
            <w:pPr>
              <w:spacing w:after="0" w:line="240" w:lineRule="auto"/>
              <w:rPr>
                <w:noProof/>
              </w:rPr>
            </w:pPr>
          </w:p>
        </w:tc>
        <w:tc>
          <w:tcPr>
            <w:tcW w:w="2835" w:type="dxa"/>
            <w:tcBorders>
              <w:top w:val="single" w:sz="2" w:space="0" w:color="auto"/>
              <w:left w:val="single" w:sz="2" w:space="0" w:color="auto"/>
              <w:bottom w:val="nil"/>
              <w:right w:val="single" w:sz="2" w:space="0" w:color="auto"/>
            </w:tcBorders>
          </w:tcPr>
          <w:p w14:paraId="5D6E2143" w14:textId="77777777" w:rsidR="00CF4F5D" w:rsidRDefault="00CF4F5D" w:rsidP="00FA2BFA">
            <w:pPr>
              <w:spacing w:after="0" w:line="240" w:lineRule="auto"/>
              <w:rPr>
                <w:noProof/>
              </w:rPr>
            </w:pPr>
          </w:p>
        </w:tc>
        <w:tc>
          <w:tcPr>
            <w:tcW w:w="2890" w:type="dxa"/>
            <w:tcBorders>
              <w:top w:val="single" w:sz="2" w:space="0" w:color="auto"/>
              <w:left w:val="single" w:sz="2" w:space="0" w:color="auto"/>
              <w:bottom w:val="nil"/>
              <w:right w:val="nil"/>
            </w:tcBorders>
          </w:tcPr>
          <w:p w14:paraId="64FEE872" w14:textId="77777777" w:rsidR="00CF4F5D" w:rsidRDefault="00CF4F5D" w:rsidP="00FA2BFA">
            <w:pPr>
              <w:spacing w:after="0" w:line="240" w:lineRule="auto"/>
              <w:rPr>
                <w:noProof/>
              </w:rPr>
            </w:pPr>
          </w:p>
        </w:tc>
      </w:tr>
    </w:tbl>
    <w:p w14:paraId="7E326F62" w14:textId="77777777" w:rsidR="00CF4F5D" w:rsidRDefault="00CF4F5D" w:rsidP="00CF4F5D">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CF4F5D" w14:paraId="34B66E76" w14:textId="77777777" w:rsidTr="00FA2BFA">
        <w:trPr>
          <w:trHeight w:val="340"/>
        </w:trPr>
        <w:tc>
          <w:tcPr>
            <w:tcW w:w="4438" w:type="dxa"/>
            <w:shd w:val="clear" w:color="auto" w:fill="FFBFBF" w:themeFill="accent6" w:themeFillTint="33"/>
            <w:hideMark/>
          </w:tcPr>
          <w:p w14:paraId="6FE7F52A" w14:textId="77777777" w:rsidR="00CF4F5D" w:rsidRDefault="00CF4F5D" w:rsidP="00FA2BFA">
            <w:pPr>
              <w:spacing w:after="0" w:line="240" w:lineRule="auto"/>
              <w:rPr>
                <w:b/>
                <w:noProof/>
              </w:rPr>
            </w:pPr>
            <w:r>
              <w:rPr>
                <w:b/>
                <w:noProof/>
              </w:rPr>
              <w:t>Rozsah prací:</w:t>
            </w:r>
          </w:p>
        </w:tc>
        <w:tc>
          <w:tcPr>
            <w:tcW w:w="4264" w:type="dxa"/>
            <w:hideMark/>
          </w:tcPr>
          <w:p w14:paraId="30B5421F" w14:textId="77777777" w:rsidR="00CF4F5D" w:rsidRDefault="00CF4F5D" w:rsidP="00FA2BFA">
            <w:pPr>
              <w:spacing w:after="0" w:line="240" w:lineRule="auto"/>
              <w:rPr>
                <w:noProof/>
              </w:rPr>
            </w:pPr>
            <w:r>
              <w:rPr>
                <w:noProof/>
              </w:rPr>
              <w:t xml:space="preserve"> [dle předmětu díla/ předmětu plnění VZ]</w:t>
            </w:r>
          </w:p>
        </w:tc>
      </w:tr>
      <w:tr w:rsidR="00CF4F5D" w14:paraId="070F2C88"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5B87E7B" w14:textId="77777777" w:rsidR="00CF4F5D" w:rsidRDefault="00CF4F5D" w:rsidP="00FA2BFA">
            <w:pPr>
              <w:spacing w:after="0" w:line="240" w:lineRule="auto"/>
              <w:rPr>
                <w:b/>
                <w:noProof/>
              </w:rPr>
            </w:pPr>
            <w:r>
              <w:rPr>
                <w:b/>
                <w:noProof/>
              </w:rPr>
              <w:t>Charakter prací:</w:t>
            </w:r>
          </w:p>
          <w:p w14:paraId="21D917D1" w14:textId="77777777" w:rsidR="00CF4F5D" w:rsidRDefault="00CF4F5D" w:rsidP="00FA2BFA">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14:paraId="20736C51" w14:textId="77777777" w:rsidR="00CF4F5D" w:rsidRDefault="00CF4F5D" w:rsidP="00FA2BFA">
            <w:pPr>
              <w:spacing w:after="0" w:line="240" w:lineRule="auto"/>
              <w:rPr>
                <w:noProof/>
              </w:rPr>
            </w:pPr>
            <w:r>
              <w:rPr>
                <w:noProof/>
              </w:rPr>
              <w:t>[oprava/údržba/modernizace/rekonstrukce/novostavba]</w:t>
            </w:r>
          </w:p>
        </w:tc>
      </w:tr>
      <w:tr w:rsidR="00CF4F5D" w14:paraId="10953789"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C2C0D5C" w14:textId="77777777" w:rsidR="00CF4F5D" w:rsidRDefault="00CF4F5D" w:rsidP="00FA2BFA">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710965D9" w14:textId="77777777" w:rsidR="00CF4F5D" w:rsidRDefault="00CF4F5D" w:rsidP="00FA2BFA">
            <w:pPr>
              <w:spacing w:after="0" w:line="240" w:lineRule="auto"/>
              <w:rPr>
                <w:noProof/>
              </w:rPr>
            </w:pPr>
            <w:r>
              <w:rPr>
                <w:noProof/>
              </w:rPr>
              <w:t xml:space="preserve"> [v km, uvést jen případě, že je to relevantní vzhledem k předmětu VZ]</w:t>
            </w:r>
          </w:p>
        </w:tc>
      </w:tr>
      <w:tr w:rsidR="00CF4F5D" w14:paraId="60F5FFB8"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780466E" w14:textId="77777777" w:rsidR="00CF4F5D" w:rsidRDefault="00CF4F5D" w:rsidP="00FA2BFA">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1F1AC4A0" w14:textId="77777777" w:rsidR="00CF4F5D" w:rsidRDefault="00CF4F5D" w:rsidP="00FA2BFA">
            <w:pPr>
              <w:spacing w:after="0" w:line="240" w:lineRule="auto"/>
              <w:rPr>
                <w:noProof/>
              </w:rPr>
            </w:pPr>
            <w:r>
              <w:rPr>
                <w:noProof/>
              </w:rPr>
              <w:t xml:space="preserve"> [jednokolejné/vícekolejné, uvést jen případě, že je to relevantní vzhledem k předmětu VZ]</w:t>
            </w:r>
          </w:p>
        </w:tc>
      </w:tr>
      <w:tr w:rsidR="00CF4F5D" w14:paraId="2AFEE51F"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8602EA1" w14:textId="77777777" w:rsidR="00CF4F5D" w:rsidRDefault="00CF4F5D" w:rsidP="00FA2BFA">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7CE9A8D5" w14:textId="77777777" w:rsidR="00CF4F5D" w:rsidRDefault="00CF4F5D" w:rsidP="00FA2BFA">
            <w:pPr>
              <w:spacing w:after="0" w:line="240" w:lineRule="auto"/>
              <w:rPr>
                <w:noProof/>
              </w:rPr>
            </w:pPr>
            <w:r>
              <w:rPr>
                <w:noProof/>
              </w:rPr>
              <w:t xml:space="preserve"> [elektrifikované/neelektrifikované, uvést jen případě, že je to relevantní vzhledem k předmětu VZ]</w:t>
            </w:r>
          </w:p>
        </w:tc>
      </w:tr>
      <w:tr w:rsidR="00CF4F5D" w14:paraId="7B47C228"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FA8A5EA" w14:textId="77777777" w:rsidR="00CF4F5D" w:rsidRDefault="00CF4F5D" w:rsidP="00FA2BFA">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53F1B8B4" w14:textId="77777777" w:rsidR="00CF4F5D" w:rsidRDefault="00CF4F5D" w:rsidP="00FA2BFA">
            <w:pPr>
              <w:spacing w:after="0" w:line="240" w:lineRule="auto"/>
              <w:rPr>
                <w:noProof/>
              </w:rPr>
            </w:pPr>
            <w:r>
              <w:rPr>
                <w:noProof/>
              </w:rPr>
              <w:t xml:space="preserve"> [širé (mezistaniční úsek/ve stanici, uvést jen případě, že je to relevantní vzhledem k předmětu VZ]</w:t>
            </w:r>
          </w:p>
        </w:tc>
      </w:tr>
      <w:tr w:rsidR="00CF4F5D" w14:paraId="5DE520B7"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0AF06089" w14:textId="77777777" w:rsidR="00CF4F5D" w:rsidRDefault="00CF4F5D" w:rsidP="00FA2BFA">
            <w:pPr>
              <w:spacing w:after="0" w:line="240" w:lineRule="auto"/>
              <w:rPr>
                <w:b/>
                <w:noProof/>
              </w:rPr>
            </w:pPr>
            <w:r>
              <w:rPr>
                <w:b/>
                <w:noProof/>
              </w:rPr>
              <w:lastRenderedPageBreak/>
              <w:t>Stavební práce zahrnovaly práce na železničním svršku:</w:t>
            </w:r>
          </w:p>
          <w:p w14:paraId="42B41FBE" w14:textId="77777777" w:rsidR="00CF4F5D" w:rsidRDefault="00CF4F5D" w:rsidP="00FA2BFA">
            <w:pPr>
              <w:spacing w:after="0" w:line="240" w:lineRule="auto"/>
              <w:rPr>
                <w:b/>
                <w:noProof/>
              </w:rPr>
            </w:pPr>
          </w:p>
          <w:p w14:paraId="133289CD" w14:textId="77777777" w:rsidR="00CF4F5D" w:rsidRDefault="00CF4F5D" w:rsidP="00FA2BFA">
            <w:pPr>
              <w:spacing w:after="0" w:line="240" w:lineRule="auto"/>
              <w:rPr>
                <w:b/>
                <w:noProof/>
              </w:rPr>
            </w:pPr>
          </w:p>
          <w:p w14:paraId="14DD45C8"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7CAC800" w14:textId="77777777" w:rsidR="00CF4F5D" w:rsidRDefault="00CF4F5D" w:rsidP="00FA2BFA">
            <w:pPr>
              <w:spacing w:after="0" w:line="240" w:lineRule="auto"/>
              <w:rPr>
                <w:noProof/>
              </w:rPr>
            </w:pPr>
            <w:r>
              <w:rPr>
                <w:noProof/>
              </w:rPr>
              <w:t xml:space="preserve"> [ANO/NE, v případě ANO uvést hodnotu v Kč bez DPH a délku traťového úseku, v případě železniční stanice počet výhybek]</w:t>
            </w:r>
          </w:p>
          <w:p w14:paraId="09676046" w14:textId="77777777" w:rsidR="00CF4F5D" w:rsidRDefault="00CF4F5D" w:rsidP="00FA2BFA">
            <w:pPr>
              <w:spacing w:after="0" w:line="240" w:lineRule="auto"/>
              <w:rPr>
                <w:noProof/>
              </w:rPr>
            </w:pPr>
            <w:r>
              <w:rPr>
                <w:bCs/>
              </w:rPr>
              <w:t>[obchodní firma, finanční hodnota prací v Kč bez DPH viz pozn. č. 4]</w:t>
            </w:r>
          </w:p>
        </w:tc>
      </w:tr>
      <w:tr w:rsidR="00CF4F5D" w14:paraId="14D0210C"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A24EAAA" w14:textId="77777777" w:rsidR="00CF4F5D" w:rsidRDefault="00CF4F5D" w:rsidP="00FA2BFA">
            <w:pPr>
              <w:spacing w:after="0" w:line="240" w:lineRule="auto"/>
              <w:rPr>
                <w:b/>
                <w:noProof/>
              </w:rPr>
            </w:pPr>
            <w:r>
              <w:rPr>
                <w:b/>
                <w:noProof/>
              </w:rPr>
              <w:t>Stavební práce zahrnovaly práce na výhybkách:</w:t>
            </w:r>
          </w:p>
          <w:p w14:paraId="354B61F6"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7F9EAEB" w14:textId="77777777" w:rsidR="00CF4F5D" w:rsidRDefault="00CF4F5D" w:rsidP="00FA2BFA">
            <w:pPr>
              <w:spacing w:after="0" w:line="240" w:lineRule="auto"/>
              <w:rPr>
                <w:noProof/>
              </w:rPr>
            </w:pPr>
            <w:r>
              <w:rPr>
                <w:noProof/>
              </w:rPr>
              <w:t xml:space="preserve"> [ANO/NE, v případě ANO uvést hodnotu v Kč bez DPH a počet výhybek]</w:t>
            </w:r>
          </w:p>
          <w:p w14:paraId="39B5F6F6" w14:textId="77777777" w:rsidR="00CF4F5D" w:rsidRDefault="00CF4F5D" w:rsidP="00FA2BFA">
            <w:pPr>
              <w:spacing w:after="0" w:line="240" w:lineRule="auto"/>
              <w:rPr>
                <w:noProof/>
              </w:rPr>
            </w:pPr>
            <w:r>
              <w:rPr>
                <w:bCs/>
              </w:rPr>
              <w:t>[obchodní firma, finanční hodnota prací v Kč bez DPH a počet výhybek viz pozn. č. 4]</w:t>
            </w:r>
          </w:p>
        </w:tc>
      </w:tr>
      <w:tr w:rsidR="00CF4F5D" w14:paraId="7FB5CE49"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F908F7F" w14:textId="77777777" w:rsidR="00CF4F5D" w:rsidRDefault="00CF4F5D" w:rsidP="00FA2BFA">
            <w:pPr>
              <w:spacing w:after="0" w:line="240" w:lineRule="auto"/>
              <w:rPr>
                <w:b/>
                <w:noProof/>
              </w:rPr>
            </w:pPr>
            <w:r>
              <w:rPr>
                <w:b/>
                <w:noProof/>
              </w:rPr>
              <w:t>Stavební práce zahrnovaly práce na železničním spodku:</w:t>
            </w:r>
          </w:p>
          <w:p w14:paraId="37DDAF36"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E978DAC" w14:textId="77777777" w:rsidR="00CF4F5D" w:rsidRDefault="00CF4F5D" w:rsidP="00FA2BFA">
            <w:pPr>
              <w:spacing w:after="0" w:line="240" w:lineRule="auto"/>
              <w:rPr>
                <w:noProof/>
              </w:rPr>
            </w:pPr>
            <w:r>
              <w:rPr>
                <w:noProof/>
              </w:rPr>
              <w:t xml:space="preserve"> [ANO/NE, v případě ANO uvést hodnotu v Kč bez DPH a délku]</w:t>
            </w:r>
          </w:p>
          <w:p w14:paraId="2722DE45" w14:textId="77777777" w:rsidR="00CF4F5D" w:rsidRDefault="00CF4F5D" w:rsidP="00FA2BFA">
            <w:pPr>
              <w:spacing w:after="0" w:line="240" w:lineRule="auto"/>
              <w:rPr>
                <w:noProof/>
              </w:rPr>
            </w:pPr>
            <w:r>
              <w:rPr>
                <w:bCs/>
              </w:rPr>
              <w:t>[obchodní firma, finanční hodnota prací v Kč bez DPH viz pozn. č. 4]</w:t>
            </w:r>
          </w:p>
        </w:tc>
      </w:tr>
      <w:tr w:rsidR="00CF4F5D" w14:paraId="2428D28F"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7CB7C2D2" w14:textId="77777777" w:rsidR="00CF4F5D" w:rsidRDefault="00CF4F5D" w:rsidP="00FA2BFA">
            <w:pPr>
              <w:spacing w:after="0" w:line="240" w:lineRule="auto"/>
              <w:rPr>
                <w:b/>
                <w:noProof/>
              </w:rPr>
            </w:pPr>
            <w:r>
              <w:rPr>
                <w:b/>
                <w:noProof/>
              </w:rPr>
              <w:t>Stavební práce zahrnovaly práce na masivních mostních objektech:</w:t>
            </w:r>
          </w:p>
          <w:p w14:paraId="30B9FFAE" w14:textId="77777777" w:rsidR="00CF4F5D" w:rsidRDefault="00CF4F5D" w:rsidP="00FA2BFA">
            <w:pPr>
              <w:spacing w:after="0" w:line="240" w:lineRule="auto"/>
              <w:rPr>
                <w:b/>
                <w:noProof/>
              </w:rPr>
            </w:pPr>
          </w:p>
          <w:p w14:paraId="6A9286C2" w14:textId="77777777" w:rsidR="00CF4F5D" w:rsidRDefault="00CF4F5D" w:rsidP="00FA2BFA">
            <w:pPr>
              <w:spacing w:after="0" w:line="240" w:lineRule="auto"/>
              <w:rPr>
                <w:b/>
                <w:noProof/>
              </w:rPr>
            </w:pPr>
          </w:p>
          <w:p w14:paraId="1248A46F"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7D8F5A4" w14:textId="77777777" w:rsidR="00CF4F5D" w:rsidRDefault="00CF4F5D" w:rsidP="00FA2BFA">
            <w:pPr>
              <w:spacing w:after="0" w:line="240" w:lineRule="auto"/>
              <w:rPr>
                <w:noProof/>
              </w:rPr>
            </w:pPr>
            <w:r>
              <w:rPr>
                <w:noProof/>
              </w:rPr>
              <w:t xml:space="preserve"> [ANO/NE, v případě ANO uvést hodnotu v Kč bez DPH a délku mostního objektu/mostních objektů, případně jinou specifikaci]</w:t>
            </w:r>
          </w:p>
          <w:p w14:paraId="29545AB6" w14:textId="77777777" w:rsidR="00CF4F5D" w:rsidRDefault="00CF4F5D" w:rsidP="00FA2BFA">
            <w:pPr>
              <w:spacing w:after="0" w:line="240" w:lineRule="auto"/>
              <w:rPr>
                <w:noProof/>
              </w:rPr>
            </w:pPr>
            <w:r>
              <w:rPr>
                <w:bCs/>
              </w:rPr>
              <w:t>[obchodní firma, finanční hodnota prací v Kč bez DPH viz pozn. č. 4]</w:t>
            </w:r>
          </w:p>
        </w:tc>
      </w:tr>
      <w:tr w:rsidR="00CF4F5D" w14:paraId="07559A90"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4D2274A4" w14:textId="77777777" w:rsidR="00CF4F5D" w:rsidRDefault="00CF4F5D" w:rsidP="00FA2BFA">
            <w:pPr>
              <w:spacing w:after="0" w:line="240" w:lineRule="auto"/>
              <w:rPr>
                <w:b/>
                <w:noProof/>
              </w:rPr>
            </w:pPr>
            <w:r>
              <w:rPr>
                <w:b/>
                <w:noProof/>
              </w:rPr>
              <w:t>Stavební práce zahrnovaly práce na mostních objektech s ocelovou nosnou konstrukcí:</w:t>
            </w:r>
          </w:p>
          <w:p w14:paraId="3DE1965D" w14:textId="77777777" w:rsidR="00CF4F5D" w:rsidRDefault="00CF4F5D" w:rsidP="00FA2BFA">
            <w:pPr>
              <w:spacing w:after="0" w:line="240" w:lineRule="auto"/>
              <w:rPr>
                <w:b/>
                <w:noProof/>
              </w:rPr>
            </w:pPr>
          </w:p>
          <w:p w14:paraId="12523F03"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84805AB" w14:textId="77777777" w:rsidR="00CF4F5D" w:rsidRDefault="00CF4F5D" w:rsidP="00FA2BFA">
            <w:pPr>
              <w:spacing w:after="0" w:line="240" w:lineRule="auto"/>
              <w:rPr>
                <w:noProof/>
              </w:rPr>
            </w:pPr>
            <w:r>
              <w:rPr>
                <w:noProof/>
              </w:rPr>
              <w:t xml:space="preserve"> [ANO/NE, v případě ANO uvést hodnotu v Kč bez DPH a délku mostního objektu/mostních objektů, případně jinou specifikaci]</w:t>
            </w:r>
          </w:p>
          <w:p w14:paraId="7E0E5812" w14:textId="77777777" w:rsidR="00CF4F5D" w:rsidRDefault="00CF4F5D" w:rsidP="00FA2BFA">
            <w:pPr>
              <w:spacing w:after="0" w:line="240" w:lineRule="auto"/>
              <w:rPr>
                <w:noProof/>
              </w:rPr>
            </w:pPr>
            <w:r>
              <w:rPr>
                <w:bCs/>
              </w:rPr>
              <w:t>[obchodní firma, finanční hodnota prací v Kč bez DPH viz pozn. č. 4]</w:t>
            </w:r>
          </w:p>
        </w:tc>
      </w:tr>
      <w:tr w:rsidR="00CF4F5D" w14:paraId="2917C644"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A1728B4" w14:textId="77777777" w:rsidR="00CF4F5D" w:rsidRDefault="00CF4F5D" w:rsidP="00FA2BFA">
            <w:pPr>
              <w:spacing w:after="0" w:line="240" w:lineRule="auto"/>
              <w:rPr>
                <w:b/>
                <w:noProof/>
              </w:rPr>
            </w:pPr>
            <w:r>
              <w:rPr>
                <w:b/>
                <w:noProof/>
              </w:rPr>
              <w:t>Stavební práce zahrnovaly práce na tunelech:</w:t>
            </w:r>
          </w:p>
          <w:p w14:paraId="6581698A"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0BABF8E" w14:textId="77777777" w:rsidR="00CF4F5D" w:rsidRDefault="00CF4F5D" w:rsidP="00FA2BFA">
            <w:pPr>
              <w:spacing w:after="0" w:line="240" w:lineRule="auto"/>
              <w:rPr>
                <w:noProof/>
              </w:rPr>
            </w:pPr>
            <w:r>
              <w:rPr>
                <w:noProof/>
              </w:rPr>
              <w:t xml:space="preserve"> [ANO/NE, v případě ANO uvést délku tunelu]</w:t>
            </w:r>
          </w:p>
          <w:p w14:paraId="07537E0F" w14:textId="77777777" w:rsidR="00CF4F5D" w:rsidRDefault="00CF4F5D" w:rsidP="00FA2BFA">
            <w:pPr>
              <w:spacing w:after="0" w:line="240" w:lineRule="auto"/>
              <w:rPr>
                <w:noProof/>
              </w:rPr>
            </w:pPr>
            <w:r>
              <w:rPr>
                <w:bCs/>
              </w:rPr>
              <w:t>[obchodní firma, finanční hodnota prací v Kč bez DPH viz pozn. č. 4]</w:t>
            </w:r>
          </w:p>
        </w:tc>
      </w:tr>
      <w:tr w:rsidR="00CF4F5D" w14:paraId="0950B9D7"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01DD6C1" w14:textId="77777777" w:rsidR="00CF4F5D" w:rsidRDefault="00CF4F5D" w:rsidP="00FA2BFA">
            <w:pPr>
              <w:spacing w:after="0" w:line="240" w:lineRule="auto"/>
              <w:rPr>
                <w:b/>
                <w:noProof/>
              </w:rPr>
            </w:pPr>
            <w:r>
              <w:rPr>
                <w:b/>
                <w:noProof/>
              </w:rPr>
              <w:t>Stavební práce zahrnovaly práce na zabezpečovacím zařízení:</w:t>
            </w:r>
          </w:p>
          <w:p w14:paraId="63C4587E"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E83C451" w14:textId="77777777" w:rsidR="00CF4F5D" w:rsidRDefault="00CF4F5D" w:rsidP="00FA2BFA">
            <w:pPr>
              <w:spacing w:after="0" w:line="240" w:lineRule="auto"/>
              <w:rPr>
                <w:noProof/>
              </w:rPr>
            </w:pPr>
            <w:r>
              <w:rPr>
                <w:noProof/>
              </w:rPr>
              <w:t xml:space="preserve"> [ANO/NE, v případě ANO uvést hodnotu v Kč bez DPH a délku traťového úseku]</w:t>
            </w:r>
          </w:p>
          <w:p w14:paraId="200F62DF" w14:textId="77777777" w:rsidR="00CF4F5D" w:rsidRDefault="00CF4F5D" w:rsidP="00FA2BFA">
            <w:pPr>
              <w:spacing w:after="0" w:line="240" w:lineRule="auto"/>
              <w:rPr>
                <w:noProof/>
              </w:rPr>
            </w:pPr>
            <w:r>
              <w:rPr>
                <w:bCs/>
              </w:rPr>
              <w:t>[obchodní firma, finanční hodnota prací v Kč bez DPH viz pozn. č. 4]</w:t>
            </w:r>
          </w:p>
        </w:tc>
      </w:tr>
      <w:tr w:rsidR="00CF4F5D" w14:paraId="6BFFAAEE"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8F622C0" w14:textId="77777777" w:rsidR="00CF4F5D" w:rsidRDefault="00CF4F5D" w:rsidP="00FA2BFA">
            <w:pPr>
              <w:spacing w:after="0" w:line="240" w:lineRule="auto"/>
              <w:rPr>
                <w:b/>
                <w:noProof/>
              </w:rPr>
            </w:pPr>
            <w:r>
              <w:rPr>
                <w:b/>
                <w:noProof/>
              </w:rPr>
              <w:t>Stavební práce zahrnovaly práce na sdělovacím zařízení:</w:t>
            </w:r>
          </w:p>
          <w:p w14:paraId="15A0220E"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B4721C4" w14:textId="77777777" w:rsidR="00CF4F5D" w:rsidRDefault="00CF4F5D" w:rsidP="00FA2BFA">
            <w:pPr>
              <w:spacing w:after="0" w:line="240" w:lineRule="auto"/>
              <w:rPr>
                <w:noProof/>
              </w:rPr>
            </w:pPr>
            <w:r>
              <w:rPr>
                <w:noProof/>
              </w:rPr>
              <w:t xml:space="preserve"> [ANO/NE, v případě ANO uvést hodnotu v Kč bez DPH]</w:t>
            </w:r>
          </w:p>
          <w:p w14:paraId="32E73C43" w14:textId="77777777" w:rsidR="00CF4F5D" w:rsidRDefault="00CF4F5D" w:rsidP="00FA2BFA">
            <w:pPr>
              <w:spacing w:after="0" w:line="240" w:lineRule="auto"/>
              <w:rPr>
                <w:noProof/>
              </w:rPr>
            </w:pPr>
            <w:r>
              <w:rPr>
                <w:bCs/>
              </w:rPr>
              <w:t>[obchodní firma, finanční hodnota prací v Kč bez DPH viz pozn. č. 4]</w:t>
            </w:r>
          </w:p>
        </w:tc>
      </w:tr>
      <w:tr w:rsidR="00CF4F5D" w14:paraId="0BFE8A91"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4A4D6F6F" w14:textId="77777777" w:rsidR="00CF4F5D" w:rsidRDefault="00CF4F5D" w:rsidP="00FA2BFA">
            <w:pPr>
              <w:spacing w:after="0" w:line="240" w:lineRule="auto"/>
              <w:rPr>
                <w:b/>
                <w:noProof/>
              </w:rPr>
            </w:pPr>
            <w:r>
              <w:rPr>
                <w:b/>
                <w:noProof/>
              </w:rPr>
              <w:t>Stavební práce zahrnovaly práce na energetickém a elektrotechnickém zařízení:</w:t>
            </w:r>
          </w:p>
          <w:p w14:paraId="17B8E2A6" w14:textId="77777777" w:rsidR="00CF4F5D" w:rsidRDefault="00CF4F5D" w:rsidP="00FA2BFA">
            <w:pPr>
              <w:spacing w:after="0" w:line="240" w:lineRule="auto"/>
              <w:rPr>
                <w:b/>
                <w:noProof/>
              </w:rPr>
            </w:pPr>
          </w:p>
          <w:p w14:paraId="2ADBAE4E" w14:textId="77777777" w:rsidR="00CF4F5D" w:rsidRDefault="00CF4F5D" w:rsidP="00FA2BFA">
            <w:pPr>
              <w:spacing w:after="0" w:line="240" w:lineRule="auto"/>
              <w:rPr>
                <w:b/>
                <w:noProof/>
              </w:rPr>
            </w:pPr>
          </w:p>
          <w:p w14:paraId="48BAC26C"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FC18C24" w14:textId="77777777" w:rsidR="00CF4F5D" w:rsidRDefault="00CF4F5D" w:rsidP="00FA2BFA">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14:paraId="7F2A11EC" w14:textId="77777777" w:rsidR="00CF4F5D" w:rsidRDefault="00CF4F5D" w:rsidP="00FA2BFA">
            <w:pPr>
              <w:spacing w:after="0" w:line="240" w:lineRule="auto"/>
              <w:rPr>
                <w:noProof/>
              </w:rPr>
            </w:pPr>
            <w:r>
              <w:rPr>
                <w:bCs/>
              </w:rPr>
              <w:t>[obchodní firma, finanční hodnota prací v Kč bez DPH viz pozn. č. 4]</w:t>
            </w:r>
          </w:p>
        </w:tc>
      </w:tr>
      <w:tr w:rsidR="00CF4F5D" w14:paraId="498CC2C9"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F168BA8" w14:textId="77777777" w:rsidR="00CF4F5D" w:rsidRDefault="00CF4F5D" w:rsidP="00FA2BFA">
            <w:pPr>
              <w:spacing w:after="0" w:line="240" w:lineRule="auto"/>
              <w:rPr>
                <w:b/>
                <w:noProof/>
              </w:rPr>
            </w:pPr>
            <w:r>
              <w:rPr>
                <w:b/>
                <w:noProof/>
              </w:rPr>
              <w:t>Stavební práce zahrnovaly práce na budovách:</w:t>
            </w:r>
          </w:p>
          <w:p w14:paraId="5EF88199" w14:textId="77777777" w:rsidR="00CF4F5D" w:rsidRDefault="00CF4F5D" w:rsidP="00FA2BFA">
            <w:pPr>
              <w:spacing w:after="0" w:line="240" w:lineRule="auto"/>
              <w:rPr>
                <w:b/>
                <w:noProof/>
              </w:rPr>
            </w:pPr>
          </w:p>
          <w:p w14:paraId="7E90B50D" w14:textId="77777777" w:rsidR="00CF4F5D" w:rsidRDefault="00CF4F5D" w:rsidP="00FA2BFA">
            <w:pPr>
              <w:spacing w:after="0" w:line="240" w:lineRule="auto"/>
              <w:rPr>
                <w:b/>
                <w:noProof/>
              </w:rPr>
            </w:pPr>
          </w:p>
          <w:p w14:paraId="107EB833"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86D3565" w14:textId="77777777" w:rsidR="00CF4F5D" w:rsidRDefault="00CF4F5D" w:rsidP="00FA2BFA">
            <w:pPr>
              <w:spacing w:after="0" w:line="240" w:lineRule="auto"/>
              <w:rPr>
                <w:noProof/>
              </w:rPr>
            </w:pPr>
            <w:r>
              <w:rPr>
                <w:noProof/>
              </w:rPr>
              <w:t xml:space="preserve"> [ANO/NE, v případě ANO uvést hodnotu v Kč bez DPH a typ objektu - budova osobního nádraží, technologická budova, stavba s památkovou ochranou apod.]</w:t>
            </w:r>
          </w:p>
          <w:p w14:paraId="40A65EB9" w14:textId="77777777" w:rsidR="00CF4F5D" w:rsidRDefault="00CF4F5D" w:rsidP="00FA2BFA">
            <w:pPr>
              <w:spacing w:after="0" w:line="240" w:lineRule="auto"/>
              <w:rPr>
                <w:noProof/>
              </w:rPr>
            </w:pPr>
            <w:r>
              <w:rPr>
                <w:bCs/>
              </w:rPr>
              <w:t>[obchodní firma, finanční hodnota prací v Kč bez DPH viz pozn. č. 4]</w:t>
            </w:r>
          </w:p>
        </w:tc>
      </w:tr>
      <w:tr w:rsidR="00CF4F5D" w14:paraId="629E0F06" w14:textId="77777777" w:rsidTr="00FA2BFA">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8198238" w14:textId="77777777" w:rsidR="00CF4F5D" w:rsidRDefault="00CF4F5D" w:rsidP="00FA2BFA">
            <w:pPr>
              <w:spacing w:after="0" w:line="240" w:lineRule="auto"/>
              <w:rPr>
                <w:b/>
                <w:noProof/>
              </w:rPr>
            </w:pPr>
            <w:r>
              <w:rPr>
                <w:b/>
                <w:noProof/>
              </w:rPr>
              <w:t>Stavební práce zahrnovaly práce a údržbu na skalních masivech:</w:t>
            </w:r>
          </w:p>
          <w:p w14:paraId="45A57915" w14:textId="77777777" w:rsidR="00CF4F5D" w:rsidRDefault="00CF4F5D" w:rsidP="00FA2BFA">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14:paraId="7822F331" w14:textId="77777777" w:rsidR="00CF4F5D" w:rsidRDefault="00CF4F5D" w:rsidP="00FA2BFA">
            <w:pPr>
              <w:spacing w:after="0" w:line="240" w:lineRule="auto"/>
              <w:rPr>
                <w:noProof/>
              </w:rPr>
            </w:pPr>
            <w:r>
              <w:rPr>
                <w:noProof/>
              </w:rPr>
              <w:t xml:space="preserve"> [ANO/NE, v případě ANO uvést hodnotu v Kč bez DPH]</w:t>
            </w:r>
          </w:p>
          <w:p w14:paraId="6FD89376" w14:textId="77777777" w:rsidR="00CF4F5D" w:rsidRDefault="00CF4F5D" w:rsidP="00FA2BFA">
            <w:pPr>
              <w:spacing w:after="0" w:line="240" w:lineRule="auto"/>
              <w:rPr>
                <w:noProof/>
              </w:rPr>
            </w:pPr>
            <w:r>
              <w:rPr>
                <w:bCs/>
              </w:rPr>
              <w:lastRenderedPageBreak/>
              <w:t>[obchodní firma, finanční hodnota prací v Kč bez DPH viz pozn. č. 4]</w:t>
            </w:r>
          </w:p>
        </w:tc>
      </w:tr>
    </w:tbl>
    <w:p w14:paraId="64B34E71" w14:textId="77777777" w:rsidR="00CF4F5D" w:rsidRDefault="00CF4F5D" w:rsidP="00CF4F5D">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CF4F5D" w14:paraId="4DC2CCE9" w14:textId="77777777" w:rsidTr="00FA2BFA">
        <w:trPr>
          <w:trHeight w:val="340"/>
        </w:trPr>
        <w:tc>
          <w:tcPr>
            <w:tcW w:w="4438" w:type="dxa"/>
            <w:shd w:val="clear" w:color="auto" w:fill="FFBFBF" w:themeFill="accent6" w:themeFillTint="33"/>
            <w:hideMark/>
          </w:tcPr>
          <w:p w14:paraId="4DD52928" w14:textId="77777777" w:rsidR="00CF4F5D" w:rsidRDefault="00CF4F5D" w:rsidP="00FA2BFA">
            <w:pPr>
              <w:spacing w:after="0" w:line="240" w:lineRule="auto"/>
              <w:rPr>
                <w:b/>
                <w:noProof/>
              </w:rPr>
            </w:pPr>
            <w:r>
              <w:rPr>
                <w:b/>
                <w:noProof/>
              </w:rPr>
              <w:t>SOD obsahovala vyhrazené plnění realizované vlastní kapacitou:</w:t>
            </w:r>
          </w:p>
        </w:tc>
        <w:tc>
          <w:tcPr>
            <w:tcW w:w="4264" w:type="dxa"/>
            <w:hideMark/>
          </w:tcPr>
          <w:p w14:paraId="0598B0C9" w14:textId="77777777" w:rsidR="00CF4F5D" w:rsidRDefault="00CF4F5D" w:rsidP="00FA2BFA">
            <w:pPr>
              <w:spacing w:after="0" w:line="240" w:lineRule="auto"/>
              <w:rPr>
                <w:noProof/>
              </w:rPr>
            </w:pPr>
            <w:r>
              <w:rPr>
                <w:noProof/>
              </w:rPr>
              <w:t xml:space="preserve"> [ANO/NE, v případě ANO uvést níže uvedené podrobnosti]</w:t>
            </w:r>
          </w:p>
        </w:tc>
      </w:tr>
      <w:tr w:rsidR="00CF4F5D" w14:paraId="100ACC45"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53BE1D5" w14:textId="77777777" w:rsidR="00CF4F5D" w:rsidRDefault="00CF4F5D" w:rsidP="00FA2BFA">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25538465" w14:textId="77777777" w:rsidR="00CF4F5D" w:rsidRDefault="00CF4F5D" w:rsidP="00FA2BFA">
            <w:pPr>
              <w:spacing w:after="0" w:line="240" w:lineRule="auto"/>
              <w:rPr>
                <w:noProof/>
              </w:rPr>
            </w:pPr>
            <w:r>
              <w:rPr>
                <w:noProof/>
              </w:rPr>
              <w:t xml:space="preserve"> [označení dle čísel a názvů jednotlivých PS a SO]</w:t>
            </w:r>
          </w:p>
        </w:tc>
      </w:tr>
      <w:tr w:rsidR="00CF4F5D" w14:paraId="161E8C1F"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94B21AD" w14:textId="77777777" w:rsidR="00CF4F5D" w:rsidRDefault="00CF4F5D" w:rsidP="00FA2BFA">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22579C94" w14:textId="77777777" w:rsidR="00CF4F5D" w:rsidRDefault="00CF4F5D" w:rsidP="00FA2BFA">
            <w:pPr>
              <w:spacing w:after="0" w:line="240" w:lineRule="auto"/>
              <w:rPr>
                <w:noProof/>
              </w:rPr>
            </w:pPr>
          </w:p>
        </w:tc>
      </w:tr>
      <w:tr w:rsidR="00CF4F5D" w14:paraId="43BFBAC5" w14:textId="77777777" w:rsidTr="00FA2BFA">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2CF23723" w14:textId="77777777" w:rsidR="00CF4F5D" w:rsidRDefault="00CF4F5D" w:rsidP="00FA2BFA">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14:paraId="633A0431" w14:textId="77777777" w:rsidR="00CF4F5D" w:rsidRDefault="00CF4F5D" w:rsidP="00FA2BFA">
            <w:pPr>
              <w:spacing w:after="0" w:line="240" w:lineRule="auto"/>
              <w:rPr>
                <w:noProof/>
              </w:rPr>
            </w:pPr>
          </w:p>
        </w:tc>
      </w:tr>
    </w:tbl>
    <w:p w14:paraId="2D6CF1C8" w14:textId="77777777" w:rsidR="00CF4F5D" w:rsidRDefault="00CF4F5D" w:rsidP="00CF4F5D">
      <w:pPr>
        <w:spacing w:after="0"/>
        <w:rPr>
          <w:rFonts w:asciiTheme="minorHAnsi" w:hAnsiTheme="minorHAnsi"/>
          <w:noProof/>
        </w:rPr>
      </w:pPr>
    </w:p>
    <w:p w14:paraId="478453CE" w14:textId="77777777" w:rsidR="00CF4F5D" w:rsidRDefault="00CF4F5D" w:rsidP="00CF4F5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CF4F5D" w14:paraId="532F20D1" w14:textId="77777777" w:rsidTr="00FA2BFA">
        <w:tc>
          <w:tcPr>
            <w:tcW w:w="2900" w:type="dxa"/>
            <w:shd w:val="clear" w:color="auto" w:fill="FFBFBF" w:themeFill="accent6" w:themeFillTint="33"/>
          </w:tcPr>
          <w:p w14:paraId="3A8FF0FC" w14:textId="77777777" w:rsidR="00CF4F5D" w:rsidRDefault="00CF4F5D" w:rsidP="00FA2BFA">
            <w:pPr>
              <w:spacing w:after="0" w:line="240" w:lineRule="auto"/>
              <w:rPr>
                <w:noProof/>
              </w:rPr>
            </w:pPr>
          </w:p>
        </w:tc>
        <w:tc>
          <w:tcPr>
            <w:tcW w:w="2901" w:type="dxa"/>
            <w:shd w:val="clear" w:color="auto" w:fill="FFBFBF" w:themeFill="accent6" w:themeFillTint="33"/>
            <w:hideMark/>
          </w:tcPr>
          <w:p w14:paraId="3F1CC3A5" w14:textId="77777777" w:rsidR="00CF4F5D" w:rsidRDefault="00CF4F5D" w:rsidP="00FA2BFA">
            <w:pPr>
              <w:spacing w:after="0" w:line="240" w:lineRule="auto"/>
              <w:rPr>
                <w:b/>
                <w:noProof/>
              </w:rPr>
            </w:pPr>
            <w:r>
              <w:rPr>
                <w:b/>
                <w:noProof/>
              </w:rPr>
              <w:t>Obchodní firma</w:t>
            </w:r>
          </w:p>
        </w:tc>
        <w:tc>
          <w:tcPr>
            <w:tcW w:w="2901" w:type="dxa"/>
            <w:shd w:val="clear" w:color="auto" w:fill="FFBFBF" w:themeFill="accent6" w:themeFillTint="33"/>
            <w:hideMark/>
          </w:tcPr>
          <w:p w14:paraId="4D8A7173" w14:textId="77777777" w:rsidR="00CF4F5D" w:rsidRDefault="00CF4F5D" w:rsidP="00FA2BFA">
            <w:pPr>
              <w:spacing w:after="0" w:line="240" w:lineRule="auto"/>
              <w:rPr>
                <w:b/>
                <w:noProof/>
              </w:rPr>
            </w:pPr>
            <w:r>
              <w:rPr>
                <w:b/>
                <w:noProof/>
              </w:rPr>
              <w:t>Hodnota prováděných prací v Kč bez DPH</w:t>
            </w:r>
          </w:p>
        </w:tc>
      </w:tr>
      <w:tr w:rsidR="00CF4F5D" w14:paraId="5468F2D5" w14:textId="77777777" w:rsidTr="00FA2BFA">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520ADC2C" w14:textId="77777777" w:rsidR="00CF4F5D" w:rsidRDefault="00CF4F5D" w:rsidP="00FA2BFA">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05AD738E" w14:textId="77777777" w:rsidR="00CF4F5D" w:rsidRDefault="00CF4F5D" w:rsidP="00FA2BFA">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6A36D3D1" w14:textId="77777777" w:rsidR="00CF4F5D" w:rsidRDefault="00CF4F5D" w:rsidP="00FA2BFA">
            <w:pPr>
              <w:spacing w:after="0" w:line="240" w:lineRule="auto"/>
              <w:rPr>
                <w:noProof/>
              </w:rPr>
            </w:pPr>
          </w:p>
        </w:tc>
      </w:tr>
      <w:tr w:rsidR="00CF4F5D" w14:paraId="661D4EA4" w14:textId="77777777" w:rsidTr="00FA2BFA">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5938C386" w14:textId="77777777" w:rsidR="00CF4F5D" w:rsidRDefault="00CF4F5D" w:rsidP="00FA2BFA">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71B1C5F7" w14:textId="77777777" w:rsidR="00CF4F5D" w:rsidRDefault="00CF4F5D" w:rsidP="00FA2BFA">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4C049036" w14:textId="77777777" w:rsidR="00CF4F5D" w:rsidRDefault="00CF4F5D" w:rsidP="00FA2BFA">
            <w:pPr>
              <w:spacing w:after="0" w:line="240" w:lineRule="auto"/>
              <w:rPr>
                <w:noProof/>
              </w:rPr>
            </w:pPr>
          </w:p>
        </w:tc>
      </w:tr>
      <w:tr w:rsidR="00CF4F5D" w14:paraId="3340E329" w14:textId="77777777" w:rsidTr="00FA2BFA">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0D5EE06B" w14:textId="77777777" w:rsidR="00CF4F5D" w:rsidRDefault="00CF4F5D" w:rsidP="00FA2BFA">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0BD41F7F" w14:textId="77777777" w:rsidR="00CF4F5D" w:rsidRDefault="00CF4F5D" w:rsidP="00FA2BFA">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63C90E92" w14:textId="77777777" w:rsidR="00CF4F5D" w:rsidRDefault="00CF4F5D" w:rsidP="00FA2BFA">
            <w:pPr>
              <w:spacing w:after="0" w:line="240" w:lineRule="auto"/>
              <w:rPr>
                <w:noProof/>
              </w:rPr>
            </w:pPr>
          </w:p>
        </w:tc>
      </w:tr>
      <w:tr w:rsidR="00CF4F5D" w14:paraId="0236A36E" w14:textId="77777777" w:rsidTr="00FA2BFA">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5B5779DA" w14:textId="77777777" w:rsidR="00CF4F5D" w:rsidRDefault="00CF4F5D" w:rsidP="00FA2BFA">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5EA97DB" w14:textId="77777777" w:rsidR="00CF4F5D" w:rsidRDefault="00CF4F5D" w:rsidP="00FA2BFA">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53D08978" w14:textId="77777777" w:rsidR="00CF4F5D" w:rsidRDefault="00CF4F5D" w:rsidP="00FA2BFA">
            <w:pPr>
              <w:spacing w:after="0" w:line="240" w:lineRule="auto"/>
              <w:rPr>
                <w:noProof/>
              </w:rPr>
            </w:pPr>
          </w:p>
        </w:tc>
      </w:tr>
      <w:tr w:rsidR="00CF4F5D" w14:paraId="1327A719" w14:textId="77777777" w:rsidTr="00FA2BFA">
        <w:tc>
          <w:tcPr>
            <w:tcW w:w="2900" w:type="dxa"/>
            <w:tcBorders>
              <w:top w:val="single" w:sz="2" w:space="0" w:color="auto"/>
              <w:left w:val="nil"/>
              <w:bottom w:val="nil"/>
              <w:right w:val="single" w:sz="2" w:space="0" w:color="auto"/>
            </w:tcBorders>
            <w:shd w:val="clear" w:color="auto" w:fill="FFBFBF" w:themeFill="accent6" w:themeFillTint="33"/>
            <w:hideMark/>
          </w:tcPr>
          <w:p w14:paraId="0528567B" w14:textId="77777777" w:rsidR="00CF4F5D" w:rsidRDefault="00CF4F5D" w:rsidP="00FA2BFA">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778A63E8" w14:textId="77777777" w:rsidR="00CF4F5D" w:rsidRDefault="00CF4F5D" w:rsidP="00FA2BFA">
            <w:pPr>
              <w:spacing w:after="0" w:line="240" w:lineRule="auto"/>
              <w:jc w:val="right"/>
              <w:rPr>
                <w:noProof/>
              </w:rPr>
            </w:pPr>
            <w:r>
              <w:rPr>
                <w:b/>
                <w:noProof/>
              </w:rPr>
              <w:fldChar w:fldCharType="begin">
                <w:ffData>
                  <w:name w:val="Text10"/>
                  <w:enabled/>
                  <w:calcOnExit w:val="0"/>
                  <w:textInput>
                    <w:default w:val="xxx"/>
                  </w:textInput>
                </w:ffData>
              </w:fldChar>
            </w:r>
            <w:bookmarkStart w:id="2"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2"/>
            <w:r>
              <w:rPr>
                <w:b/>
                <w:noProof/>
              </w:rPr>
              <w:t xml:space="preserve"> </w:t>
            </w:r>
            <w:r>
              <w:rPr>
                <w:noProof/>
                <w:vanish/>
              </w:rPr>
              <w:t>(vyplnit pouze v případě, kdy se jedná o společnost)</w:t>
            </w:r>
          </w:p>
        </w:tc>
      </w:tr>
    </w:tbl>
    <w:p w14:paraId="73421CF5" w14:textId="77777777" w:rsidR="00CF4F5D" w:rsidRDefault="00CF4F5D" w:rsidP="00CF4F5D">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CF4F5D" w14:paraId="340FC583" w14:textId="77777777" w:rsidTr="00FA2BFA">
        <w:trPr>
          <w:trHeight w:val="340"/>
        </w:trPr>
        <w:tc>
          <w:tcPr>
            <w:tcW w:w="4438" w:type="dxa"/>
            <w:shd w:val="clear" w:color="auto" w:fill="FFBFBF" w:themeFill="accent6" w:themeFillTint="33"/>
            <w:hideMark/>
          </w:tcPr>
          <w:p w14:paraId="4A5DC9A8" w14:textId="77777777" w:rsidR="00CF4F5D" w:rsidRDefault="00CF4F5D" w:rsidP="00FA2BFA">
            <w:pPr>
              <w:spacing w:after="0" w:line="240" w:lineRule="auto"/>
              <w:rPr>
                <w:b/>
                <w:noProof/>
              </w:rPr>
            </w:pPr>
            <w:r>
              <w:rPr>
                <w:b/>
                <w:noProof/>
              </w:rPr>
              <w:t>Hodnocení objednatele:</w:t>
            </w:r>
          </w:p>
        </w:tc>
        <w:tc>
          <w:tcPr>
            <w:tcW w:w="4264" w:type="dxa"/>
            <w:hideMark/>
          </w:tcPr>
          <w:p w14:paraId="0B0E062E" w14:textId="77777777" w:rsidR="00CF4F5D" w:rsidRDefault="00CF4F5D" w:rsidP="00FA2BFA">
            <w:pPr>
              <w:spacing w:after="0" w:line="240" w:lineRule="auto"/>
              <w:rPr>
                <w:b/>
                <w:noProof/>
              </w:rPr>
            </w:pPr>
            <w:r>
              <w:rPr>
                <w:noProof/>
              </w:rPr>
              <w:t>Správa železnic osvědčuje, že stavební práce uvedené v tomto osvědčení byly řádně poskytnuty a dokončeny.</w:t>
            </w:r>
          </w:p>
        </w:tc>
      </w:tr>
      <w:tr w:rsidR="00CF4F5D" w14:paraId="7599A18A" w14:textId="77777777" w:rsidTr="00FA2BFA">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5C191246" w14:textId="77777777" w:rsidR="00CF4F5D" w:rsidRDefault="00CF4F5D" w:rsidP="00FA2BFA">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14:paraId="48DEDF8C" w14:textId="77777777" w:rsidR="00CF4F5D" w:rsidRDefault="00CF4F5D" w:rsidP="00FA2BFA">
            <w:pPr>
              <w:spacing w:after="0" w:line="240" w:lineRule="auto"/>
              <w:rPr>
                <w:noProof/>
              </w:rPr>
            </w:pPr>
            <w:r>
              <w:rPr>
                <w:noProof/>
              </w:rPr>
              <w:t>[jméno, příjmení]</w:t>
            </w:r>
          </w:p>
          <w:p w14:paraId="2932C8B7" w14:textId="77777777" w:rsidR="00CF4F5D" w:rsidRDefault="00CF4F5D" w:rsidP="00FA2BFA">
            <w:pPr>
              <w:spacing w:after="0" w:line="240" w:lineRule="auto"/>
              <w:rPr>
                <w:noProof/>
              </w:rPr>
            </w:pPr>
            <w:r>
              <w:rPr>
                <w:noProof/>
              </w:rPr>
              <w:t>[funkce, odborná správa]</w:t>
            </w:r>
          </w:p>
          <w:p w14:paraId="1C4AD991" w14:textId="77777777" w:rsidR="00CF4F5D" w:rsidRDefault="00CF4F5D" w:rsidP="00FA2BFA">
            <w:pPr>
              <w:spacing w:after="0" w:line="240" w:lineRule="auto"/>
              <w:rPr>
                <w:noProof/>
              </w:rPr>
            </w:pPr>
            <w:r>
              <w:rPr>
                <w:noProof/>
              </w:rPr>
              <w:t xml:space="preserve">tel: </w:t>
            </w:r>
          </w:p>
          <w:p w14:paraId="7E895548" w14:textId="77777777" w:rsidR="00CF4F5D" w:rsidRDefault="00CF4F5D" w:rsidP="00FA2BFA">
            <w:pPr>
              <w:spacing w:after="0" w:line="240" w:lineRule="auto"/>
              <w:rPr>
                <w:noProof/>
              </w:rPr>
            </w:pPr>
            <w:r>
              <w:rPr>
                <w:noProof/>
              </w:rPr>
              <w:t xml:space="preserve">e-mail: </w:t>
            </w:r>
          </w:p>
        </w:tc>
      </w:tr>
    </w:tbl>
    <w:p w14:paraId="21D72B0A" w14:textId="77777777" w:rsidR="00CF4F5D" w:rsidRDefault="00CF4F5D" w:rsidP="00CF4F5D">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CF4F5D" w14:paraId="3A336D5C" w14:textId="77777777" w:rsidTr="00FA2BFA">
        <w:trPr>
          <w:trHeight w:val="340"/>
        </w:trPr>
        <w:tc>
          <w:tcPr>
            <w:tcW w:w="4438" w:type="dxa"/>
            <w:shd w:val="clear" w:color="auto" w:fill="FFBFBF" w:themeFill="accent6" w:themeFillTint="33"/>
            <w:hideMark/>
          </w:tcPr>
          <w:p w14:paraId="569AD481" w14:textId="77777777" w:rsidR="00CF4F5D" w:rsidRDefault="00CF4F5D" w:rsidP="00FA2BFA">
            <w:pPr>
              <w:spacing w:after="0" w:line="240" w:lineRule="auto"/>
              <w:rPr>
                <w:b/>
                <w:noProof/>
              </w:rPr>
            </w:pPr>
            <w:r>
              <w:rPr>
                <w:b/>
                <w:noProof/>
              </w:rPr>
              <w:t>Jméno a přijmení vystavitele:</w:t>
            </w:r>
          </w:p>
        </w:tc>
        <w:tc>
          <w:tcPr>
            <w:tcW w:w="4264" w:type="dxa"/>
          </w:tcPr>
          <w:p w14:paraId="0CD749B5" w14:textId="77777777" w:rsidR="00CF4F5D" w:rsidRDefault="00CF4F5D" w:rsidP="00FA2BFA">
            <w:pPr>
              <w:spacing w:after="0" w:line="240" w:lineRule="auto"/>
              <w:rPr>
                <w:noProof/>
              </w:rPr>
            </w:pPr>
          </w:p>
        </w:tc>
      </w:tr>
      <w:tr w:rsidR="00CF4F5D" w14:paraId="34CD65EF" w14:textId="77777777" w:rsidTr="00FA2BFA">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1F73CA2" w14:textId="77777777" w:rsidR="00CF4F5D" w:rsidRDefault="00CF4F5D" w:rsidP="00FA2BFA">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14:paraId="64DE075D" w14:textId="77777777" w:rsidR="00CF4F5D" w:rsidRDefault="00CF4F5D" w:rsidP="00FA2BFA">
            <w:pPr>
              <w:spacing w:after="0" w:line="240" w:lineRule="auto"/>
              <w:rPr>
                <w:noProof/>
              </w:rPr>
            </w:pPr>
          </w:p>
        </w:tc>
      </w:tr>
      <w:tr w:rsidR="00CF4F5D" w14:paraId="02094191" w14:textId="77777777" w:rsidTr="00FA2BFA">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46CC51EC" w14:textId="77777777" w:rsidR="00CF4F5D" w:rsidRDefault="00CF4F5D" w:rsidP="00FA2BFA">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14:paraId="276FAB3E" w14:textId="77777777" w:rsidR="00CF4F5D" w:rsidRDefault="00CF4F5D" w:rsidP="00FA2BFA">
            <w:pPr>
              <w:spacing w:after="0" w:line="240" w:lineRule="auto"/>
              <w:rPr>
                <w:noProof/>
              </w:rPr>
            </w:pPr>
          </w:p>
        </w:tc>
      </w:tr>
    </w:tbl>
    <w:p w14:paraId="38251B90" w14:textId="77777777" w:rsidR="00CF4F5D" w:rsidRDefault="00CF4F5D" w:rsidP="00CF4F5D">
      <w:pPr>
        <w:rPr>
          <w:rFonts w:asciiTheme="minorHAnsi" w:hAnsiTheme="minorHAnsi"/>
          <w:sz w:val="18"/>
          <w:szCs w:val="18"/>
        </w:rPr>
      </w:pPr>
    </w:p>
    <w:p w14:paraId="029F2C86" w14:textId="77777777" w:rsidR="00CF4F5D" w:rsidRDefault="00CF4F5D" w:rsidP="00CF4F5D">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F7BC68E" w14:textId="77777777" w:rsidR="00CF4F5D" w:rsidRDefault="00CF4F5D" w:rsidP="00CF4F5D">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Pr>
          <w:rFonts w:eastAsia="Times New Roman"/>
          <w:bCs/>
          <w:i/>
        </w:rPr>
        <w:t>Tzn.</w:t>
      </w:r>
      <w:proofErr w:type="gramEnd"/>
      <w:r>
        <w:rPr>
          <w:rFonts w:eastAsia="Times New Roman"/>
          <w:bCs/>
          <w:i/>
        </w:rPr>
        <w:t xml:space="preserve"> Osvědčení se </w:t>
      </w:r>
      <w:proofErr w:type="gramStart"/>
      <w:r>
        <w:rPr>
          <w:rFonts w:eastAsia="Times New Roman"/>
          <w:bCs/>
          <w:i/>
        </w:rPr>
        <w:t>nevyhotovuje</w:t>
      </w:r>
      <w:proofErr w:type="gramEnd"/>
      <w:r>
        <w:rPr>
          <w:rFonts w:eastAsia="Times New Roman"/>
          <w:bCs/>
          <w:i/>
        </w:rPr>
        <w:t xml:space="preserve"> pro každého ze zhotovitelů/společníků/poddodavatelů zvlášť.</w:t>
      </w:r>
    </w:p>
    <w:p w14:paraId="3A7D0011" w14:textId="77777777" w:rsidR="00CF4F5D" w:rsidRDefault="00CF4F5D" w:rsidP="00CF4F5D">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68786BC8" w14:textId="77777777" w:rsidR="00CF4F5D" w:rsidRDefault="00CF4F5D" w:rsidP="00CF4F5D">
      <w:pPr>
        <w:spacing w:after="60"/>
        <w:jc w:val="both"/>
        <w:outlineLvl w:val="3"/>
      </w:pPr>
      <w:r>
        <w:rPr>
          <w:b/>
          <w:bCs/>
          <w:i/>
        </w:rPr>
        <w:t>Poznámka 4:</w:t>
      </w:r>
      <w:r>
        <w:rPr>
          <w:bCs/>
          <w:i/>
        </w:rPr>
        <w:t xml:space="preserve"> V případě, že se na realizaci uvedených prací podílelo vícero společníků, jednotlivé údaje se vyplní pro každého společníka zvlášť. V případě, že zhotovitel </w:t>
      </w:r>
      <w:proofErr w:type="gramStart"/>
      <w:r>
        <w:rPr>
          <w:bCs/>
          <w:i/>
        </w:rPr>
        <w:t>realizoval</w:t>
      </w:r>
      <w:proofErr w:type="gramEnd"/>
      <w:r>
        <w:rPr>
          <w:bCs/>
          <w:i/>
        </w:rPr>
        <w:t xml:space="preserve"> předmět zakázky samostatně pole </w:t>
      </w:r>
      <w:proofErr w:type="gramStart"/>
      <w:r>
        <w:rPr>
          <w:bCs/>
          <w:i/>
        </w:rPr>
        <w:t>zůstane</w:t>
      </w:r>
      <w:proofErr w:type="gramEnd"/>
      <w:r>
        <w:rPr>
          <w:bCs/>
          <w:i/>
        </w:rPr>
        <w:t xml:space="preserve"> prázdné. </w:t>
      </w:r>
    </w:p>
    <w:p w14:paraId="6ECBCF2A" w14:textId="77777777" w:rsidR="00CF4F5D" w:rsidRDefault="00CF4F5D" w:rsidP="00CF4F5D">
      <w:pPr>
        <w:pStyle w:val="Textbezodsazen"/>
      </w:pPr>
    </w:p>
    <w:p w14:paraId="1BD77399" w14:textId="77777777" w:rsidR="00CF4F5D" w:rsidRPr="002D7AA5" w:rsidRDefault="00CF4F5D" w:rsidP="00CF4F5D">
      <w:pPr>
        <w:pStyle w:val="Textbezodsazen"/>
        <w:rPr>
          <w:b/>
        </w:rPr>
      </w:pPr>
    </w:p>
    <w:p w14:paraId="337A7971" w14:textId="77777777" w:rsidR="00CF4F5D" w:rsidRPr="00651F0E" w:rsidRDefault="00CF4F5D" w:rsidP="00CF4F5D">
      <w:pPr>
        <w:keepNext/>
        <w:spacing w:after="60"/>
        <w:outlineLvl w:val="3"/>
        <w:rPr>
          <w:rFonts w:eastAsia="Times New Roman"/>
          <w:bCs/>
        </w:rPr>
      </w:pPr>
      <w:proofErr w:type="gramStart"/>
      <w:r w:rsidRPr="00651F0E">
        <w:rPr>
          <w:rFonts w:eastAsia="Times New Roman"/>
          <w:bCs/>
        </w:rPr>
        <w:lastRenderedPageBreak/>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CF4F5D" w:rsidRPr="009B2848" w14:paraId="6E62AB02" w14:textId="77777777" w:rsidTr="00FA2BFA">
        <w:tc>
          <w:tcPr>
            <w:tcW w:w="2554" w:type="pct"/>
            <w:shd w:val="clear" w:color="auto" w:fill="FFBFBF" w:themeFill="accent6" w:themeFillTint="33"/>
            <w:vAlign w:val="center"/>
          </w:tcPr>
          <w:p w14:paraId="7C91BB1D"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DC44A48" w14:textId="77777777" w:rsidR="00CF4F5D" w:rsidRPr="0080375F" w:rsidRDefault="00CF4F5D" w:rsidP="00FA2BFA">
            <w:pPr>
              <w:keepNext/>
              <w:spacing w:after="60"/>
              <w:jc w:val="center"/>
              <w:outlineLvl w:val="3"/>
              <w:rPr>
                <w:rFonts w:eastAsia="Times New Roman"/>
                <w:bCs/>
              </w:rPr>
            </w:pPr>
          </w:p>
        </w:tc>
      </w:tr>
      <w:tr w:rsidR="00CF4F5D" w:rsidRPr="009B2848" w14:paraId="27821F83" w14:textId="77777777" w:rsidTr="00FA2BFA">
        <w:tc>
          <w:tcPr>
            <w:tcW w:w="2554" w:type="pct"/>
            <w:shd w:val="clear" w:color="auto" w:fill="FFBFBF" w:themeFill="accent6" w:themeFillTint="33"/>
            <w:vAlign w:val="center"/>
          </w:tcPr>
          <w:p w14:paraId="5A47597F"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E413B05" w14:textId="77777777" w:rsidR="00CF4F5D" w:rsidRPr="009B2848" w:rsidRDefault="00CF4F5D" w:rsidP="00FA2BFA">
            <w:pPr>
              <w:keepNext/>
              <w:spacing w:after="60"/>
              <w:jc w:val="center"/>
              <w:outlineLvl w:val="3"/>
              <w:rPr>
                <w:rFonts w:eastAsia="Times New Roman"/>
                <w:bCs/>
              </w:rPr>
            </w:pPr>
          </w:p>
        </w:tc>
      </w:tr>
      <w:tr w:rsidR="00CF4F5D" w:rsidRPr="009B2848" w14:paraId="22DE34BA" w14:textId="77777777" w:rsidTr="00FA2BFA">
        <w:tc>
          <w:tcPr>
            <w:tcW w:w="2554" w:type="pct"/>
            <w:shd w:val="clear" w:color="auto" w:fill="FFBFBF" w:themeFill="accent6" w:themeFillTint="33"/>
            <w:vAlign w:val="center"/>
          </w:tcPr>
          <w:p w14:paraId="45FF9F42" w14:textId="77777777" w:rsidR="00CF4F5D" w:rsidRPr="009B2848" w:rsidRDefault="00CF4F5D" w:rsidP="00FA2BFA">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A8D896E" w14:textId="77777777" w:rsidR="00CF4F5D" w:rsidRPr="009B2848" w:rsidRDefault="00CF4F5D" w:rsidP="00FA2BFA">
            <w:pPr>
              <w:keepNext/>
              <w:spacing w:after="60"/>
              <w:jc w:val="center"/>
              <w:outlineLvl w:val="3"/>
              <w:rPr>
                <w:rFonts w:eastAsia="Times New Roman"/>
                <w:bCs/>
              </w:rPr>
            </w:pPr>
          </w:p>
        </w:tc>
      </w:tr>
      <w:tr w:rsidR="00CF4F5D" w:rsidRPr="009B2848" w14:paraId="1FD5B9A7" w14:textId="77777777" w:rsidTr="00FA2BFA">
        <w:tc>
          <w:tcPr>
            <w:tcW w:w="2554" w:type="pct"/>
            <w:shd w:val="clear" w:color="auto" w:fill="FFBFBF" w:themeFill="accent6" w:themeFillTint="33"/>
            <w:vAlign w:val="center"/>
          </w:tcPr>
          <w:p w14:paraId="41998F79" w14:textId="77777777" w:rsidR="00CF4F5D" w:rsidRPr="009B2848" w:rsidRDefault="00CF4F5D" w:rsidP="00FA2BFA">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3B21EEDF" w14:textId="77777777" w:rsidR="00CF4F5D" w:rsidRPr="009B2848" w:rsidRDefault="00CF4F5D" w:rsidP="00FA2BFA">
            <w:pPr>
              <w:keepNext/>
              <w:spacing w:after="60"/>
              <w:jc w:val="center"/>
              <w:outlineLvl w:val="3"/>
              <w:rPr>
                <w:rFonts w:eastAsia="Times New Roman"/>
                <w:bCs/>
              </w:rPr>
            </w:pPr>
          </w:p>
        </w:tc>
      </w:tr>
      <w:tr w:rsidR="00CF4F5D" w:rsidRPr="009B2848" w14:paraId="743D2E9C" w14:textId="77777777" w:rsidTr="00FA2BFA">
        <w:tc>
          <w:tcPr>
            <w:tcW w:w="2554" w:type="pct"/>
            <w:shd w:val="clear" w:color="auto" w:fill="FFBFBF" w:themeFill="accent6" w:themeFillTint="33"/>
            <w:vAlign w:val="center"/>
          </w:tcPr>
          <w:p w14:paraId="654010EF" w14:textId="77777777" w:rsidR="00CF4F5D" w:rsidRPr="0080375F" w:rsidRDefault="00CF4F5D" w:rsidP="00CF4F5D">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5D695C9" w14:textId="77777777" w:rsidR="00CF4F5D" w:rsidRPr="009B2848" w:rsidRDefault="00CF4F5D" w:rsidP="00FA2BFA">
            <w:pPr>
              <w:keepNext/>
              <w:spacing w:after="60"/>
              <w:jc w:val="center"/>
              <w:outlineLvl w:val="3"/>
              <w:rPr>
                <w:rFonts w:eastAsia="Times New Roman"/>
                <w:bCs/>
              </w:rPr>
            </w:pPr>
          </w:p>
        </w:tc>
      </w:tr>
      <w:tr w:rsidR="00CF4F5D" w:rsidRPr="009B2848" w14:paraId="097C44F0" w14:textId="77777777" w:rsidTr="00FA2BFA">
        <w:tc>
          <w:tcPr>
            <w:tcW w:w="2554" w:type="pct"/>
            <w:shd w:val="clear" w:color="auto" w:fill="FFBFBF" w:themeFill="accent6" w:themeFillTint="33"/>
            <w:vAlign w:val="center"/>
          </w:tcPr>
          <w:p w14:paraId="6A321AC5" w14:textId="77777777" w:rsidR="00CF4F5D" w:rsidRDefault="00CF4F5D" w:rsidP="00CF4F5D">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1F39DA66" w14:textId="77777777" w:rsidR="00CF4F5D" w:rsidRPr="009B2848" w:rsidRDefault="00CF4F5D" w:rsidP="00FA2BFA">
            <w:pPr>
              <w:keepNext/>
              <w:spacing w:after="60"/>
              <w:jc w:val="center"/>
              <w:outlineLvl w:val="3"/>
              <w:rPr>
                <w:rFonts w:eastAsia="Times New Roman"/>
                <w:bCs/>
              </w:rPr>
            </w:pPr>
          </w:p>
        </w:tc>
      </w:tr>
      <w:tr w:rsidR="00CF4F5D" w:rsidRPr="009B2848" w14:paraId="1E2E10E3" w14:textId="77777777" w:rsidTr="00FA2BFA">
        <w:tc>
          <w:tcPr>
            <w:tcW w:w="2554" w:type="pct"/>
            <w:shd w:val="clear" w:color="auto" w:fill="FFBFBF" w:themeFill="accent6" w:themeFillTint="33"/>
            <w:vAlign w:val="center"/>
          </w:tcPr>
          <w:p w14:paraId="7F6D6268" w14:textId="77777777" w:rsidR="00CF4F5D" w:rsidRPr="009B2848" w:rsidRDefault="00CF4F5D" w:rsidP="00FA2BFA">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22652AF7" w14:textId="77777777" w:rsidR="00CF4F5D" w:rsidRPr="009B2848" w:rsidRDefault="00CF4F5D" w:rsidP="00FA2BFA">
            <w:pPr>
              <w:keepNext/>
              <w:spacing w:after="60"/>
              <w:jc w:val="center"/>
              <w:outlineLvl w:val="3"/>
              <w:rPr>
                <w:rFonts w:eastAsia="Times New Roman"/>
                <w:bCs/>
              </w:rPr>
            </w:pPr>
          </w:p>
        </w:tc>
      </w:tr>
      <w:tr w:rsidR="00CF4F5D" w:rsidRPr="009B2848" w14:paraId="4CA681B6" w14:textId="77777777" w:rsidTr="00FA2BFA">
        <w:tc>
          <w:tcPr>
            <w:tcW w:w="2554" w:type="pct"/>
            <w:shd w:val="clear" w:color="auto" w:fill="FFBFBF" w:themeFill="accent6" w:themeFillTint="33"/>
            <w:vAlign w:val="center"/>
          </w:tcPr>
          <w:p w14:paraId="684A8F0E" w14:textId="77777777" w:rsidR="00CF4F5D" w:rsidRPr="0080375F" w:rsidRDefault="00CF4F5D" w:rsidP="00CF4F5D">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0F5F0DF1" w14:textId="77777777" w:rsidR="00CF4F5D" w:rsidRPr="009B2848" w:rsidRDefault="00CF4F5D" w:rsidP="00FA2BFA">
            <w:pPr>
              <w:keepNext/>
              <w:spacing w:after="60"/>
              <w:jc w:val="center"/>
              <w:outlineLvl w:val="3"/>
              <w:rPr>
                <w:rFonts w:eastAsia="Times New Roman"/>
                <w:bCs/>
              </w:rPr>
            </w:pPr>
          </w:p>
        </w:tc>
      </w:tr>
      <w:tr w:rsidR="00CF4F5D" w:rsidRPr="009B2848" w14:paraId="1AF19F3B" w14:textId="77777777" w:rsidTr="00FA2BFA">
        <w:tc>
          <w:tcPr>
            <w:tcW w:w="2554" w:type="pct"/>
            <w:shd w:val="clear" w:color="auto" w:fill="FFBFBF" w:themeFill="accent6" w:themeFillTint="33"/>
            <w:vAlign w:val="center"/>
          </w:tcPr>
          <w:p w14:paraId="2ACAEE92" w14:textId="77777777" w:rsidR="00CF4F5D" w:rsidRDefault="00CF4F5D" w:rsidP="00CF4F5D">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462F2D82" w14:textId="77777777" w:rsidR="00CF4F5D" w:rsidRPr="009B2848" w:rsidRDefault="00CF4F5D" w:rsidP="00FA2BFA">
            <w:pPr>
              <w:keepNext/>
              <w:spacing w:after="60"/>
              <w:jc w:val="center"/>
              <w:outlineLvl w:val="3"/>
              <w:rPr>
                <w:rFonts w:eastAsia="Times New Roman"/>
                <w:bCs/>
              </w:rPr>
            </w:pPr>
          </w:p>
        </w:tc>
      </w:tr>
      <w:tr w:rsidR="00CF4F5D" w:rsidRPr="009B2848" w14:paraId="63DFE1C8" w14:textId="77777777" w:rsidTr="00FA2BFA">
        <w:tc>
          <w:tcPr>
            <w:tcW w:w="2554" w:type="pct"/>
            <w:shd w:val="clear" w:color="auto" w:fill="FFBFBF" w:themeFill="accent6" w:themeFillTint="33"/>
            <w:vAlign w:val="center"/>
          </w:tcPr>
          <w:p w14:paraId="42766D74" w14:textId="77777777" w:rsidR="00CF4F5D" w:rsidRPr="009B2848" w:rsidRDefault="00CF4F5D" w:rsidP="00FA2BFA">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5451DEDF" w14:textId="77777777" w:rsidR="00CF4F5D" w:rsidRPr="009B2848" w:rsidRDefault="00CF4F5D" w:rsidP="00FA2BFA">
            <w:pPr>
              <w:keepNext/>
              <w:spacing w:after="60"/>
              <w:jc w:val="center"/>
              <w:outlineLvl w:val="3"/>
              <w:rPr>
                <w:rFonts w:eastAsia="Times New Roman"/>
                <w:bCs/>
              </w:rPr>
            </w:pPr>
          </w:p>
        </w:tc>
      </w:tr>
      <w:tr w:rsidR="00CF4F5D" w:rsidRPr="009B2848" w14:paraId="73A33952" w14:textId="77777777" w:rsidTr="00FA2BFA">
        <w:tc>
          <w:tcPr>
            <w:tcW w:w="2554" w:type="pct"/>
            <w:shd w:val="clear" w:color="auto" w:fill="FFBFBF" w:themeFill="accent6" w:themeFillTint="33"/>
            <w:vAlign w:val="center"/>
          </w:tcPr>
          <w:p w14:paraId="1EE5AE85" w14:textId="77777777" w:rsidR="00CF4F5D" w:rsidRPr="009B2848" w:rsidRDefault="00CF4F5D" w:rsidP="00FA2BFA">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C64D744" w14:textId="77777777" w:rsidR="00CF4F5D" w:rsidRPr="009B2848" w:rsidRDefault="00CF4F5D" w:rsidP="00FA2BFA">
            <w:pPr>
              <w:keepNext/>
              <w:spacing w:after="60"/>
              <w:jc w:val="center"/>
              <w:outlineLvl w:val="3"/>
              <w:rPr>
                <w:rFonts w:eastAsia="Times New Roman"/>
                <w:bCs/>
              </w:rPr>
            </w:pPr>
          </w:p>
        </w:tc>
      </w:tr>
      <w:tr w:rsidR="00CF4F5D" w:rsidRPr="009B2848" w14:paraId="583E8E9B" w14:textId="77777777" w:rsidTr="00FA2BFA">
        <w:tc>
          <w:tcPr>
            <w:tcW w:w="2554" w:type="pct"/>
            <w:shd w:val="clear" w:color="auto" w:fill="FFBFBF" w:themeFill="accent6" w:themeFillTint="33"/>
            <w:vAlign w:val="center"/>
          </w:tcPr>
          <w:p w14:paraId="57DAF51A" w14:textId="77777777" w:rsidR="00CF4F5D" w:rsidRPr="009B2848" w:rsidRDefault="00CF4F5D" w:rsidP="00FA2BFA">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05F9B918" w14:textId="77777777" w:rsidR="00CF4F5D" w:rsidRPr="00736B35" w:rsidRDefault="00CF4F5D" w:rsidP="00FA2BFA">
            <w:pPr>
              <w:keepNext/>
              <w:spacing w:after="60"/>
              <w:jc w:val="center"/>
              <w:outlineLvl w:val="3"/>
              <w:rPr>
                <w:rFonts w:eastAsia="Times New Roman"/>
                <w:bCs/>
              </w:rPr>
            </w:pPr>
          </w:p>
        </w:tc>
      </w:tr>
      <w:tr w:rsidR="00CF4F5D" w:rsidRPr="009B2848" w14:paraId="06E6E5E0" w14:textId="77777777" w:rsidTr="00FA2BFA">
        <w:tc>
          <w:tcPr>
            <w:tcW w:w="2554" w:type="pct"/>
            <w:shd w:val="clear" w:color="auto" w:fill="FFBFBF" w:themeFill="accent6" w:themeFillTint="33"/>
            <w:vAlign w:val="center"/>
          </w:tcPr>
          <w:p w14:paraId="72F1B5AF" w14:textId="77777777" w:rsidR="00CF4F5D" w:rsidRPr="00AD1730" w:rsidRDefault="00CF4F5D" w:rsidP="00FA2BFA">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3DD3F190" w14:textId="77777777" w:rsidR="00CF4F5D" w:rsidRPr="009B2848" w:rsidRDefault="00CF4F5D" w:rsidP="00FA2BFA">
            <w:pPr>
              <w:keepNext/>
              <w:spacing w:after="60"/>
              <w:jc w:val="center"/>
              <w:outlineLvl w:val="3"/>
              <w:rPr>
                <w:rFonts w:eastAsia="Times New Roman"/>
                <w:bCs/>
              </w:rPr>
            </w:pPr>
          </w:p>
        </w:tc>
      </w:tr>
      <w:tr w:rsidR="00CF4F5D" w:rsidRPr="009B2848" w14:paraId="1962A1C7" w14:textId="77777777" w:rsidTr="00FA2BFA">
        <w:tc>
          <w:tcPr>
            <w:tcW w:w="2554" w:type="pct"/>
            <w:shd w:val="clear" w:color="auto" w:fill="FFBFBF" w:themeFill="accent6" w:themeFillTint="33"/>
            <w:vAlign w:val="center"/>
          </w:tcPr>
          <w:p w14:paraId="630D7D91" w14:textId="77777777" w:rsidR="00CF4F5D" w:rsidRPr="00AD1730" w:rsidRDefault="00CF4F5D" w:rsidP="00CF4F5D">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1797108D" w14:textId="77777777" w:rsidR="00CF4F5D" w:rsidRPr="009B2848" w:rsidRDefault="00CF4F5D" w:rsidP="00FA2BFA">
            <w:pPr>
              <w:keepNext/>
              <w:spacing w:after="60"/>
              <w:jc w:val="center"/>
              <w:outlineLvl w:val="3"/>
              <w:rPr>
                <w:rFonts w:eastAsia="Times New Roman"/>
                <w:bCs/>
              </w:rPr>
            </w:pPr>
          </w:p>
        </w:tc>
      </w:tr>
      <w:tr w:rsidR="00CF4F5D" w:rsidRPr="009B2848" w14:paraId="08AF1358" w14:textId="77777777" w:rsidTr="00FA2BFA">
        <w:tc>
          <w:tcPr>
            <w:tcW w:w="2554" w:type="pct"/>
            <w:shd w:val="clear" w:color="auto" w:fill="FFBFBF" w:themeFill="accent6" w:themeFillTint="33"/>
            <w:vAlign w:val="center"/>
          </w:tcPr>
          <w:p w14:paraId="77E51DBD" w14:textId="77777777" w:rsidR="00CF4F5D" w:rsidRPr="00AD1730" w:rsidRDefault="00CF4F5D" w:rsidP="00CF4F5D">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2BB2E2AF" w14:textId="77777777" w:rsidR="00CF4F5D" w:rsidRPr="009B2848" w:rsidRDefault="00CF4F5D" w:rsidP="00FA2BFA">
            <w:pPr>
              <w:keepNext/>
              <w:spacing w:after="60"/>
              <w:jc w:val="center"/>
              <w:outlineLvl w:val="3"/>
              <w:rPr>
                <w:rFonts w:eastAsia="Times New Roman"/>
                <w:bCs/>
              </w:rPr>
            </w:pPr>
          </w:p>
        </w:tc>
      </w:tr>
      <w:tr w:rsidR="00CF4F5D" w:rsidRPr="009B2848" w14:paraId="1C879569" w14:textId="77777777" w:rsidTr="00FA2BFA">
        <w:tc>
          <w:tcPr>
            <w:tcW w:w="2554" w:type="pct"/>
            <w:shd w:val="clear" w:color="auto" w:fill="FFBFBF" w:themeFill="accent6" w:themeFillTint="33"/>
            <w:vAlign w:val="center"/>
          </w:tcPr>
          <w:p w14:paraId="3F85BA2F" w14:textId="77777777" w:rsidR="00CF4F5D" w:rsidRPr="00953B80" w:rsidRDefault="00CF4F5D" w:rsidP="00CF4F5D">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08448527" w14:textId="77777777" w:rsidR="00CF4F5D" w:rsidRDefault="00CF4F5D" w:rsidP="00FA2BFA">
            <w:pPr>
              <w:keepNext/>
              <w:spacing w:after="60"/>
              <w:jc w:val="center"/>
              <w:outlineLvl w:val="3"/>
              <w:rPr>
                <w:rFonts w:eastAsia="Times New Roman"/>
                <w:bCs/>
              </w:rPr>
            </w:pPr>
          </w:p>
          <w:p w14:paraId="47B4E81C" w14:textId="77777777" w:rsidR="00CF4F5D" w:rsidRPr="0096011F" w:rsidRDefault="00CF4F5D" w:rsidP="00FA2BFA">
            <w:pPr>
              <w:rPr>
                <w:rFonts w:eastAsia="Times New Roman"/>
              </w:rPr>
            </w:pPr>
          </w:p>
          <w:p w14:paraId="023943D5" w14:textId="77777777" w:rsidR="00CF4F5D" w:rsidRPr="00732675" w:rsidRDefault="00CF4F5D" w:rsidP="00FA2BFA">
            <w:pPr>
              <w:rPr>
                <w:rFonts w:eastAsia="Times New Roman"/>
              </w:rPr>
            </w:pPr>
          </w:p>
          <w:p w14:paraId="69EBE4B2" w14:textId="77777777" w:rsidR="00CF4F5D" w:rsidRPr="00AC233E" w:rsidRDefault="00CF4F5D" w:rsidP="00FA2BFA">
            <w:pPr>
              <w:rPr>
                <w:rFonts w:eastAsia="Times New Roman"/>
              </w:rPr>
            </w:pPr>
          </w:p>
          <w:p w14:paraId="19B161DA" w14:textId="77777777" w:rsidR="00CF4F5D" w:rsidRPr="007B68F6" w:rsidRDefault="00CF4F5D" w:rsidP="00FA2BFA">
            <w:pPr>
              <w:rPr>
                <w:rFonts w:eastAsia="Times New Roman"/>
              </w:rPr>
            </w:pPr>
          </w:p>
          <w:p w14:paraId="4503A2DD" w14:textId="77777777" w:rsidR="00CF4F5D" w:rsidRPr="007B68F6" w:rsidRDefault="00CF4F5D" w:rsidP="00FA2BFA">
            <w:pPr>
              <w:rPr>
                <w:rFonts w:eastAsia="Times New Roman"/>
              </w:rPr>
            </w:pPr>
          </w:p>
          <w:p w14:paraId="378BDABE" w14:textId="77777777" w:rsidR="00CF4F5D" w:rsidRPr="007B68F6" w:rsidRDefault="00CF4F5D" w:rsidP="00FA2BFA">
            <w:pPr>
              <w:rPr>
                <w:rFonts w:eastAsia="Times New Roman"/>
              </w:rPr>
            </w:pPr>
          </w:p>
          <w:p w14:paraId="0B53786E" w14:textId="77777777" w:rsidR="00CF4F5D" w:rsidRPr="007B68F6" w:rsidRDefault="00CF4F5D" w:rsidP="00FA2BFA">
            <w:pPr>
              <w:rPr>
                <w:rFonts w:eastAsia="Times New Roman"/>
              </w:rPr>
            </w:pPr>
          </w:p>
          <w:p w14:paraId="1C3FB96D" w14:textId="77777777" w:rsidR="00CF4F5D" w:rsidRPr="007B68F6" w:rsidRDefault="00CF4F5D" w:rsidP="00FA2BFA">
            <w:pPr>
              <w:rPr>
                <w:rFonts w:eastAsia="Times New Roman"/>
              </w:rPr>
            </w:pPr>
          </w:p>
          <w:p w14:paraId="53B95D8B" w14:textId="77777777" w:rsidR="00CF4F5D" w:rsidRPr="007B68F6" w:rsidRDefault="00CF4F5D" w:rsidP="00FA2BFA">
            <w:pPr>
              <w:rPr>
                <w:rFonts w:eastAsia="Times New Roman"/>
              </w:rPr>
            </w:pPr>
          </w:p>
          <w:p w14:paraId="09467A43" w14:textId="77777777" w:rsidR="00CF4F5D" w:rsidRPr="007B68F6" w:rsidRDefault="00CF4F5D" w:rsidP="00FA2BFA">
            <w:pPr>
              <w:rPr>
                <w:rFonts w:eastAsia="Times New Roman"/>
              </w:rPr>
            </w:pPr>
          </w:p>
          <w:p w14:paraId="6FCD0ADE" w14:textId="77777777" w:rsidR="00CF4F5D" w:rsidRPr="007B68F6" w:rsidRDefault="00CF4F5D" w:rsidP="00FA2BFA">
            <w:pPr>
              <w:rPr>
                <w:rFonts w:eastAsia="Times New Roman"/>
              </w:rPr>
            </w:pPr>
          </w:p>
          <w:p w14:paraId="2826DF23" w14:textId="77777777" w:rsidR="00CF4F5D" w:rsidRPr="007B68F6" w:rsidRDefault="00CF4F5D" w:rsidP="00FA2BFA">
            <w:pPr>
              <w:rPr>
                <w:rFonts w:eastAsia="Times New Roman"/>
              </w:rPr>
            </w:pPr>
          </w:p>
          <w:p w14:paraId="764AF82F" w14:textId="77777777" w:rsidR="00CF4F5D" w:rsidRPr="007B68F6" w:rsidRDefault="00CF4F5D" w:rsidP="00FA2BFA">
            <w:pPr>
              <w:rPr>
                <w:rFonts w:eastAsia="Times New Roman"/>
              </w:rPr>
            </w:pPr>
          </w:p>
          <w:p w14:paraId="3520254D" w14:textId="77777777" w:rsidR="00CF4F5D" w:rsidRPr="007B68F6" w:rsidRDefault="00CF4F5D" w:rsidP="00FA2BFA">
            <w:pPr>
              <w:rPr>
                <w:rFonts w:eastAsia="Times New Roman"/>
              </w:rPr>
            </w:pPr>
          </w:p>
          <w:p w14:paraId="2D43C920" w14:textId="77777777" w:rsidR="00CF4F5D" w:rsidRPr="007B68F6" w:rsidRDefault="00CF4F5D" w:rsidP="00FA2BFA">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CF4F5D" w:rsidRPr="009B2848" w14:paraId="57517EF2" w14:textId="77777777" w:rsidTr="00FA2BFA">
        <w:tc>
          <w:tcPr>
            <w:tcW w:w="4576" w:type="dxa"/>
            <w:tcBorders>
              <w:right w:val="single" w:sz="4" w:space="0" w:color="auto"/>
            </w:tcBorders>
            <w:shd w:val="clear" w:color="auto" w:fill="FFBFBF" w:themeFill="accent6" w:themeFillTint="33"/>
            <w:vAlign w:val="center"/>
          </w:tcPr>
          <w:p w14:paraId="187BAD3F"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5BB20408" w14:textId="77777777" w:rsidR="00CF4F5D" w:rsidRPr="00736B35" w:rsidRDefault="00CF4F5D" w:rsidP="00FA2BFA">
            <w:pPr>
              <w:keepNext/>
              <w:spacing w:after="60"/>
              <w:jc w:val="center"/>
              <w:outlineLvl w:val="3"/>
              <w:rPr>
                <w:rFonts w:eastAsia="Times New Roman"/>
                <w:bCs/>
              </w:rPr>
            </w:pPr>
          </w:p>
        </w:tc>
      </w:tr>
      <w:tr w:rsidR="00CF4F5D" w:rsidRPr="009B2848" w14:paraId="799F7289" w14:textId="77777777" w:rsidTr="00FA2BFA">
        <w:tc>
          <w:tcPr>
            <w:tcW w:w="4576" w:type="dxa"/>
            <w:tcBorders>
              <w:right w:val="single" w:sz="4" w:space="0" w:color="auto"/>
            </w:tcBorders>
            <w:shd w:val="clear" w:color="auto" w:fill="FFBFBF" w:themeFill="accent6" w:themeFillTint="33"/>
            <w:vAlign w:val="center"/>
          </w:tcPr>
          <w:p w14:paraId="6C7FF429"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3C6B877" w14:textId="77777777" w:rsidR="00CF4F5D" w:rsidRPr="009B2848" w:rsidRDefault="00CF4F5D" w:rsidP="00FA2BFA">
            <w:pPr>
              <w:keepNext/>
              <w:spacing w:after="60"/>
              <w:jc w:val="center"/>
              <w:outlineLvl w:val="3"/>
              <w:rPr>
                <w:rFonts w:eastAsia="Times New Roman"/>
                <w:bCs/>
              </w:rPr>
            </w:pPr>
          </w:p>
        </w:tc>
      </w:tr>
      <w:tr w:rsidR="00CF4F5D" w:rsidRPr="009B2848" w14:paraId="7BF91777" w14:textId="77777777" w:rsidTr="00FA2BFA">
        <w:tc>
          <w:tcPr>
            <w:tcW w:w="4576" w:type="dxa"/>
            <w:tcBorders>
              <w:right w:val="single" w:sz="4" w:space="0" w:color="auto"/>
            </w:tcBorders>
            <w:shd w:val="clear" w:color="auto" w:fill="FFBFBF" w:themeFill="accent6" w:themeFillTint="33"/>
            <w:vAlign w:val="center"/>
          </w:tcPr>
          <w:p w14:paraId="74F9F2A5"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33DE8DF7" w14:textId="77777777" w:rsidR="00CF4F5D" w:rsidRPr="009B2848" w:rsidRDefault="00CF4F5D" w:rsidP="00FA2BFA">
            <w:pPr>
              <w:keepNext/>
              <w:spacing w:after="60"/>
              <w:jc w:val="center"/>
              <w:outlineLvl w:val="3"/>
              <w:rPr>
                <w:rFonts w:eastAsia="Times New Roman"/>
                <w:bCs/>
              </w:rPr>
            </w:pPr>
          </w:p>
        </w:tc>
      </w:tr>
      <w:tr w:rsidR="00CF4F5D" w:rsidRPr="009B2848" w14:paraId="759C3EA0" w14:textId="77777777" w:rsidTr="00FA2BFA">
        <w:tc>
          <w:tcPr>
            <w:tcW w:w="4576" w:type="dxa"/>
            <w:tcBorders>
              <w:right w:val="single" w:sz="4" w:space="0" w:color="auto"/>
            </w:tcBorders>
            <w:shd w:val="clear" w:color="auto" w:fill="FFBFBF" w:themeFill="accent6" w:themeFillTint="33"/>
            <w:vAlign w:val="center"/>
          </w:tcPr>
          <w:p w14:paraId="1E062F29"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E4C0658" w14:textId="77777777" w:rsidR="00CF4F5D" w:rsidRPr="009B2848" w:rsidRDefault="00CF4F5D" w:rsidP="00FA2BFA">
            <w:pPr>
              <w:keepNext/>
              <w:spacing w:after="60"/>
              <w:jc w:val="center"/>
              <w:outlineLvl w:val="3"/>
              <w:rPr>
                <w:rFonts w:eastAsia="Times New Roman"/>
                <w:bCs/>
              </w:rPr>
            </w:pPr>
          </w:p>
        </w:tc>
      </w:tr>
      <w:tr w:rsidR="00CF4F5D" w:rsidRPr="009B2848" w14:paraId="6A2140BF" w14:textId="77777777" w:rsidTr="00FA2BFA">
        <w:tc>
          <w:tcPr>
            <w:tcW w:w="4576" w:type="dxa"/>
            <w:tcBorders>
              <w:right w:val="single" w:sz="4" w:space="0" w:color="auto"/>
            </w:tcBorders>
            <w:shd w:val="clear" w:color="auto" w:fill="FFBFBF" w:themeFill="accent6" w:themeFillTint="33"/>
            <w:vAlign w:val="center"/>
          </w:tcPr>
          <w:p w14:paraId="061B6642"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42E9544" w14:textId="77777777" w:rsidR="00CF4F5D" w:rsidRPr="009B2848" w:rsidRDefault="00CF4F5D" w:rsidP="00FA2BFA">
            <w:pPr>
              <w:keepNext/>
              <w:spacing w:after="60"/>
              <w:jc w:val="center"/>
              <w:outlineLvl w:val="3"/>
              <w:rPr>
                <w:rFonts w:eastAsia="Times New Roman"/>
                <w:bCs/>
              </w:rPr>
            </w:pPr>
          </w:p>
        </w:tc>
      </w:tr>
      <w:tr w:rsidR="00CF4F5D" w:rsidRPr="009B2848" w14:paraId="5FC556B2" w14:textId="77777777" w:rsidTr="00FA2BFA">
        <w:tc>
          <w:tcPr>
            <w:tcW w:w="4576" w:type="dxa"/>
            <w:tcBorders>
              <w:right w:val="single" w:sz="4" w:space="0" w:color="auto"/>
            </w:tcBorders>
            <w:shd w:val="clear" w:color="auto" w:fill="FFBFBF" w:themeFill="accent6" w:themeFillTint="33"/>
            <w:vAlign w:val="center"/>
          </w:tcPr>
          <w:p w14:paraId="18BDC092" w14:textId="77777777" w:rsidR="00CF4F5D" w:rsidRPr="009B2848" w:rsidRDefault="00CF4F5D" w:rsidP="00FA2BF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2916B12" w14:textId="77777777" w:rsidR="00CF4F5D" w:rsidRPr="009B2848" w:rsidRDefault="00CF4F5D" w:rsidP="00FA2BFA">
            <w:pPr>
              <w:keepNext/>
              <w:spacing w:after="60"/>
              <w:jc w:val="center"/>
              <w:outlineLvl w:val="3"/>
              <w:rPr>
                <w:rFonts w:eastAsia="Times New Roman"/>
                <w:bCs/>
              </w:rPr>
            </w:pPr>
          </w:p>
        </w:tc>
      </w:tr>
    </w:tbl>
    <w:p w14:paraId="309BDD9B" w14:textId="77777777" w:rsidR="00CF4F5D" w:rsidRPr="00A666AF" w:rsidRDefault="00CF4F5D" w:rsidP="00CF4F5D">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CF4F5D" w:rsidRPr="00523A61" w14:paraId="10A977B5" w14:textId="77777777" w:rsidTr="00FA2BFA">
        <w:tc>
          <w:tcPr>
            <w:tcW w:w="2990" w:type="dxa"/>
            <w:shd w:val="clear" w:color="auto" w:fill="FFBFBF" w:themeFill="accent6" w:themeFillTint="33"/>
          </w:tcPr>
          <w:p w14:paraId="66914F35" w14:textId="77777777" w:rsidR="00CF4F5D" w:rsidRPr="009B2848" w:rsidRDefault="00CF4F5D" w:rsidP="00FA2BFA">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6F98A487" w14:textId="77777777" w:rsidR="00CF4F5D" w:rsidRPr="009B2848" w:rsidRDefault="00CF4F5D" w:rsidP="00FA2BFA">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4DECCE0C" w14:textId="77777777" w:rsidR="00CF4F5D" w:rsidRPr="009B2848" w:rsidRDefault="00CF4F5D" w:rsidP="00FA2BFA">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CF4F5D" w:rsidRPr="00523A61" w14:paraId="45D8BF32" w14:textId="77777777" w:rsidTr="00FA2BFA">
        <w:tc>
          <w:tcPr>
            <w:tcW w:w="2990" w:type="dxa"/>
            <w:vAlign w:val="center"/>
          </w:tcPr>
          <w:p w14:paraId="506209F5"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5C24E67A"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0EAAB46F" w14:textId="77777777" w:rsidR="00CF4F5D" w:rsidRPr="003807B5" w:rsidRDefault="00CF4F5D" w:rsidP="00FA2BFA">
            <w:pPr>
              <w:keepNext/>
              <w:spacing w:after="60"/>
              <w:jc w:val="center"/>
              <w:outlineLvl w:val="3"/>
              <w:rPr>
                <w:rFonts w:eastAsia="Times New Roman"/>
                <w:bCs/>
              </w:rPr>
            </w:pPr>
          </w:p>
        </w:tc>
      </w:tr>
      <w:tr w:rsidR="00CF4F5D" w:rsidRPr="00523A61" w14:paraId="0E620CA2" w14:textId="77777777" w:rsidTr="00FA2BFA">
        <w:tc>
          <w:tcPr>
            <w:tcW w:w="2990" w:type="dxa"/>
            <w:vAlign w:val="center"/>
          </w:tcPr>
          <w:p w14:paraId="272BB5D6"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52EB8FF5"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31FE9334" w14:textId="77777777" w:rsidR="00CF4F5D" w:rsidRPr="003807B5" w:rsidRDefault="00CF4F5D" w:rsidP="00FA2BFA">
            <w:pPr>
              <w:keepNext/>
              <w:spacing w:after="60"/>
              <w:jc w:val="center"/>
              <w:outlineLvl w:val="3"/>
              <w:rPr>
                <w:rFonts w:eastAsia="Times New Roman"/>
                <w:bCs/>
              </w:rPr>
            </w:pPr>
          </w:p>
        </w:tc>
      </w:tr>
      <w:tr w:rsidR="00CF4F5D" w:rsidRPr="00523A61" w14:paraId="7D8237CA" w14:textId="77777777" w:rsidTr="00FA2BFA">
        <w:tc>
          <w:tcPr>
            <w:tcW w:w="2990" w:type="dxa"/>
            <w:vAlign w:val="center"/>
          </w:tcPr>
          <w:p w14:paraId="628B550D"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164AC864"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4DF650AF" w14:textId="77777777" w:rsidR="00CF4F5D" w:rsidRPr="003807B5" w:rsidRDefault="00CF4F5D" w:rsidP="00FA2BFA">
            <w:pPr>
              <w:keepNext/>
              <w:spacing w:after="60"/>
              <w:jc w:val="center"/>
              <w:outlineLvl w:val="3"/>
              <w:rPr>
                <w:rFonts w:eastAsia="Times New Roman"/>
                <w:bCs/>
              </w:rPr>
            </w:pPr>
          </w:p>
        </w:tc>
      </w:tr>
      <w:tr w:rsidR="00CF4F5D" w:rsidRPr="00523A61" w14:paraId="6D848662" w14:textId="77777777" w:rsidTr="00FA2BFA">
        <w:tc>
          <w:tcPr>
            <w:tcW w:w="2990" w:type="dxa"/>
            <w:vAlign w:val="center"/>
          </w:tcPr>
          <w:p w14:paraId="07A34802"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1E0E1F83" w14:textId="77777777" w:rsidR="00CF4F5D" w:rsidRPr="003807B5" w:rsidRDefault="00CF4F5D" w:rsidP="00FA2BFA">
            <w:pPr>
              <w:keepNext/>
              <w:spacing w:after="60"/>
              <w:jc w:val="center"/>
              <w:outlineLvl w:val="3"/>
              <w:rPr>
                <w:rFonts w:eastAsia="Times New Roman"/>
                <w:bCs/>
              </w:rPr>
            </w:pPr>
          </w:p>
        </w:tc>
        <w:tc>
          <w:tcPr>
            <w:tcW w:w="2935" w:type="dxa"/>
            <w:vAlign w:val="center"/>
          </w:tcPr>
          <w:p w14:paraId="1EDBB391" w14:textId="77777777" w:rsidR="00CF4F5D" w:rsidRPr="003807B5" w:rsidRDefault="00CF4F5D" w:rsidP="00FA2BFA">
            <w:pPr>
              <w:keepNext/>
              <w:spacing w:after="60"/>
              <w:jc w:val="center"/>
              <w:outlineLvl w:val="3"/>
              <w:rPr>
                <w:rFonts w:eastAsia="Times New Roman"/>
                <w:bCs/>
              </w:rPr>
            </w:pPr>
          </w:p>
        </w:tc>
      </w:tr>
    </w:tbl>
    <w:p w14:paraId="10244D19" w14:textId="77777777" w:rsidR="00CF4F5D" w:rsidRPr="003807B5" w:rsidRDefault="00CF4F5D" w:rsidP="00CF4F5D">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CF4F5D" w:rsidRPr="00523A61" w14:paraId="1A672A98" w14:textId="77777777" w:rsidTr="00FA2BFA">
        <w:tc>
          <w:tcPr>
            <w:tcW w:w="5857" w:type="dxa"/>
            <w:shd w:val="clear" w:color="auto" w:fill="FFBFBF" w:themeFill="accent6" w:themeFillTint="33"/>
            <w:vAlign w:val="center"/>
          </w:tcPr>
          <w:p w14:paraId="5BAE7659" w14:textId="77777777" w:rsidR="00CF4F5D" w:rsidRPr="009B2848" w:rsidRDefault="00CF4F5D" w:rsidP="00FA2BFA">
            <w:pPr>
              <w:keepNext/>
              <w:spacing w:after="60"/>
              <w:outlineLvl w:val="3"/>
              <w:rPr>
                <w:rFonts w:eastAsia="Times New Roman"/>
                <w:b/>
                <w:bCs/>
              </w:rPr>
            </w:pPr>
            <w:r w:rsidRPr="009B2848">
              <w:rPr>
                <w:rFonts w:eastAsia="Times New Roman"/>
                <w:b/>
                <w:bCs/>
              </w:rPr>
              <w:lastRenderedPageBreak/>
              <w:t>Rozsah prací:</w:t>
            </w:r>
          </w:p>
          <w:p w14:paraId="4EFF0BFF" w14:textId="77777777" w:rsidR="00CF4F5D" w:rsidRPr="009B2848" w:rsidRDefault="00CF4F5D" w:rsidP="00FA2BFA">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297C2369" w14:textId="77777777" w:rsidR="00CF4F5D" w:rsidRPr="009B2848" w:rsidRDefault="00CF4F5D" w:rsidP="00FA2BFA">
            <w:pPr>
              <w:keepNext/>
              <w:spacing w:after="60"/>
              <w:jc w:val="center"/>
              <w:outlineLvl w:val="3"/>
              <w:rPr>
                <w:rFonts w:eastAsia="Times New Roman"/>
                <w:bCs/>
              </w:rPr>
            </w:pPr>
          </w:p>
        </w:tc>
      </w:tr>
      <w:tr w:rsidR="00CF4F5D" w:rsidRPr="00523A61" w14:paraId="6836CF74" w14:textId="77777777" w:rsidTr="00FA2BFA">
        <w:tc>
          <w:tcPr>
            <w:tcW w:w="5857" w:type="dxa"/>
            <w:shd w:val="clear" w:color="auto" w:fill="FFBFBF" w:themeFill="accent6" w:themeFillTint="33"/>
            <w:vAlign w:val="center"/>
          </w:tcPr>
          <w:p w14:paraId="02D9CC95" w14:textId="77777777" w:rsidR="00CF4F5D" w:rsidRPr="009B2848" w:rsidRDefault="00CF4F5D" w:rsidP="00FA2BFA">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88A2EEA" w14:textId="77777777" w:rsidR="00CF4F5D" w:rsidRPr="009B2848" w:rsidRDefault="00CF4F5D" w:rsidP="00FA2BFA">
            <w:pPr>
              <w:keepNext/>
              <w:spacing w:after="60"/>
              <w:jc w:val="center"/>
              <w:outlineLvl w:val="3"/>
              <w:rPr>
                <w:rFonts w:eastAsia="Times New Roman"/>
                <w:bCs/>
              </w:rPr>
            </w:pPr>
          </w:p>
        </w:tc>
      </w:tr>
      <w:tr w:rsidR="00CF4F5D" w:rsidRPr="00523A61" w14:paraId="0D9EC265" w14:textId="77777777" w:rsidTr="00FA2BFA">
        <w:tc>
          <w:tcPr>
            <w:tcW w:w="5857" w:type="dxa"/>
            <w:shd w:val="clear" w:color="auto" w:fill="FFBFBF" w:themeFill="accent6" w:themeFillTint="33"/>
            <w:vAlign w:val="center"/>
          </w:tcPr>
          <w:p w14:paraId="19C17D12" w14:textId="77777777" w:rsidR="00CF4F5D" w:rsidRPr="009B2848" w:rsidRDefault="00CF4F5D" w:rsidP="00FA2BFA">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2EE7CC8B" w14:textId="77777777" w:rsidR="00CF4F5D" w:rsidRPr="009B2848" w:rsidRDefault="00CF4F5D" w:rsidP="00FA2BFA">
            <w:pPr>
              <w:keepNext/>
              <w:spacing w:after="60"/>
              <w:jc w:val="center"/>
              <w:outlineLvl w:val="3"/>
              <w:rPr>
                <w:rFonts w:eastAsia="Times New Roman"/>
                <w:bCs/>
              </w:rPr>
            </w:pPr>
          </w:p>
        </w:tc>
      </w:tr>
      <w:tr w:rsidR="00CF4F5D" w:rsidRPr="00523A61" w14:paraId="17A329CA" w14:textId="77777777" w:rsidTr="00FA2BFA">
        <w:tc>
          <w:tcPr>
            <w:tcW w:w="5857" w:type="dxa"/>
            <w:shd w:val="clear" w:color="auto" w:fill="FFBFBF" w:themeFill="accent6" w:themeFillTint="33"/>
            <w:vAlign w:val="center"/>
          </w:tcPr>
          <w:p w14:paraId="1E9464A0" w14:textId="77777777" w:rsidR="00CF4F5D" w:rsidRPr="009B2848" w:rsidRDefault="00CF4F5D" w:rsidP="00FA2BFA">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3DE50FFD" w14:textId="77777777" w:rsidR="00CF4F5D" w:rsidRPr="009B2848" w:rsidRDefault="00CF4F5D" w:rsidP="00FA2BFA">
            <w:pPr>
              <w:keepNext/>
              <w:spacing w:after="60"/>
              <w:jc w:val="center"/>
              <w:outlineLvl w:val="3"/>
              <w:rPr>
                <w:rFonts w:eastAsia="Times New Roman"/>
                <w:bCs/>
              </w:rPr>
            </w:pPr>
          </w:p>
        </w:tc>
      </w:tr>
      <w:tr w:rsidR="00CF4F5D" w:rsidRPr="00523A61" w14:paraId="34D11A46" w14:textId="77777777" w:rsidTr="00FA2BFA">
        <w:tc>
          <w:tcPr>
            <w:tcW w:w="5857" w:type="dxa"/>
            <w:shd w:val="clear" w:color="auto" w:fill="FFBFBF" w:themeFill="accent6" w:themeFillTint="33"/>
            <w:vAlign w:val="center"/>
          </w:tcPr>
          <w:p w14:paraId="6986EBCB" w14:textId="77777777" w:rsidR="00CF4F5D" w:rsidRPr="009B2848" w:rsidRDefault="00CF4F5D" w:rsidP="00FA2BFA">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7810BA89" w14:textId="77777777" w:rsidR="00CF4F5D" w:rsidRPr="009B2848" w:rsidRDefault="00CF4F5D" w:rsidP="00FA2BFA">
            <w:pPr>
              <w:keepNext/>
              <w:spacing w:after="60"/>
              <w:jc w:val="center"/>
              <w:outlineLvl w:val="3"/>
              <w:rPr>
                <w:rFonts w:eastAsia="Times New Roman"/>
                <w:bCs/>
              </w:rPr>
            </w:pPr>
          </w:p>
        </w:tc>
      </w:tr>
      <w:tr w:rsidR="00CF4F5D" w:rsidRPr="00523A61" w14:paraId="4A3FF02A" w14:textId="77777777" w:rsidTr="00FA2BFA">
        <w:tc>
          <w:tcPr>
            <w:tcW w:w="5857" w:type="dxa"/>
            <w:shd w:val="clear" w:color="auto" w:fill="FFBFBF" w:themeFill="accent6" w:themeFillTint="33"/>
            <w:vAlign w:val="center"/>
          </w:tcPr>
          <w:p w14:paraId="54E9B6AF" w14:textId="77777777" w:rsidR="00CF4F5D" w:rsidRPr="009B2848" w:rsidRDefault="00CF4F5D" w:rsidP="00FA2BFA">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25124DD0" w14:textId="77777777" w:rsidR="00CF4F5D" w:rsidRPr="009B2848" w:rsidRDefault="00CF4F5D" w:rsidP="00FA2BFA">
            <w:pPr>
              <w:keepNext/>
              <w:spacing w:after="60"/>
              <w:jc w:val="center"/>
              <w:outlineLvl w:val="3"/>
              <w:rPr>
                <w:rFonts w:eastAsia="Times New Roman"/>
                <w:bCs/>
              </w:rPr>
            </w:pPr>
          </w:p>
        </w:tc>
      </w:tr>
      <w:tr w:rsidR="00CF4F5D" w:rsidRPr="00523A61" w14:paraId="586F2516" w14:textId="77777777" w:rsidTr="00FA2BFA">
        <w:tc>
          <w:tcPr>
            <w:tcW w:w="5857" w:type="dxa"/>
            <w:shd w:val="clear" w:color="auto" w:fill="FFBFBF" w:themeFill="accent6" w:themeFillTint="33"/>
            <w:vAlign w:val="center"/>
          </w:tcPr>
          <w:p w14:paraId="11ED5FAA" w14:textId="77777777" w:rsidR="00CF4F5D" w:rsidRPr="009B2848" w:rsidRDefault="00CF4F5D" w:rsidP="00FA2BF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A7BBF85" w14:textId="77777777" w:rsidR="00CF4F5D" w:rsidRPr="009B2848" w:rsidRDefault="00CF4F5D" w:rsidP="00FA2BFA">
            <w:pPr>
              <w:keepNext/>
              <w:spacing w:after="60"/>
              <w:jc w:val="center"/>
              <w:outlineLvl w:val="3"/>
              <w:rPr>
                <w:rFonts w:eastAsia="Times New Roman"/>
                <w:bCs/>
              </w:rPr>
            </w:pPr>
          </w:p>
        </w:tc>
      </w:tr>
      <w:tr w:rsidR="00CF4F5D" w:rsidRPr="00523A61" w14:paraId="50E2F2F5" w14:textId="77777777" w:rsidTr="00FA2BFA">
        <w:tc>
          <w:tcPr>
            <w:tcW w:w="5857" w:type="dxa"/>
            <w:shd w:val="clear" w:color="auto" w:fill="FFBFBF" w:themeFill="accent6" w:themeFillTint="33"/>
            <w:vAlign w:val="center"/>
          </w:tcPr>
          <w:p w14:paraId="3AEE99AE" w14:textId="77777777" w:rsidR="00CF4F5D" w:rsidRPr="009B2848" w:rsidRDefault="00CF4F5D" w:rsidP="00FA2BF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E8A7622" w14:textId="77777777" w:rsidR="00CF4F5D" w:rsidRPr="009B2848" w:rsidRDefault="00CF4F5D" w:rsidP="00FA2BFA">
            <w:pPr>
              <w:keepNext/>
              <w:spacing w:after="60"/>
              <w:jc w:val="center"/>
              <w:outlineLvl w:val="3"/>
              <w:rPr>
                <w:rFonts w:eastAsia="Times New Roman"/>
                <w:bCs/>
              </w:rPr>
            </w:pPr>
          </w:p>
        </w:tc>
      </w:tr>
      <w:tr w:rsidR="00CF4F5D" w:rsidRPr="00523A61" w14:paraId="6A3C5C87" w14:textId="77777777" w:rsidTr="00FA2BFA">
        <w:tc>
          <w:tcPr>
            <w:tcW w:w="5857" w:type="dxa"/>
            <w:shd w:val="clear" w:color="auto" w:fill="FFBFBF" w:themeFill="accent6" w:themeFillTint="33"/>
            <w:vAlign w:val="center"/>
          </w:tcPr>
          <w:p w14:paraId="2D8F7D8B" w14:textId="77777777" w:rsidR="00CF4F5D" w:rsidRPr="009B2848" w:rsidRDefault="00CF4F5D" w:rsidP="00FA2BF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74CFFD7B" w14:textId="77777777" w:rsidR="00CF4F5D" w:rsidRPr="009B2848" w:rsidRDefault="00CF4F5D" w:rsidP="00FA2BFA">
            <w:pPr>
              <w:keepNext/>
              <w:spacing w:after="60"/>
              <w:jc w:val="center"/>
              <w:outlineLvl w:val="3"/>
              <w:rPr>
                <w:rFonts w:eastAsia="Times New Roman"/>
                <w:bCs/>
              </w:rPr>
            </w:pPr>
          </w:p>
        </w:tc>
      </w:tr>
      <w:tr w:rsidR="00CF4F5D" w:rsidRPr="00523A61" w14:paraId="5CDF217F" w14:textId="77777777" w:rsidTr="00FA2BFA">
        <w:tc>
          <w:tcPr>
            <w:tcW w:w="5857" w:type="dxa"/>
            <w:shd w:val="clear" w:color="auto" w:fill="FFBFBF" w:themeFill="accent6" w:themeFillTint="33"/>
            <w:vAlign w:val="center"/>
          </w:tcPr>
          <w:p w14:paraId="28B6A932" w14:textId="77777777" w:rsidR="00CF4F5D" w:rsidRPr="009B2848" w:rsidRDefault="00CF4F5D" w:rsidP="00FA2BF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0285AA33" w14:textId="77777777" w:rsidR="00CF4F5D" w:rsidRPr="009B2848" w:rsidRDefault="00CF4F5D" w:rsidP="00FA2BFA">
            <w:pPr>
              <w:keepNext/>
              <w:spacing w:after="60"/>
              <w:jc w:val="center"/>
              <w:outlineLvl w:val="3"/>
              <w:rPr>
                <w:rFonts w:eastAsia="Times New Roman"/>
                <w:bCs/>
              </w:rPr>
            </w:pPr>
          </w:p>
        </w:tc>
      </w:tr>
      <w:tr w:rsidR="00CF4F5D" w:rsidRPr="00523A61" w14:paraId="3AEE5232" w14:textId="77777777" w:rsidTr="00FA2BFA">
        <w:tc>
          <w:tcPr>
            <w:tcW w:w="5857" w:type="dxa"/>
            <w:shd w:val="clear" w:color="auto" w:fill="FFBFBF" w:themeFill="accent6" w:themeFillTint="33"/>
            <w:vAlign w:val="center"/>
          </w:tcPr>
          <w:p w14:paraId="7714DD1A" w14:textId="77777777" w:rsidR="00CF4F5D" w:rsidRPr="009B2848" w:rsidRDefault="00CF4F5D" w:rsidP="00FA2BF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767328BA" w14:textId="77777777" w:rsidR="00CF4F5D" w:rsidRPr="009B2848" w:rsidRDefault="00CF4F5D" w:rsidP="00FA2BFA">
            <w:pPr>
              <w:keepNext/>
              <w:spacing w:after="60"/>
              <w:jc w:val="center"/>
              <w:outlineLvl w:val="3"/>
              <w:rPr>
                <w:rFonts w:eastAsia="Times New Roman"/>
                <w:bCs/>
              </w:rPr>
            </w:pPr>
          </w:p>
        </w:tc>
      </w:tr>
      <w:tr w:rsidR="00CF4F5D" w:rsidRPr="00523A61" w14:paraId="468621F6" w14:textId="77777777" w:rsidTr="00FA2BFA">
        <w:tc>
          <w:tcPr>
            <w:tcW w:w="5857" w:type="dxa"/>
            <w:shd w:val="clear" w:color="auto" w:fill="FFBFBF" w:themeFill="accent6" w:themeFillTint="33"/>
            <w:vAlign w:val="center"/>
          </w:tcPr>
          <w:p w14:paraId="63D40DEC" w14:textId="77777777" w:rsidR="00CF4F5D" w:rsidRPr="009B2848" w:rsidRDefault="00CF4F5D" w:rsidP="00FA2BFA">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5926F4B1" w14:textId="77777777" w:rsidR="00CF4F5D" w:rsidRPr="009B2848" w:rsidRDefault="00CF4F5D" w:rsidP="00FA2BFA">
            <w:pPr>
              <w:keepNext/>
              <w:spacing w:after="60"/>
              <w:jc w:val="center"/>
              <w:outlineLvl w:val="3"/>
              <w:rPr>
                <w:rFonts w:eastAsia="Times New Roman"/>
                <w:bCs/>
              </w:rPr>
            </w:pPr>
          </w:p>
        </w:tc>
      </w:tr>
      <w:tr w:rsidR="00CF4F5D" w:rsidRPr="00523A61" w14:paraId="24582102" w14:textId="77777777" w:rsidTr="00FA2BFA">
        <w:tc>
          <w:tcPr>
            <w:tcW w:w="5857" w:type="dxa"/>
            <w:shd w:val="clear" w:color="auto" w:fill="FFBFBF" w:themeFill="accent6" w:themeFillTint="33"/>
            <w:vAlign w:val="center"/>
          </w:tcPr>
          <w:p w14:paraId="22D1B748" w14:textId="77777777" w:rsidR="00CF4F5D" w:rsidRPr="009B2848" w:rsidRDefault="00CF4F5D" w:rsidP="00FA2BF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6271019F" w14:textId="77777777" w:rsidR="00CF4F5D" w:rsidRPr="009B2848" w:rsidRDefault="00CF4F5D" w:rsidP="00FA2BFA">
            <w:pPr>
              <w:keepNext/>
              <w:spacing w:after="60"/>
              <w:jc w:val="center"/>
              <w:outlineLvl w:val="3"/>
              <w:rPr>
                <w:rFonts w:eastAsia="Times New Roman"/>
                <w:bCs/>
              </w:rPr>
            </w:pPr>
          </w:p>
        </w:tc>
      </w:tr>
      <w:tr w:rsidR="00CF4F5D" w:rsidRPr="00523A61" w14:paraId="233D6D3D" w14:textId="77777777" w:rsidTr="00FA2BFA">
        <w:tc>
          <w:tcPr>
            <w:tcW w:w="5857" w:type="dxa"/>
            <w:shd w:val="clear" w:color="auto" w:fill="FFBFBF" w:themeFill="accent6" w:themeFillTint="33"/>
            <w:vAlign w:val="center"/>
          </w:tcPr>
          <w:p w14:paraId="63F700F2" w14:textId="77777777" w:rsidR="00CF4F5D" w:rsidRPr="009B2848" w:rsidRDefault="00CF4F5D" w:rsidP="00FA2BF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15EC3F19" w14:textId="77777777" w:rsidR="00CF4F5D" w:rsidRPr="009B2848" w:rsidRDefault="00CF4F5D" w:rsidP="00FA2BFA">
            <w:pPr>
              <w:keepNext/>
              <w:spacing w:after="60"/>
              <w:jc w:val="center"/>
              <w:outlineLvl w:val="3"/>
              <w:rPr>
                <w:rFonts w:eastAsia="Times New Roman"/>
                <w:bCs/>
              </w:rPr>
            </w:pPr>
          </w:p>
        </w:tc>
      </w:tr>
      <w:tr w:rsidR="00CF4F5D" w:rsidRPr="00523A61" w14:paraId="3C479F78" w14:textId="77777777" w:rsidTr="00FA2BFA">
        <w:tc>
          <w:tcPr>
            <w:tcW w:w="5857" w:type="dxa"/>
            <w:shd w:val="clear" w:color="auto" w:fill="FFBFBF" w:themeFill="accent6" w:themeFillTint="33"/>
            <w:vAlign w:val="center"/>
          </w:tcPr>
          <w:p w14:paraId="069477C2" w14:textId="77777777" w:rsidR="00CF4F5D" w:rsidRPr="003807B5" w:rsidRDefault="00CF4F5D" w:rsidP="00FA2BFA">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08C3029B" w14:textId="77777777" w:rsidR="00CF4F5D" w:rsidRPr="003807B5" w:rsidRDefault="00CF4F5D" w:rsidP="00FA2BFA">
            <w:pPr>
              <w:keepNext/>
              <w:spacing w:after="60"/>
              <w:jc w:val="center"/>
              <w:outlineLvl w:val="3"/>
              <w:rPr>
                <w:rFonts w:eastAsia="Times New Roman"/>
                <w:bCs/>
              </w:rPr>
            </w:pPr>
          </w:p>
        </w:tc>
      </w:tr>
      <w:tr w:rsidR="00CF4F5D" w:rsidRPr="00523A61" w14:paraId="473CC405" w14:textId="77777777" w:rsidTr="00FA2BFA">
        <w:tc>
          <w:tcPr>
            <w:tcW w:w="5857" w:type="dxa"/>
            <w:shd w:val="clear" w:color="auto" w:fill="FFBFBF" w:themeFill="accent6" w:themeFillTint="33"/>
            <w:vAlign w:val="center"/>
          </w:tcPr>
          <w:p w14:paraId="22BD8A0C" w14:textId="77777777" w:rsidR="00CF4F5D" w:rsidRPr="009B2848" w:rsidRDefault="00CF4F5D" w:rsidP="00FA2BFA">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65C4D3" w14:textId="77777777" w:rsidR="00CF4F5D" w:rsidRPr="003807B5" w:rsidRDefault="00CF4F5D" w:rsidP="00FA2BFA">
            <w:pPr>
              <w:keepNext/>
              <w:spacing w:after="60"/>
              <w:jc w:val="center"/>
              <w:outlineLvl w:val="3"/>
              <w:rPr>
                <w:rFonts w:eastAsia="Times New Roman"/>
                <w:bCs/>
              </w:rPr>
            </w:pPr>
          </w:p>
        </w:tc>
      </w:tr>
      <w:tr w:rsidR="00CF4F5D" w:rsidRPr="00523A61" w14:paraId="409369BB" w14:textId="77777777" w:rsidTr="00FA2BFA">
        <w:tc>
          <w:tcPr>
            <w:tcW w:w="5857" w:type="dxa"/>
            <w:shd w:val="clear" w:color="auto" w:fill="FFBFBF" w:themeFill="accent6" w:themeFillTint="33"/>
            <w:vAlign w:val="center"/>
          </w:tcPr>
          <w:p w14:paraId="0138C6D7" w14:textId="77777777" w:rsidR="00CF4F5D" w:rsidRPr="009B2848" w:rsidRDefault="00CF4F5D" w:rsidP="00FA2BFA">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7A30E378" w14:textId="77777777" w:rsidR="00CF4F5D" w:rsidRPr="003807B5" w:rsidRDefault="00CF4F5D" w:rsidP="00FA2BFA">
            <w:pPr>
              <w:keepNext/>
              <w:spacing w:after="60"/>
              <w:jc w:val="center"/>
              <w:outlineLvl w:val="3"/>
              <w:rPr>
                <w:rFonts w:eastAsia="Times New Roman"/>
                <w:bCs/>
              </w:rPr>
            </w:pPr>
          </w:p>
        </w:tc>
      </w:tr>
      <w:tr w:rsidR="00CF4F5D" w:rsidRPr="00523A61" w14:paraId="402BA45D" w14:textId="77777777" w:rsidTr="00FA2BFA">
        <w:tc>
          <w:tcPr>
            <w:tcW w:w="5857" w:type="dxa"/>
            <w:shd w:val="clear" w:color="auto" w:fill="FFBFBF" w:themeFill="accent6" w:themeFillTint="33"/>
            <w:vAlign w:val="center"/>
          </w:tcPr>
          <w:p w14:paraId="724C08F7" w14:textId="77777777" w:rsidR="00CF4F5D" w:rsidRPr="009B2848" w:rsidRDefault="00CF4F5D" w:rsidP="00FA2BFA">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6A00EA5B" w14:textId="77777777" w:rsidR="00CF4F5D" w:rsidRPr="003807B5" w:rsidRDefault="00CF4F5D" w:rsidP="00FA2BFA">
            <w:pPr>
              <w:keepNext/>
              <w:spacing w:after="60"/>
              <w:jc w:val="center"/>
              <w:outlineLvl w:val="3"/>
              <w:rPr>
                <w:rFonts w:eastAsia="Times New Roman"/>
                <w:bCs/>
              </w:rPr>
            </w:pPr>
          </w:p>
        </w:tc>
      </w:tr>
      <w:tr w:rsidR="00CF4F5D" w:rsidRPr="00523A61" w14:paraId="62C90B79" w14:textId="77777777" w:rsidTr="00FA2BFA">
        <w:tc>
          <w:tcPr>
            <w:tcW w:w="5857" w:type="dxa"/>
            <w:shd w:val="clear" w:color="auto" w:fill="FFBFBF" w:themeFill="accent6" w:themeFillTint="33"/>
            <w:vAlign w:val="center"/>
          </w:tcPr>
          <w:p w14:paraId="654D4E90" w14:textId="77777777" w:rsidR="00CF4F5D" w:rsidRPr="009B2848" w:rsidRDefault="00CF4F5D" w:rsidP="00FA2BFA">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61CBCECA" w14:textId="77777777" w:rsidR="00CF4F5D" w:rsidRPr="003807B5" w:rsidRDefault="00CF4F5D" w:rsidP="00FA2BFA">
            <w:pPr>
              <w:keepNext/>
              <w:spacing w:after="60"/>
              <w:jc w:val="center"/>
              <w:outlineLvl w:val="3"/>
              <w:rPr>
                <w:rFonts w:eastAsia="Times New Roman"/>
                <w:bCs/>
              </w:rPr>
            </w:pPr>
          </w:p>
        </w:tc>
      </w:tr>
      <w:tr w:rsidR="00CF4F5D" w:rsidRPr="00523A61" w14:paraId="613299EF" w14:textId="77777777" w:rsidTr="00FA2BFA">
        <w:tc>
          <w:tcPr>
            <w:tcW w:w="5857" w:type="dxa"/>
            <w:shd w:val="clear" w:color="auto" w:fill="FFBFBF" w:themeFill="accent6" w:themeFillTint="33"/>
            <w:vAlign w:val="center"/>
          </w:tcPr>
          <w:p w14:paraId="55CA16F8" w14:textId="77777777" w:rsidR="00CF4F5D" w:rsidRPr="009B2848" w:rsidRDefault="00CF4F5D" w:rsidP="00FA2BFA">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4E00528" w14:textId="77777777" w:rsidR="00CF4F5D" w:rsidRPr="003807B5" w:rsidRDefault="00CF4F5D" w:rsidP="00FA2BFA">
            <w:pPr>
              <w:keepNext/>
              <w:spacing w:after="60"/>
              <w:jc w:val="center"/>
              <w:outlineLvl w:val="3"/>
              <w:rPr>
                <w:rFonts w:eastAsia="Times New Roman"/>
                <w:bCs/>
              </w:rPr>
            </w:pPr>
          </w:p>
        </w:tc>
      </w:tr>
    </w:tbl>
    <w:p w14:paraId="6D484DD2" w14:textId="77777777" w:rsidR="00CF4F5D" w:rsidRPr="00FD71D6" w:rsidRDefault="00CF4F5D" w:rsidP="00CF4F5D">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CF4F5D" w:rsidRPr="00523A61" w14:paraId="7733191D" w14:textId="77777777" w:rsidTr="00FA2BFA">
        <w:tc>
          <w:tcPr>
            <w:tcW w:w="3259" w:type="dxa"/>
            <w:shd w:val="clear" w:color="auto" w:fill="FFBFBF" w:themeFill="accent6" w:themeFillTint="33"/>
          </w:tcPr>
          <w:p w14:paraId="09DE75FE" w14:textId="77777777" w:rsidR="00CF4F5D" w:rsidRPr="00A24674" w:rsidRDefault="00CF4F5D" w:rsidP="00FA2BFA">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366138C3" w14:textId="77777777" w:rsidR="00CF4F5D" w:rsidRPr="00A24674" w:rsidRDefault="00CF4F5D" w:rsidP="00FA2BFA">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4ACB601D" w14:textId="77777777" w:rsidR="00CF4F5D" w:rsidRPr="00A24674" w:rsidRDefault="00CF4F5D" w:rsidP="00FA2BFA">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CF4F5D" w:rsidRPr="00523A61" w14:paraId="4DF9863A" w14:textId="77777777" w:rsidTr="00FA2BFA">
        <w:tc>
          <w:tcPr>
            <w:tcW w:w="3259" w:type="dxa"/>
            <w:shd w:val="clear" w:color="auto" w:fill="FFBFBF" w:themeFill="accent6" w:themeFillTint="33"/>
          </w:tcPr>
          <w:p w14:paraId="7E5772E7" w14:textId="77777777" w:rsidR="00CF4F5D" w:rsidRPr="00A24674" w:rsidRDefault="00CF4F5D" w:rsidP="00FA2BFA">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7BE01468" w14:textId="77777777" w:rsidR="00CF4F5D" w:rsidRPr="00A24674" w:rsidRDefault="00CF4F5D" w:rsidP="00FA2BFA">
            <w:pPr>
              <w:keepNext/>
              <w:spacing w:after="60"/>
              <w:jc w:val="center"/>
              <w:outlineLvl w:val="3"/>
              <w:rPr>
                <w:rFonts w:eastAsia="Times New Roman"/>
                <w:bCs/>
              </w:rPr>
            </w:pPr>
          </w:p>
        </w:tc>
        <w:tc>
          <w:tcPr>
            <w:tcW w:w="3260" w:type="dxa"/>
            <w:vAlign w:val="center"/>
          </w:tcPr>
          <w:p w14:paraId="5E7BC9CC" w14:textId="77777777" w:rsidR="00CF4F5D" w:rsidRPr="00A24674" w:rsidRDefault="00CF4F5D" w:rsidP="00FA2BFA">
            <w:pPr>
              <w:keepNext/>
              <w:spacing w:after="60"/>
              <w:jc w:val="center"/>
              <w:outlineLvl w:val="3"/>
              <w:rPr>
                <w:rFonts w:eastAsia="Times New Roman"/>
                <w:bCs/>
              </w:rPr>
            </w:pPr>
          </w:p>
        </w:tc>
      </w:tr>
      <w:tr w:rsidR="00CF4F5D" w:rsidRPr="00523A61" w14:paraId="5FBD16C0" w14:textId="77777777" w:rsidTr="00FA2BFA">
        <w:tc>
          <w:tcPr>
            <w:tcW w:w="3259" w:type="dxa"/>
            <w:shd w:val="clear" w:color="auto" w:fill="FFBFBF" w:themeFill="accent6" w:themeFillTint="33"/>
          </w:tcPr>
          <w:p w14:paraId="789F4738" w14:textId="77777777" w:rsidR="00CF4F5D" w:rsidRPr="00A24674" w:rsidRDefault="00CF4F5D" w:rsidP="00FA2BF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17C1B9E" w14:textId="77777777" w:rsidR="00CF4F5D" w:rsidRPr="00A24674" w:rsidRDefault="00CF4F5D" w:rsidP="00FA2BFA">
            <w:pPr>
              <w:keepNext/>
              <w:spacing w:after="60"/>
              <w:jc w:val="center"/>
              <w:outlineLvl w:val="3"/>
              <w:rPr>
                <w:rFonts w:eastAsia="Times New Roman"/>
                <w:bCs/>
              </w:rPr>
            </w:pPr>
          </w:p>
        </w:tc>
        <w:tc>
          <w:tcPr>
            <w:tcW w:w="3260" w:type="dxa"/>
            <w:vAlign w:val="center"/>
          </w:tcPr>
          <w:p w14:paraId="613C4201" w14:textId="77777777" w:rsidR="00CF4F5D" w:rsidRPr="00A24674" w:rsidRDefault="00CF4F5D" w:rsidP="00FA2BFA">
            <w:pPr>
              <w:keepNext/>
              <w:spacing w:after="60"/>
              <w:jc w:val="center"/>
              <w:outlineLvl w:val="3"/>
              <w:rPr>
                <w:rFonts w:eastAsia="Times New Roman"/>
                <w:bCs/>
              </w:rPr>
            </w:pPr>
          </w:p>
        </w:tc>
      </w:tr>
      <w:tr w:rsidR="00CF4F5D" w:rsidRPr="00523A61" w14:paraId="702DC67A" w14:textId="77777777" w:rsidTr="00FA2BFA">
        <w:tc>
          <w:tcPr>
            <w:tcW w:w="3259" w:type="dxa"/>
            <w:shd w:val="clear" w:color="auto" w:fill="FFBFBF" w:themeFill="accent6" w:themeFillTint="33"/>
          </w:tcPr>
          <w:p w14:paraId="741E9D49" w14:textId="77777777" w:rsidR="00CF4F5D" w:rsidRPr="00A24674" w:rsidRDefault="00CF4F5D" w:rsidP="00FA2BF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584FC0B" w14:textId="77777777" w:rsidR="00CF4F5D" w:rsidRPr="00A24674" w:rsidRDefault="00CF4F5D" w:rsidP="00FA2BFA">
            <w:pPr>
              <w:keepNext/>
              <w:spacing w:after="60"/>
              <w:jc w:val="center"/>
              <w:outlineLvl w:val="3"/>
              <w:rPr>
                <w:rFonts w:eastAsia="Times New Roman"/>
                <w:bCs/>
              </w:rPr>
            </w:pPr>
          </w:p>
        </w:tc>
        <w:tc>
          <w:tcPr>
            <w:tcW w:w="3260" w:type="dxa"/>
            <w:vAlign w:val="center"/>
          </w:tcPr>
          <w:p w14:paraId="69C61C04" w14:textId="77777777" w:rsidR="00CF4F5D" w:rsidRPr="00A24674" w:rsidRDefault="00CF4F5D" w:rsidP="00FA2BFA">
            <w:pPr>
              <w:keepNext/>
              <w:spacing w:after="60"/>
              <w:jc w:val="center"/>
              <w:outlineLvl w:val="3"/>
              <w:rPr>
                <w:rFonts w:eastAsia="Times New Roman"/>
                <w:bCs/>
              </w:rPr>
            </w:pPr>
          </w:p>
        </w:tc>
      </w:tr>
      <w:tr w:rsidR="00CF4F5D" w:rsidRPr="00523A61" w14:paraId="2068EFCE" w14:textId="77777777" w:rsidTr="00FA2BFA">
        <w:tc>
          <w:tcPr>
            <w:tcW w:w="3259" w:type="dxa"/>
            <w:shd w:val="clear" w:color="auto" w:fill="FFBFBF" w:themeFill="accent6" w:themeFillTint="33"/>
          </w:tcPr>
          <w:p w14:paraId="27242E48" w14:textId="77777777" w:rsidR="00CF4F5D" w:rsidRPr="00A24674" w:rsidRDefault="00CF4F5D" w:rsidP="00FA2BF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21052A7" w14:textId="77777777" w:rsidR="00CF4F5D" w:rsidRPr="00A24674" w:rsidRDefault="00CF4F5D" w:rsidP="00FA2BFA">
            <w:pPr>
              <w:keepNext/>
              <w:spacing w:after="60"/>
              <w:jc w:val="center"/>
              <w:outlineLvl w:val="3"/>
              <w:rPr>
                <w:rFonts w:eastAsia="Times New Roman"/>
                <w:bCs/>
              </w:rPr>
            </w:pPr>
          </w:p>
        </w:tc>
        <w:tc>
          <w:tcPr>
            <w:tcW w:w="3260" w:type="dxa"/>
            <w:vAlign w:val="center"/>
          </w:tcPr>
          <w:p w14:paraId="373FA9FC" w14:textId="77777777" w:rsidR="00CF4F5D" w:rsidRPr="00A24674" w:rsidRDefault="00CF4F5D" w:rsidP="00FA2BFA">
            <w:pPr>
              <w:keepNext/>
              <w:spacing w:after="60"/>
              <w:jc w:val="center"/>
              <w:outlineLvl w:val="3"/>
              <w:rPr>
                <w:rFonts w:eastAsia="Times New Roman"/>
                <w:bCs/>
              </w:rPr>
            </w:pPr>
          </w:p>
        </w:tc>
      </w:tr>
      <w:tr w:rsidR="00CF4F5D" w:rsidRPr="00523A61" w14:paraId="301752E2" w14:textId="77777777" w:rsidTr="00FA2BFA">
        <w:tc>
          <w:tcPr>
            <w:tcW w:w="3259" w:type="dxa"/>
            <w:shd w:val="clear" w:color="auto" w:fill="FFBFBF" w:themeFill="accent6" w:themeFillTint="33"/>
          </w:tcPr>
          <w:p w14:paraId="74C481B5" w14:textId="77777777" w:rsidR="00CF4F5D" w:rsidRPr="00A24674" w:rsidRDefault="00CF4F5D" w:rsidP="00FA2BF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1B0EEB9" w14:textId="77777777" w:rsidR="00CF4F5D" w:rsidRPr="00A24674" w:rsidRDefault="00CF4F5D" w:rsidP="00FA2BFA">
            <w:pPr>
              <w:keepNext/>
              <w:spacing w:after="60"/>
              <w:jc w:val="center"/>
              <w:outlineLvl w:val="3"/>
              <w:rPr>
                <w:rFonts w:eastAsia="Times New Roman"/>
                <w:bCs/>
              </w:rPr>
            </w:pPr>
          </w:p>
        </w:tc>
        <w:tc>
          <w:tcPr>
            <w:tcW w:w="3260" w:type="dxa"/>
            <w:vAlign w:val="center"/>
          </w:tcPr>
          <w:p w14:paraId="6BC2ED52" w14:textId="77777777" w:rsidR="00CF4F5D" w:rsidRPr="003807B5" w:rsidRDefault="00CF4F5D" w:rsidP="00FA2BFA">
            <w:pPr>
              <w:keepNext/>
              <w:spacing w:after="60"/>
              <w:jc w:val="center"/>
              <w:outlineLvl w:val="3"/>
              <w:rPr>
                <w:rFonts w:eastAsia="Times New Roman"/>
                <w:bCs/>
              </w:rPr>
            </w:pPr>
          </w:p>
        </w:tc>
      </w:tr>
      <w:tr w:rsidR="00CF4F5D" w:rsidRPr="00523A61" w14:paraId="69EB71BB" w14:textId="77777777" w:rsidTr="00FA2BFA">
        <w:tc>
          <w:tcPr>
            <w:tcW w:w="3259" w:type="dxa"/>
            <w:shd w:val="clear" w:color="auto" w:fill="FFBFBF" w:themeFill="accent6" w:themeFillTint="33"/>
          </w:tcPr>
          <w:p w14:paraId="09D377C1" w14:textId="77777777" w:rsidR="00CF4F5D" w:rsidRPr="00A24674" w:rsidRDefault="00CF4F5D" w:rsidP="00FA2BFA">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10A5DDD0" w14:textId="77777777" w:rsidR="00CF4F5D" w:rsidRPr="00A24674" w:rsidRDefault="00CF4F5D" w:rsidP="00FA2BFA">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63B3EF7" w14:textId="77777777" w:rsidR="00CF4F5D" w:rsidRPr="00A24674" w:rsidRDefault="00CF4F5D" w:rsidP="00FA2BFA">
            <w:pPr>
              <w:keepNext/>
              <w:spacing w:after="60"/>
              <w:jc w:val="center"/>
              <w:outlineLvl w:val="3"/>
              <w:rPr>
                <w:rFonts w:eastAsia="Times New Roman"/>
                <w:b/>
                <w:bCs/>
              </w:rPr>
            </w:pPr>
          </w:p>
        </w:tc>
      </w:tr>
    </w:tbl>
    <w:p w14:paraId="0876F146" w14:textId="77777777" w:rsidR="00CF4F5D" w:rsidRPr="00010E15" w:rsidRDefault="00CF4F5D" w:rsidP="00CF4F5D">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CF4F5D" w:rsidRPr="004D17B4" w14:paraId="75C56C99" w14:textId="77777777" w:rsidTr="00FA2BFA">
        <w:tc>
          <w:tcPr>
            <w:tcW w:w="4889" w:type="dxa"/>
            <w:shd w:val="clear" w:color="auto" w:fill="FFBFBF" w:themeFill="accent6" w:themeFillTint="33"/>
            <w:vAlign w:val="center"/>
          </w:tcPr>
          <w:p w14:paraId="5612B1D7" w14:textId="77777777" w:rsidR="00CF4F5D" w:rsidRPr="00A24674" w:rsidRDefault="00CF4F5D" w:rsidP="00FA2BFA">
            <w:pPr>
              <w:keepNext/>
              <w:spacing w:after="60"/>
              <w:outlineLvl w:val="3"/>
              <w:rPr>
                <w:rFonts w:eastAsia="Times New Roman"/>
                <w:b/>
                <w:bCs/>
              </w:rPr>
            </w:pPr>
            <w:r w:rsidRPr="00A24674">
              <w:rPr>
                <w:rFonts w:eastAsia="Times New Roman"/>
                <w:b/>
                <w:bCs/>
              </w:rPr>
              <w:t>Hodnocení objednatele:</w:t>
            </w:r>
          </w:p>
          <w:p w14:paraId="263D73C7" w14:textId="77777777" w:rsidR="00CF4F5D" w:rsidRPr="00A24674" w:rsidRDefault="00CF4F5D" w:rsidP="00FA2BFA">
            <w:pPr>
              <w:keepNext/>
              <w:spacing w:after="60"/>
              <w:outlineLvl w:val="3"/>
              <w:rPr>
                <w:rFonts w:eastAsia="Times New Roman"/>
                <w:b/>
                <w:bCs/>
              </w:rPr>
            </w:pPr>
          </w:p>
          <w:p w14:paraId="1E8F57A3" w14:textId="77777777" w:rsidR="00CF4F5D" w:rsidRPr="00A24674" w:rsidRDefault="00CF4F5D" w:rsidP="00FA2BFA">
            <w:pPr>
              <w:keepNext/>
              <w:spacing w:after="60"/>
              <w:outlineLvl w:val="3"/>
              <w:rPr>
                <w:rFonts w:eastAsia="Times New Roman"/>
                <w:bCs/>
              </w:rPr>
            </w:pPr>
          </w:p>
          <w:p w14:paraId="7C21C07C" w14:textId="77777777" w:rsidR="00CF4F5D" w:rsidRPr="00A24674" w:rsidRDefault="00CF4F5D" w:rsidP="00FA2BFA">
            <w:pPr>
              <w:keepNext/>
              <w:spacing w:after="60"/>
              <w:outlineLvl w:val="3"/>
              <w:rPr>
                <w:rFonts w:eastAsia="Times New Roman"/>
                <w:bCs/>
              </w:rPr>
            </w:pPr>
          </w:p>
          <w:p w14:paraId="35E23EB2" w14:textId="77777777" w:rsidR="00CF4F5D" w:rsidRPr="00A24674" w:rsidRDefault="00CF4F5D" w:rsidP="00FA2BFA">
            <w:pPr>
              <w:keepNext/>
              <w:spacing w:after="60"/>
              <w:outlineLvl w:val="3"/>
              <w:rPr>
                <w:rFonts w:eastAsia="Times New Roman"/>
                <w:bCs/>
              </w:rPr>
            </w:pPr>
          </w:p>
          <w:p w14:paraId="438C1100" w14:textId="77777777" w:rsidR="00CF4F5D" w:rsidRPr="00A24674" w:rsidRDefault="00CF4F5D" w:rsidP="00FA2BFA">
            <w:pPr>
              <w:keepNext/>
              <w:spacing w:after="60"/>
              <w:outlineLvl w:val="3"/>
              <w:rPr>
                <w:rFonts w:eastAsia="Times New Roman"/>
                <w:bCs/>
              </w:rPr>
            </w:pPr>
          </w:p>
        </w:tc>
        <w:tc>
          <w:tcPr>
            <w:tcW w:w="4890" w:type="dxa"/>
            <w:vAlign w:val="center"/>
          </w:tcPr>
          <w:p w14:paraId="6F74FAC6" w14:textId="77777777" w:rsidR="00CF4F5D" w:rsidRPr="00A24674" w:rsidRDefault="00CF4F5D" w:rsidP="00FA2BFA">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CF4F5D" w:rsidRPr="00A24674" w14:paraId="66213C94" w14:textId="77777777" w:rsidTr="00FA2BFA">
        <w:tc>
          <w:tcPr>
            <w:tcW w:w="4889" w:type="dxa"/>
            <w:shd w:val="clear" w:color="auto" w:fill="FFBFBF" w:themeFill="accent6" w:themeFillTint="33"/>
          </w:tcPr>
          <w:p w14:paraId="31E40E5D" w14:textId="77777777" w:rsidR="00CF4F5D" w:rsidRPr="00A24674" w:rsidRDefault="00CF4F5D" w:rsidP="00FA2BFA">
            <w:pPr>
              <w:keepNext/>
              <w:spacing w:after="60"/>
              <w:outlineLvl w:val="3"/>
              <w:rPr>
                <w:rFonts w:eastAsia="Times New Roman"/>
                <w:b/>
                <w:bCs/>
              </w:rPr>
            </w:pPr>
            <w:r w:rsidRPr="00A24674">
              <w:rPr>
                <w:rFonts w:eastAsia="Times New Roman"/>
                <w:b/>
                <w:bCs/>
              </w:rPr>
              <w:t>Kontaktní osoba:</w:t>
            </w:r>
          </w:p>
        </w:tc>
        <w:tc>
          <w:tcPr>
            <w:tcW w:w="4890" w:type="dxa"/>
            <w:vAlign w:val="center"/>
          </w:tcPr>
          <w:p w14:paraId="1507C51A" w14:textId="77777777" w:rsidR="00CF4F5D" w:rsidRPr="00A24674" w:rsidRDefault="00CF4F5D" w:rsidP="00FA2BFA">
            <w:pPr>
              <w:keepNext/>
              <w:spacing w:after="60"/>
              <w:jc w:val="center"/>
              <w:outlineLvl w:val="3"/>
              <w:rPr>
                <w:rFonts w:eastAsia="Times New Roman"/>
                <w:bCs/>
              </w:rPr>
            </w:pPr>
          </w:p>
        </w:tc>
      </w:tr>
    </w:tbl>
    <w:p w14:paraId="241DD435" w14:textId="77777777" w:rsidR="00CF4F5D" w:rsidRPr="00A24674" w:rsidRDefault="00CF4F5D" w:rsidP="00CF4F5D">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CF4F5D" w:rsidRPr="00A24674" w14:paraId="1F36F740" w14:textId="77777777" w:rsidTr="00FA2BFA">
        <w:tc>
          <w:tcPr>
            <w:tcW w:w="4889" w:type="dxa"/>
            <w:shd w:val="clear" w:color="auto" w:fill="FFBFBF" w:themeFill="accent6" w:themeFillTint="33"/>
            <w:vAlign w:val="center"/>
          </w:tcPr>
          <w:p w14:paraId="2762B1F3" w14:textId="77777777" w:rsidR="00CF4F5D" w:rsidRPr="00A24674" w:rsidRDefault="00CF4F5D" w:rsidP="00FA2BFA">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10516FB4" w14:textId="77777777" w:rsidR="00CF4F5D" w:rsidRPr="00A24674" w:rsidRDefault="00CF4F5D" w:rsidP="00FA2BFA">
            <w:pPr>
              <w:keepNext/>
              <w:spacing w:after="60"/>
              <w:jc w:val="center"/>
              <w:outlineLvl w:val="3"/>
              <w:rPr>
                <w:rFonts w:eastAsia="Times New Roman"/>
                <w:bCs/>
              </w:rPr>
            </w:pPr>
          </w:p>
        </w:tc>
      </w:tr>
      <w:tr w:rsidR="00CF4F5D" w:rsidRPr="00523A61" w14:paraId="3AD7A39E" w14:textId="77777777" w:rsidTr="00FA2BFA">
        <w:tc>
          <w:tcPr>
            <w:tcW w:w="4889" w:type="dxa"/>
            <w:shd w:val="clear" w:color="auto" w:fill="FFBFBF" w:themeFill="accent6" w:themeFillTint="33"/>
            <w:vAlign w:val="center"/>
          </w:tcPr>
          <w:p w14:paraId="1AB82832" w14:textId="77777777" w:rsidR="00CF4F5D" w:rsidRPr="00A24674" w:rsidRDefault="00CF4F5D" w:rsidP="00FA2BFA">
            <w:pPr>
              <w:keepNext/>
              <w:spacing w:after="60"/>
              <w:outlineLvl w:val="3"/>
              <w:rPr>
                <w:rFonts w:eastAsia="Times New Roman"/>
                <w:b/>
                <w:bCs/>
              </w:rPr>
            </w:pPr>
            <w:r w:rsidRPr="00A24674">
              <w:rPr>
                <w:rFonts w:eastAsia="Times New Roman"/>
                <w:b/>
                <w:bCs/>
              </w:rPr>
              <w:t>Funkce:</w:t>
            </w:r>
          </w:p>
        </w:tc>
        <w:tc>
          <w:tcPr>
            <w:tcW w:w="4890" w:type="dxa"/>
            <w:vAlign w:val="center"/>
          </w:tcPr>
          <w:p w14:paraId="25EAC6C1" w14:textId="77777777" w:rsidR="00CF4F5D" w:rsidRPr="003807B5" w:rsidRDefault="00CF4F5D" w:rsidP="00FA2BFA">
            <w:pPr>
              <w:keepNext/>
              <w:spacing w:after="60"/>
              <w:jc w:val="center"/>
              <w:outlineLvl w:val="3"/>
              <w:rPr>
                <w:rFonts w:eastAsia="Times New Roman"/>
                <w:bCs/>
              </w:rPr>
            </w:pPr>
          </w:p>
        </w:tc>
      </w:tr>
      <w:tr w:rsidR="00CF4F5D" w:rsidRPr="00523A61" w14:paraId="2760DE55" w14:textId="77777777" w:rsidTr="00FA2BFA">
        <w:tc>
          <w:tcPr>
            <w:tcW w:w="4889" w:type="dxa"/>
            <w:shd w:val="clear" w:color="auto" w:fill="FFBFBF" w:themeFill="accent6" w:themeFillTint="33"/>
            <w:vAlign w:val="center"/>
          </w:tcPr>
          <w:p w14:paraId="7DACC581" w14:textId="77777777" w:rsidR="00CF4F5D" w:rsidRPr="00A24674" w:rsidRDefault="00CF4F5D" w:rsidP="00FA2BFA">
            <w:pPr>
              <w:keepNext/>
              <w:spacing w:after="60"/>
              <w:outlineLvl w:val="3"/>
              <w:rPr>
                <w:rFonts w:eastAsia="Times New Roman"/>
                <w:b/>
                <w:bCs/>
              </w:rPr>
            </w:pPr>
            <w:r w:rsidRPr="00A24674">
              <w:rPr>
                <w:rFonts w:eastAsia="Times New Roman"/>
                <w:b/>
                <w:bCs/>
              </w:rPr>
              <w:t>Podpis vystavitele</w:t>
            </w:r>
          </w:p>
          <w:p w14:paraId="6821CF49" w14:textId="77777777" w:rsidR="00CF4F5D" w:rsidRPr="00A24674" w:rsidRDefault="00CF4F5D" w:rsidP="00FA2BFA">
            <w:pPr>
              <w:keepNext/>
              <w:spacing w:after="60"/>
              <w:outlineLvl w:val="3"/>
              <w:rPr>
                <w:rFonts w:eastAsia="Times New Roman"/>
                <w:b/>
                <w:bCs/>
              </w:rPr>
            </w:pPr>
          </w:p>
        </w:tc>
        <w:tc>
          <w:tcPr>
            <w:tcW w:w="4890" w:type="dxa"/>
            <w:vAlign w:val="center"/>
          </w:tcPr>
          <w:p w14:paraId="741A133C" w14:textId="77777777" w:rsidR="00CF4F5D" w:rsidRPr="003807B5" w:rsidRDefault="00CF4F5D" w:rsidP="00FA2BFA">
            <w:pPr>
              <w:keepNext/>
              <w:spacing w:after="60"/>
              <w:jc w:val="center"/>
              <w:outlineLvl w:val="3"/>
              <w:rPr>
                <w:rFonts w:eastAsia="Times New Roman"/>
                <w:bCs/>
              </w:rPr>
            </w:pPr>
          </w:p>
        </w:tc>
      </w:tr>
      <w:tr w:rsidR="00CF4F5D" w:rsidRPr="00523A61" w14:paraId="43FEA656" w14:textId="77777777" w:rsidTr="00FA2BFA">
        <w:tc>
          <w:tcPr>
            <w:tcW w:w="4889" w:type="dxa"/>
            <w:shd w:val="clear" w:color="auto" w:fill="FFBFBF" w:themeFill="accent6" w:themeFillTint="33"/>
            <w:vAlign w:val="center"/>
          </w:tcPr>
          <w:p w14:paraId="4A3E2E55" w14:textId="77777777" w:rsidR="00CF4F5D" w:rsidRPr="00A24674" w:rsidRDefault="00CF4F5D" w:rsidP="00FA2BFA">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E844958" w14:textId="77777777" w:rsidR="00CF4F5D" w:rsidRPr="003807B5" w:rsidRDefault="00CF4F5D" w:rsidP="00FA2BFA">
            <w:pPr>
              <w:keepNext/>
              <w:spacing w:after="60"/>
              <w:jc w:val="center"/>
              <w:outlineLvl w:val="3"/>
              <w:rPr>
                <w:rFonts w:eastAsia="Times New Roman"/>
                <w:bCs/>
              </w:rPr>
            </w:pPr>
          </w:p>
        </w:tc>
      </w:tr>
    </w:tbl>
    <w:p w14:paraId="1B400444" w14:textId="77777777" w:rsidR="00CF4F5D" w:rsidRPr="003807B5" w:rsidRDefault="00CF4F5D" w:rsidP="00CF4F5D">
      <w:pPr>
        <w:keepNext/>
        <w:spacing w:after="60"/>
        <w:outlineLvl w:val="3"/>
        <w:rPr>
          <w:rFonts w:eastAsia="Times New Roman"/>
          <w:bCs/>
          <w:sz w:val="16"/>
        </w:rPr>
      </w:pPr>
    </w:p>
    <w:p w14:paraId="01F06213" w14:textId="77777777" w:rsidR="00CF4F5D" w:rsidRPr="00A24674" w:rsidRDefault="00CF4F5D" w:rsidP="00CF4F5D">
      <w:pPr>
        <w:keepNext/>
        <w:spacing w:after="60"/>
        <w:jc w:val="both"/>
        <w:outlineLvl w:val="3"/>
        <w:rPr>
          <w:rFonts w:eastAsia="Times New Roman"/>
          <w:bCs/>
          <w:i/>
        </w:rPr>
      </w:pPr>
      <w:r w:rsidRPr="00A24674">
        <w:rPr>
          <w:rFonts w:eastAsia="Times New Roman"/>
          <w:bCs/>
          <w:i/>
        </w:rPr>
        <w:t>* Je-li vzhledem k charakteru stavby relevantní.</w:t>
      </w:r>
    </w:p>
    <w:p w14:paraId="7DEF1D4F" w14:textId="77777777" w:rsidR="00CF4F5D" w:rsidRPr="00A24674" w:rsidRDefault="00CF4F5D" w:rsidP="00CF4F5D">
      <w:pPr>
        <w:keepNext/>
        <w:spacing w:after="60"/>
        <w:jc w:val="both"/>
        <w:outlineLvl w:val="3"/>
        <w:rPr>
          <w:rFonts w:eastAsia="Times New Roman"/>
          <w:b/>
          <w:bCs/>
          <w:i/>
        </w:rPr>
      </w:pPr>
    </w:p>
    <w:p w14:paraId="5944588F" w14:textId="77777777" w:rsidR="00CF4F5D" w:rsidRPr="00A24674" w:rsidRDefault="00CF4F5D" w:rsidP="00CF4F5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E065645" w14:textId="77777777" w:rsidR="00CF4F5D" w:rsidRPr="00FD71D6" w:rsidRDefault="00CF4F5D" w:rsidP="00CF4F5D">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44285342" w14:textId="77777777" w:rsidR="00CF4F5D" w:rsidRPr="00A24674" w:rsidRDefault="00CF4F5D" w:rsidP="00CF4F5D">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5A0EDBAC" w14:textId="77777777" w:rsidR="00CF4F5D" w:rsidRPr="008C0DFC" w:rsidRDefault="00CF4F5D" w:rsidP="00CF4F5D">
      <w:pPr>
        <w:pStyle w:val="Nadpisbezsl1-2"/>
      </w:pPr>
    </w:p>
    <w:p w14:paraId="070E4761" w14:textId="77777777" w:rsidR="00CF4F5D" w:rsidRDefault="00CF4F5D" w:rsidP="00CF4F5D">
      <w:pPr>
        <w:pStyle w:val="Textbezodsazen"/>
      </w:pPr>
    </w:p>
    <w:p w14:paraId="49D50B4F" w14:textId="77777777" w:rsidR="00CF4F5D" w:rsidRDefault="00CF4F5D" w:rsidP="00CF4F5D">
      <w:pPr>
        <w:pStyle w:val="Textbezodsazen"/>
      </w:pPr>
    </w:p>
    <w:p w14:paraId="0D1FC2F3" w14:textId="77777777" w:rsidR="00CF4F5D" w:rsidRDefault="00CF4F5D" w:rsidP="00CF4F5D">
      <w:pPr>
        <w:pStyle w:val="Textbezodsazen"/>
      </w:pPr>
    </w:p>
    <w:p w14:paraId="16869150" w14:textId="77777777" w:rsidR="00CF4F5D" w:rsidRDefault="00CF4F5D" w:rsidP="00CF4F5D">
      <w:pPr>
        <w:pStyle w:val="Textbezodsazen"/>
      </w:pPr>
    </w:p>
    <w:p w14:paraId="52F0F9D4" w14:textId="77777777" w:rsidR="002D7AA5" w:rsidRDefault="002D7AA5" w:rsidP="00CF4F5D">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4D60DD" w:rsidRDefault="004D60DD" w:rsidP="00962258">
      <w:pPr>
        <w:spacing w:after="0" w:line="240" w:lineRule="auto"/>
      </w:pPr>
      <w:r>
        <w:separator/>
      </w:r>
    </w:p>
  </w:endnote>
  <w:endnote w:type="continuationSeparator" w:id="0">
    <w:p w14:paraId="2330D11E" w14:textId="77777777" w:rsidR="004D60DD" w:rsidRDefault="004D60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1240A483" w14:textId="77777777" w:rsidTr="00F13FDA">
      <w:tc>
        <w:tcPr>
          <w:tcW w:w="1021" w:type="dxa"/>
          <w:vAlign w:val="bottom"/>
        </w:tcPr>
        <w:p w14:paraId="151E8C0E" w14:textId="74A8AA64" w:rsidR="004D60DD" w:rsidRPr="00B8518B" w:rsidRDefault="004D60D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D3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4D39">
            <w:rPr>
              <w:rStyle w:val="slostrnky"/>
              <w:noProof/>
            </w:rPr>
            <w:t>37</w:t>
          </w:r>
          <w:r w:rsidRPr="00B8518B">
            <w:rPr>
              <w:rStyle w:val="slostrnky"/>
            </w:rPr>
            <w:fldChar w:fldCharType="end"/>
          </w:r>
        </w:p>
      </w:tc>
      <w:tc>
        <w:tcPr>
          <w:tcW w:w="0" w:type="auto"/>
          <w:vAlign w:val="bottom"/>
        </w:tcPr>
        <w:p w14:paraId="4FEF9FF2" w14:textId="77777777" w:rsidR="004D60DD" w:rsidRDefault="004D60DD" w:rsidP="00F13FDA">
          <w:pPr>
            <w:pStyle w:val="Zpatvlevo"/>
          </w:pPr>
          <w:r w:rsidRPr="00B41CFD">
            <w:t>Smlouva o dílo</w:t>
          </w:r>
        </w:p>
        <w:p w14:paraId="36D7DCDC" w14:textId="77777777" w:rsidR="004D60DD" w:rsidRPr="003462EB" w:rsidRDefault="004D60DD" w:rsidP="00F13FDA">
          <w:pPr>
            <w:pStyle w:val="Zpatvlevo"/>
          </w:pPr>
          <w:r w:rsidRPr="00B41CFD">
            <w:t>Zhotovení stavby</w:t>
          </w:r>
        </w:p>
      </w:tc>
    </w:tr>
  </w:tbl>
  <w:p w14:paraId="54F3FF18" w14:textId="77777777" w:rsidR="004D60DD" w:rsidRPr="00F13FDA" w:rsidRDefault="004D60D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3C3BD90F" w14:textId="77777777" w:rsidTr="00F13FDA">
      <w:tc>
        <w:tcPr>
          <w:tcW w:w="1021" w:type="dxa"/>
          <w:vAlign w:val="bottom"/>
        </w:tcPr>
        <w:p w14:paraId="607075DB" w14:textId="77777777"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D60DD" w:rsidRPr="00DD4862" w:rsidRDefault="004D60DD" w:rsidP="00F13FDA">
          <w:pPr>
            <w:pStyle w:val="Zpatvlevo"/>
            <w:rPr>
              <w:b/>
            </w:rPr>
          </w:pPr>
          <w:r>
            <w:rPr>
              <w:b/>
            </w:rPr>
            <w:t>Příloha č. 4</w:t>
          </w:r>
        </w:p>
        <w:p w14:paraId="4F45CE3F" w14:textId="77777777" w:rsidR="004D60DD" w:rsidRDefault="004D60DD" w:rsidP="00F13FDA">
          <w:pPr>
            <w:pStyle w:val="Zpatvlevo"/>
          </w:pPr>
          <w:r w:rsidRPr="00B41CFD">
            <w:t>Smlouva o dílo</w:t>
          </w:r>
        </w:p>
        <w:p w14:paraId="44062EBD" w14:textId="77777777" w:rsidR="004D60DD" w:rsidRPr="003462EB" w:rsidRDefault="004D60DD" w:rsidP="00F13FDA">
          <w:pPr>
            <w:pStyle w:val="Zpatvlevo"/>
          </w:pPr>
          <w:r w:rsidRPr="00B41CFD">
            <w:t>Zhotovení stavby</w:t>
          </w:r>
        </w:p>
      </w:tc>
    </w:tr>
  </w:tbl>
  <w:p w14:paraId="5F02EA77" w14:textId="77777777" w:rsidR="004D60DD" w:rsidRPr="00F13FDA" w:rsidRDefault="004D60D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140825AC" w14:textId="77777777" w:rsidTr="00A0271B">
      <w:tc>
        <w:tcPr>
          <w:tcW w:w="0" w:type="auto"/>
          <w:tcMar>
            <w:left w:w="0" w:type="dxa"/>
            <w:right w:w="0" w:type="dxa"/>
          </w:tcMar>
          <w:vAlign w:val="bottom"/>
        </w:tcPr>
        <w:p w14:paraId="5C3D2E8D" w14:textId="77777777" w:rsidR="004D60DD" w:rsidRPr="00DD4862" w:rsidRDefault="004D60DD" w:rsidP="00A0271B">
          <w:pPr>
            <w:pStyle w:val="Zpatvpravo"/>
            <w:rPr>
              <w:b/>
            </w:rPr>
          </w:pPr>
          <w:r w:rsidRPr="00DD4862">
            <w:rPr>
              <w:b/>
            </w:rPr>
            <w:t xml:space="preserve">Příloha č. </w:t>
          </w:r>
          <w:r>
            <w:rPr>
              <w:b/>
            </w:rPr>
            <w:t>4</w:t>
          </w:r>
        </w:p>
        <w:p w14:paraId="322FB8B5" w14:textId="77777777" w:rsidR="004D60DD" w:rsidRPr="003462EB" w:rsidRDefault="004D60DD" w:rsidP="00A0271B">
          <w:pPr>
            <w:pStyle w:val="Zpatvpravo"/>
          </w:pPr>
          <w:r>
            <w:t>Smlouva o dílo</w:t>
          </w:r>
        </w:p>
        <w:p w14:paraId="6BCDB74A"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4DFD9349" w14:textId="0923B0E1"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B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B08">
            <w:rPr>
              <w:rStyle w:val="slostrnky"/>
              <w:noProof/>
            </w:rPr>
            <w:t>1</w:t>
          </w:r>
          <w:r>
            <w:rPr>
              <w:rStyle w:val="slostrnky"/>
            </w:rPr>
            <w:fldChar w:fldCharType="end"/>
          </w:r>
        </w:p>
      </w:tc>
    </w:tr>
  </w:tbl>
  <w:p w14:paraId="1799FC45" w14:textId="77777777" w:rsidR="004D60DD" w:rsidRPr="00B8518B" w:rsidRDefault="004D60D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324A3DF3" w14:textId="77777777" w:rsidTr="00F13FDA">
      <w:tc>
        <w:tcPr>
          <w:tcW w:w="1021" w:type="dxa"/>
          <w:vAlign w:val="bottom"/>
        </w:tcPr>
        <w:p w14:paraId="1D3932C5" w14:textId="77777777"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D60DD" w:rsidRPr="00DD4862" w:rsidRDefault="004D60DD" w:rsidP="00F13FDA">
          <w:pPr>
            <w:pStyle w:val="Zpatvlevo"/>
            <w:rPr>
              <w:b/>
            </w:rPr>
          </w:pPr>
          <w:r>
            <w:rPr>
              <w:b/>
            </w:rPr>
            <w:t>Příloha č. 5</w:t>
          </w:r>
        </w:p>
        <w:p w14:paraId="376871C6" w14:textId="77777777" w:rsidR="004D60DD" w:rsidRDefault="004D60DD" w:rsidP="00F13FDA">
          <w:pPr>
            <w:pStyle w:val="Zpatvlevo"/>
          </w:pPr>
          <w:r w:rsidRPr="00B41CFD">
            <w:t>Smlouva o dílo</w:t>
          </w:r>
        </w:p>
        <w:p w14:paraId="3CE18223" w14:textId="77777777" w:rsidR="004D60DD" w:rsidRPr="003462EB" w:rsidRDefault="004D60DD" w:rsidP="00F13FDA">
          <w:pPr>
            <w:pStyle w:val="Zpatvlevo"/>
          </w:pPr>
          <w:r w:rsidRPr="00B41CFD">
            <w:t>Zhotovení stavby</w:t>
          </w:r>
        </w:p>
      </w:tc>
    </w:tr>
  </w:tbl>
  <w:p w14:paraId="653766D2" w14:textId="77777777" w:rsidR="004D60DD" w:rsidRPr="00F13FDA" w:rsidRDefault="004D60D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4CAC0333" w14:textId="77777777" w:rsidTr="00A0271B">
      <w:tc>
        <w:tcPr>
          <w:tcW w:w="0" w:type="auto"/>
          <w:tcMar>
            <w:left w:w="0" w:type="dxa"/>
            <w:right w:w="0" w:type="dxa"/>
          </w:tcMar>
          <w:vAlign w:val="bottom"/>
        </w:tcPr>
        <w:p w14:paraId="0A2FA09E" w14:textId="77777777" w:rsidR="004D60DD" w:rsidRPr="00DD4862" w:rsidRDefault="004D60DD" w:rsidP="00A0271B">
          <w:pPr>
            <w:pStyle w:val="Zpatvpravo"/>
            <w:rPr>
              <w:b/>
            </w:rPr>
          </w:pPr>
          <w:r w:rsidRPr="00DD4862">
            <w:rPr>
              <w:b/>
            </w:rPr>
            <w:t xml:space="preserve">Příloha č. </w:t>
          </w:r>
          <w:r>
            <w:rPr>
              <w:b/>
            </w:rPr>
            <w:t>5</w:t>
          </w:r>
        </w:p>
        <w:p w14:paraId="60317C27" w14:textId="77777777" w:rsidR="004D60DD" w:rsidRPr="003462EB" w:rsidRDefault="004D60DD" w:rsidP="00A0271B">
          <w:pPr>
            <w:pStyle w:val="Zpatvpravo"/>
          </w:pPr>
          <w:r>
            <w:t>Smlouva o dílo</w:t>
          </w:r>
        </w:p>
        <w:p w14:paraId="6574CB31"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4CA40DA3" w14:textId="47A5B947"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B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B08">
            <w:rPr>
              <w:rStyle w:val="slostrnky"/>
              <w:noProof/>
            </w:rPr>
            <w:t>1</w:t>
          </w:r>
          <w:r>
            <w:rPr>
              <w:rStyle w:val="slostrnky"/>
            </w:rPr>
            <w:fldChar w:fldCharType="end"/>
          </w:r>
        </w:p>
      </w:tc>
    </w:tr>
  </w:tbl>
  <w:p w14:paraId="7E03A553" w14:textId="77777777" w:rsidR="004D60DD" w:rsidRPr="00B8518B" w:rsidRDefault="004D60D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136811E9" w14:textId="77777777" w:rsidTr="00F13FDA">
      <w:tc>
        <w:tcPr>
          <w:tcW w:w="1021" w:type="dxa"/>
          <w:vAlign w:val="bottom"/>
        </w:tcPr>
        <w:p w14:paraId="0F368DE0" w14:textId="4AAC1646"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7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617D8">
            <w:rPr>
              <w:rStyle w:val="slostrnky"/>
              <w:noProof/>
            </w:rPr>
            <w:t>3</w:t>
          </w:r>
          <w:r>
            <w:rPr>
              <w:rStyle w:val="slostrnky"/>
            </w:rPr>
            <w:fldChar w:fldCharType="end"/>
          </w:r>
        </w:p>
      </w:tc>
      <w:tc>
        <w:tcPr>
          <w:tcW w:w="0" w:type="auto"/>
          <w:vAlign w:val="bottom"/>
        </w:tcPr>
        <w:p w14:paraId="3AED8A11" w14:textId="77777777" w:rsidR="004D60DD" w:rsidRPr="00DD4862" w:rsidRDefault="004D60DD" w:rsidP="00F13FDA">
          <w:pPr>
            <w:pStyle w:val="Zpatvlevo"/>
            <w:rPr>
              <w:b/>
            </w:rPr>
          </w:pPr>
          <w:r>
            <w:rPr>
              <w:b/>
            </w:rPr>
            <w:t>Příloha č. 6</w:t>
          </w:r>
        </w:p>
        <w:p w14:paraId="45D670C9" w14:textId="77777777" w:rsidR="004D60DD" w:rsidRDefault="004D60DD" w:rsidP="00F13FDA">
          <w:pPr>
            <w:pStyle w:val="Zpatvlevo"/>
          </w:pPr>
          <w:r w:rsidRPr="00B41CFD">
            <w:t>Smlouva o dílo</w:t>
          </w:r>
        </w:p>
        <w:p w14:paraId="4EB1BB37" w14:textId="77777777" w:rsidR="004D60DD" w:rsidRPr="003462EB" w:rsidRDefault="004D60DD" w:rsidP="00F13FDA">
          <w:pPr>
            <w:pStyle w:val="Zpatvlevo"/>
          </w:pPr>
          <w:r w:rsidRPr="00B41CFD">
            <w:t>Zhotovení stavby</w:t>
          </w:r>
        </w:p>
      </w:tc>
    </w:tr>
  </w:tbl>
  <w:p w14:paraId="1A83E4D3" w14:textId="77777777" w:rsidR="004D60DD" w:rsidRPr="00F13FDA" w:rsidRDefault="004D60D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7BA38340" w14:textId="77777777" w:rsidTr="00A0271B">
      <w:tc>
        <w:tcPr>
          <w:tcW w:w="0" w:type="auto"/>
          <w:tcMar>
            <w:left w:w="0" w:type="dxa"/>
            <w:right w:w="0" w:type="dxa"/>
          </w:tcMar>
          <w:vAlign w:val="bottom"/>
        </w:tcPr>
        <w:p w14:paraId="5BBDCBB6" w14:textId="77777777" w:rsidR="004D60DD" w:rsidRPr="00DD4862" w:rsidRDefault="004D60DD" w:rsidP="00A0271B">
          <w:pPr>
            <w:pStyle w:val="Zpatvpravo"/>
            <w:rPr>
              <w:b/>
            </w:rPr>
          </w:pPr>
          <w:r w:rsidRPr="00DD4862">
            <w:rPr>
              <w:b/>
            </w:rPr>
            <w:t xml:space="preserve">Příloha č. </w:t>
          </w:r>
          <w:r>
            <w:rPr>
              <w:b/>
            </w:rPr>
            <w:t>6</w:t>
          </w:r>
        </w:p>
        <w:p w14:paraId="1B3CE0C2" w14:textId="77777777" w:rsidR="004D60DD" w:rsidRPr="003462EB" w:rsidRDefault="004D60DD" w:rsidP="00A0271B">
          <w:pPr>
            <w:pStyle w:val="Zpatvpravo"/>
          </w:pPr>
          <w:r>
            <w:t>Smlouva o dílo</w:t>
          </w:r>
        </w:p>
        <w:p w14:paraId="09872B93"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219F699D" w14:textId="3E57D3EC"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7D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617D8">
            <w:rPr>
              <w:rStyle w:val="slostrnky"/>
              <w:noProof/>
            </w:rPr>
            <w:t>3</w:t>
          </w:r>
          <w:r>
            <w:rPr>
              <w:rStyle w:val="slostrnky"/>
            </w:rPr>
            <w:fldChar w:fldCharType="end"/>
          </w:r>
        </w:p>
      </w:tc>
    </w:tr>
  </w:tbl>
  <w:p w14:paraId="4AEF1893" w14:textId="77777777" w:rsidR="004D60DD" w:rsidRPr="00B8518B" w:rsidRDefault="004D60D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11166B56" w14:textId="77777777" w:rsidTr="00F13FDA">
      <w:tc>
        <w:tcPr>
          <w:tcW w:w="1021" w:type="dxa"/>
          <w:vAlign w:val="bottom"/>
        </w:tcPr>
        <w:p w14:paraId="65A08FDB" w14:textId="77777777"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D60DD" w:rsidRPr="00DD4862" w:rsidRDefault="004D60DD" w:rsidP="00F13FDA">
          <w:pPr>
            <w:pStyle w:val="Zpatvlevo"/>
            <w:rPr>
              <w:b/>
            </w:rPr>
          </w:pPr>
          <w:r>
            <w:rPr>
              <w:b/>
            </w:rPr>
            <w:t>Příloha č. 7</w:t>
          </w:r>
        </w:p>
        <w:p w14:paraId="49EBE761" w14:textId="77777777" w:rsidR="004D60DD" w:rsidRDefault="004D60DD" w:rsidP="00F13FDA">
          <w:pPr>
            <w:pStyle w:val="Zpatvlevo"/>
          </w:pPr>
          <w:r w:rsidRPr="00B41CFD">
            <w:t>Smlouva o dílo</w:t>
          </w:r>
        </w:p>
        <w:p w14:paraId="7A184B87" w14:textId="77777777" w:rsidR="004D60DD" w:rsidRPr="003462EB" w:rsidRDefault="004D60DD" w:rsidP="00F13FDA">
          <w:pPr>
            <w:pStyle w:val="Zpatvlevo"/>
          </w:pPr>
          <w:r w:rsidRPr="00B41CFD">
            <w:t>Zhotovení stavby</w:t>
          </w:r>
        </w:p>
      </w:tc>
    </w:tr>
  </w:tbl>
  <w:p w14:paraId="24208E4C" w14:textId="77777777" w:rsidR="004D60DD" w:rsidRPr="00F13FDA" w:rsidRDefault="004D60D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0DD23A08" w14:textId="77777777" w:rsidTr="00A0271B">
      <w:tc>
        <w:tcPr>
          <w:tcW w:w="0" w:type="auto"/>
          <w:tcMar>
            <w:left w:w="0" w:type="dxa"/>
            <w:right w:w="0" w:type="dxa"/>
          </w:tcMar>
          <w:vAlign w:val="bottom"/>
        </w:tcPr>
        <w:p w14:paraId="60B97E7A" w14:textId="77777777" w:rsidR="004D60DD" w:rsidRPr="00DD4862" w:rsidRDefault="004D60DD" w:rsidP="00A0271B">
          <w:pPr>
            <w:pStyle w:val="Zpatvpravo"/>
            <w:rPr>
              <w:b/>
            </w:rPr>
          </w:pPr>
          <w:r w:rsidRPr="00DD4862">
            <w:rPr>
              <w:b/>
            </w:rPr>
            <w:t xml:space="preserve">Příloha č. </w:t>
          </w:r>
          <w:r>
            <w:rPr>
              <w:b/>
            </w:rPr>
            <w:t>7</w:t>
          </w:r>
        </w:p>
        <w:p w14:paraId="47360AB3" w14:textId="77777777" w:rsidR="004D60DD" w:rsidRPr="003462EB" w:rsidRDefault="004D60DD" w:rsidP="00A0271B">
          <w:pPr>
            <w:pStyle w:val="Zpatvpravo"/>
          </w:pPr>
          <w:r>
            <w:t>Smlouva o dílo</w:t>
          </w:r>
        </w:p>
        <w:p w14:paraId="7F4562F2"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23F1C9AA" w14:textId="5BC33F6C"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7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617D8">
            <w:rPr>
              <w:rStyle w:val="slostrnky"/>
              <w:noProof/>
            </w:rPr>
            <w:t>1</w:t>
          </w:r>
          <w:r>
            <w:rPr>
              <w:rStyle w:val="slostrnky"/>
            </w:rPr>
            <w:fldChar w:fldCharType="end"/>
          </w:r>
        </w:p>
      </w:tc>
    </w:tr>
  </w:tbl>
  <w:p w14:paraId="5508EC05" w14:textId="77777777" w:rsidR="004D60DD" w:rsidRPr="00B8518B" w:rsidRDefault="004D60D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7E738D69" w14:textId="77777777" w:rsidTr="00F13FDA">
      <w:tc>
        <w:tcPr>
          <w:tcW w:w="1021" w:type="dxa"/>
          <w:vAlign w:val="bottom"/>
        </w:tcPr>
        <w:p w14:paraId="502BB4D2" w14:textId="77777777"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D60DD" w:rsidRPr="00DD4862" w:rsidRDefault="004D60DD" w:rsidP="00F13FDA">
          <w:pPr>
            <w:pStyle w:val="Zpatvlevo"/>
            <w:rPr>
              <w:b/>
            </w:rPr>
          </w:pPr>
          <w:r>
            <w:rPr>
              <w:b/>
            </w:rPr>
            <w:t>Příloha č. 8</w:t>
          </w:r>
        </w:p>
        <w:p w14:paraId="120D1055" w14:textId="77777777" w:rsidR="004D60DD" w:rsidRDefault="004D60DD" w:rsidP="00F13FDA">
          <w:pPr>
            <w:pStyle w:val="Zpatvlevo"/>
          </w:pPr>
          <w:r w:rsidRPr="00B41CFD">
            <w:t>Smlouva o dílo</w:t>
          </w:r>
        </w:p>
        <w:p w14:paraId="1A385723" w14:textId="77777777" w:rsidR="004D60DD" w:rsidRPr="003462EB" w:rsidRDefault="004D60DD" w:rsidP="00F13FDA">
          <w:pPr>
            <w:pStyle w:val="Zpatvlevo"/>
          </w:pPr>
          <w:r w:rsidRPr="00B41CFD">
            <w:t>Zhotovení stavby</w:t>
          </w:r>
        </w:p>
      </w:tc>
    </w:tr>
  </w:tbl>
  <w:p w14:paraId="32050216" w14:textId="77777777" w:rsidR="004D60DD" w:rsidRPr="00F13FDA" w:rsidRDefault="004D60D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7D122B19" w14:textId="77777777" w:rsidTr="00A0271B">
      <w:tc>
        <w:tcPr>
          <w:tcW w:w="0" w:type="auto"/>
          <w:tcMar>
            <w:left w:w="0" w:type="dxa"/>
            <w:right w:w="0" w:type="dxa"/>
          </w:tcMar>
          <w:vAlign w:val="bottom"/>
        </w:tcPr>
        <w:p w14:paraId="4A081609" w14:textId="77777777" w:rsidR="004D60DD" w:rsidRPr="00DD4862" w:rsidRDefault="004D60DD" w:rsidP="00A0271B">
          <w:pPr>
            <w:pStyle w:val="Zpatvpravo"/>
            <w:rPr>
              <w:b/>
            </w:rPr>
          </w:pPr>
          <w:r w:rsidRPr="00DD4862">
            <w:rPr>
              <w:b/>
            </w:rPr>
            <w:t xml:space="preserve">Příloha č. </w:t>
          </w:r>
          <w:r>
            <w:rPr>
              <w:b/>
            </w:rPr>
            <w:t>8</w:t>
          </w:r>
        </w:p>
        <w:p w14:paraId="33423AB3" w14:textId="77777777" w:rsidR="004D60DD" w:rsidRPr="003462EB" w:rsidRDefault="004D60DD" w:rsidP="00A0271B">
          <w:pPr>
            <w:pStyle w:val="Zpatvpravo"/>
          </w:pPr>
          <w:r>
            <w:t>Smlouva o dílo</w:t>
          </w:r>
        </w:p>
        <w:p w14:paraId="0ED2C04B"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4627B9DD" w14:textId="367231EE"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B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B08">
            <w:rPr>
              <w:rStyle w:val="slostrnky"/>
              <w:noProof/>
            </w:rPr>
            <w:t>1</w:t>
          </w:r>
          <w:r>
            <w:rPr>
              <w:rStyle w:val="slostrnky"/>
            </w:rPr>
            <w:fldChar w:fldCharType="end"/>
          </w:r>
        </w:p>
      </w:tc>
    </w:tr>
  </w:tbl>
  <w:p w14:paraId="3D0C59CA" w14:textId="77777777" w:rsidR="004D60DD" w:rsidRPr="00B8518B" w:rsidRDefault="004D60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0257CBFB" w14:textId="77777777" w:rsidTr="00F13FDA">
      <w:tc>
        <w:tcPr>
          <w:tcW w:w="0" w:type="auto"/>
          <w:tcMar>
            <w:left w:w="0" w:type="dxa"/>
            <w:right w:w="0" w:type="dxa"/>
          </w:tcMar>
          <w:vAlign w:val="bottom"/>
        </w:tcPr>
        <w:p w14:paraId="79F4B413" w14:textId="77777777" w:rsidR="004D60DD" w:rsidRPr="003462EB" w:rsidRDefault="004D60DD" w:rsidP="00F13FDA">
          <w:pPr>
            <w:pStyle w:val="Zpatvpravo"/>
          </w:pPr>
          <w:r>
            <w:t>Smlouva o dílo</w:t>
          </w:r>
        </w:p>
        <w:p w14:paraId="3BAD2C8C" w14:textId="77777777" w:rsidR="004D60DD" w:rsidRPr="003462EB" w:rsidRDefault="004D60DD" w:rsidP="00F13FDA">
          <w:pPr>
            <w:pStyle w:val="Zpatvpravo"/>
            <w:rPr>
              <w:rStyle w:val="slostrnky"/>
              <w:b w:val="0"/>
              <w:color w:val="auto"/>
              <w:sz w:val="12"/>
            </w:rPr>
          </w:pPr>
          <w:r>
            <w:t xml:space="preserve">Zhotovení stavby </w:t>
          </w:r>
        </w:p>
      </w:tc>
      <w:tc>
        <w:tcPr>
          <w:tcW w:w="1021" w:type="dxa"/>
          <w:vAlign w:val="bottom"/>
        </w:tcPr>
        <w:p w14:paraId="7D92C335" w14:textId="18985268" w:rsidR="004D60DD" w:rsidRPr="009E09BE" w:rsidRDefault="004D60D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B0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6B08">
            <w:rPr>
              <w:rStyle w:val="slostrnky"/>
              <w:noProof/>
            </w:rPr>
            <w:t>39</w:t>
          </w:r>
          <w:r w:rsidRPr="00B8518B">
            <w:rPr>
              <w:rStyle w:val="slostrnky"/>
            </w:rPr>
            <w:fldChar w:fldCharType="end"/>
          </w:r>
        </w:p>
      </w:tc>
    </w:tr>
  </w:tbl>
  <w:p w14:paraId="7D391C3E" w14:textId="77777777" w:rsidR="004D60DD" w:rsidRPr="00B8518B" w:rsidRDefault="004D60D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760A7963" w14:textId="77777777" w:rsidTr="00F13FDA">
      <w:tc>
        <w:tcPr>
          <w:tcW w:w="1021" w:type="dxa"/>
          <w:vAlign w:val="bottom"/>
        </w:tcPr>
        <w:p w14:paraId="2C967D5C" w14:textId="4226BA48"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7D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617D8">
            <w:rPr>
              <w:rStyle w:val="slostrnky"/>
              <w:noProof/>
            </w:rPr>
            <w:t>9</w:t>
          </w:r>
          <w:r>
            <w:rPr>
              <w:rStyle w:val="slostrnky"/>
            </w:rPr>
            <w:fldChar w:fldCharType="end"/>
          </w:r>
        </w:p>
      </w:tc>
      <w:tc>
        <w:tcPr>
          <w:tcW w:w="0" w:type="auto"/>
          <w:vAlign w:val="bottom"/>
        </w:tcPr>
        <w:p w14:paraId="24540392" w14:textId="197CEC6F" w:rsidR="004D60DD" w:rsidRPr="00DD4862" w:rsidRDefault="004D60DD" w:rsidP="00F13FDA">
          <w:pPr>
            <w:pStyle w:val="Zpatvlevo"/>
            <w:rPr>
              <w:b/>
            </w:rPr>
          </w:pPr>
          <w:r>
            <w:rPr>
              <w:b/>
            </w:rPr>
            <w:t>Příloha č. 10</w:t>
          </w:r>
        </w:p>
        <w:p w14:paraId="4619C703" w14:textId="77777777" w:rsidR="004D60DD" w:rsidRDefault="004D60DD" w:rsidP="00F13FDA">
          <w:pPr>
            <w:pStyle w:val="Zpatvlevo"/>
          </w:pPr>
          <w:r w:rsidRPr="00B41CFD">
            <w:t>Smlouva o dílo</w:t>
          </w:r>
        </w:p>
        <w:p w14:paraId="65F4A929" w14:textId="77777777" w:rsidR="004D60DD" w:rsidRPr="003462EB" w:rsidRDefault="004D60DD" w:rsidP="00F13FDA">
          <w:pPr>
            <w:pStyle w:val="Zpatvlevo"/>
          </w:pPr>
          <w:r w:rsidRPr="00B41CFD">
            <w:t>Zhotovení stavby</w:t>
          </w:r>
        </w:p>
      </w:tc>
    </w:tr>
  </w:tbl>
  <w:p w14:paraId="0ADFAF99" w14:textId="77777777" w:rsidR="004D60DD" w:rsidRPr="00F13FDA" w:rsidRDefault="004D60D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2AF04367" w14:textId="77777777" w:rsidTr="00A0271B">
      <w:tc>
        <w:tcPr>
          <w:tcW w:w="0" w:type="auto"/>
          <w:tcMar>
            <w:left w:w="0" w:type="dxa"/>
            <w:right w:w="0" w:type="dxa"/>
          </w:tcMar>
          <w:vAlign w:val="bottom"/>
        </w:tcPr>
        <w:p w14:paraId="7F6978BD" w14:textId="4BB3AF95" w:rsidR="004D60DD" w:rsidRPr="00DD4862" w:rsidRDefault="004D60DD" w:rsidP="00A0271B">
          <w:pPr>
            <w:pStyle w:val="Zpatvpravo"/>
            <w:rPr>
              <w:b/>
            </w:rPr>
          </w:pPr>
          <w:r w:rsidRPr="00DD4862">
            <w:rPr>
              <w:b/>
            </w:rPr>
            <w:t xml:space="preserve">Příloha č. </w:t>
          </w:r>
          <w:r>
            <w:rPr>
              <w:b/>
            </w:rPr>
            <w:t>10</w:t>
          </w:r>
        </w:p>
        <w:p w14:paraId="0C49EAB7" w14:textId="77777777" w:rsidR="004D60DD" w:rsidRPr="003462EB" w:rsidRDefault="004D60DD" w:rsidP="00A0271B">
          <w:pPr>
            <w:pStyle w:val="Zpatvpravo"/>
          </w:pPr>
          <w:r>
            <w:t>Smlouva o dílo</w:t>
          </w:r>
        </w:p>
        <w:p w14:paraId="0ABE324B"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3D9C297C" w14:textId="0E253636"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7D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617D8">
            <w:rPr>
              <w:rStyle w:val="slostrnky"/>
              <w:noProof/>
            </w:rPr>
            <w:t>9</w:t>
          </w:r>
          <w:r>
            <w:rPr>
              <w:rStyle w:val="slostrnky"/>
            </w:rPr>
            <w:fldChar w:fldCharType="end"/>
          </w:r>
        </w:p>
      </w:tc>
    </w:tr>
  </w:tbl>
  <w:p w14:paraId="5E569996" w14:textId="77777777" w:rsidR="004D60DD" w:rsidRPr="00B8518B" w:rsidRDefault="004D60D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4D60DD" w:rsidRDefault="004D60DD" w:rsidP="00C1662E">
    <w:pPr>
      <w:pStyle w:val="Zpat"/>
      <w:rPr>
        <w:sz w:val="2"/>
        <w:szCs w:val="2"/>
      </w:rPr>
    </w:pPr>
  </w:p>
  <w:p w14:paraId="27D1AED5" w14:textId="27C2BE80" w:rsidR="004D60DD" w:rsidRPr="001E4BDC" w:rsidRDefault="004D60DD" w:rsidP="00C1662E">
    <w:pPr>
      <w:pStyle w:val="Zpat"/>
      <w:rPr>
        <w:sz w:val="12"/>
        <w:szCs w:val="12"/>
      </w:rPr>
    </w:pPr>
  </w:p>
  <w:p w14:paraId="322CE0D8" w14:textId="793171DA" w:rsidR="004D60DD" w:rsidRPr="001E4BDC" w:rsidRDefault="004D60D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576E4CB6" w14:textId="77777777" w:rsidTr="00F13FDA">
      <w:tc>
        <w:tcPr>
          <w:tcW w:w="1021" w:type="dxa"/>
          <w:vAlign w:val="bottom"/>
        </w:tcPr>
        <w:p w14:paraId="55FBAD66" w14:textId="0BCA0BE4"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4D60DD" w:rsidRPr="00DD4862" w:rsidRDefault="004D60DD" w:rsidP="00F13FDA">
          <w:pPr>
            <w:pStyle w:val="Zpatvlevo"/>
            <w:rPr>
              <w:b/>
            </w:rPr>
          </w:pPr>
          <w:r w:rsidRPr="00DD4862">
            <w:rPr>
              <w:b/>
            </w:rPr>
            <w:t>Příloha č. 1</w:t>
          </w:r>
        </w:p>
        <w:p w14:paraId="09312A8D" w14:textId="77777777" w:rsidR="004D60DD" w:rsidRDefault="004D60DD" w:rsidP="00F13FDA">
          <w:pPr>
            <w:pStyle w:val="Zpatvlevo"/>
          </w:pPr>
          <w:r w:rsidRPr="00B41CFD">
            <w:t>Smlouva o dílo</w:t>
          </w:r>
        </w:p>
        <w:p w14:paraId="3E3A2370" w14:textId="77777777" w:rsidR="004D60DD" w:rsidRPr="003462EB" w:rsidRDefault="004D60DD" w:rsidP="00F13FDA">
          <w:pPr>
            <w:pStyle w:val="Zpatvlevo"/>
          </w:pPr>
          <w:r w:rsidRPr="00B41CFD">
            <w:t>Zhotovení stavby</w:t>
          </w:r>
        </w:p>
      </w:tc>
    </w:tr>
  </w:tbl>
  <w:p w14:paraId="3D81D7D4" w14:textId="77777777" w:rsidR="004D60DD" w:rsidRPr="00F13FDA" w:rsidRDefault="004D60D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4D60DD" w:rsidRDefault="004D60D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38DC7AE6" w14:textId="77777777" w:rsidTr="00A0271B">
      <w:tc>
        <w:tcPr>
          <w:tcW w:w="0" w:type="auto"/>
          <w:tcMar>
            <w:left w:w="0" w:type="dxa"/>
            <w:right w:w="0" w:type="dxa"/>
          </w:tcMar>
          <w:vAlign w:val="bottom"/>
        </w:tcPr>
        <w:p w14:paraId="1660DAD1" w14:textId="77777777" w:rsidR="004D60DD" w:rsidRPr="00DD4862" w:rsidRDefault="004D60DD" w:rsidP="00A0271B">
          <w:pPr>
            <w:pStyle w:val="Zpatvpravo"/>
            <w:rPr>
              <w:b/>
            </w:rPr>
          </w:pPr>
          <w:r w:rsidRPr="00DD4862">
            <w:rPr>
              <w:b/>
            </w:rPr>
            <w:t>Příloha č. 1</w:t>
          </w:r>
        </w:p>
        <w:p w14:paraId="1CB749FC" w14:textId="77777777" w:rsidR="004D60DD" w:rsidRPr="003462EB" w:rsidRDefault="004D60DD" w:rsidP="00A0271B">
          <w:pPr>
            <w:pStyle w:val="Zpatvpravo"/>
          </w:pPr>
          <w:r>
            <w:t>Smlouva o dílo</w:t>
          </w:r>
        </w:p>
        <w:p w14:paraId="3E9E1C04" w14:textId="77777777" w:rsidR="004D60DD" w:rsidRPr="003462EB" w:rsidRDefault="004D60DD" w:rsidP="00DD4862">
          <w:pPr>
            <w:pStyle w:val="Zpatvpravo"/>
            <w:rPr>
              <w:rStyle w:val="slostrnky"/>
              <w:b w:val="0"/>
              <w:color w:val="auto"/>
              <w:sz w:val="12"/>
            </w:rPr>
          </w:pPr>
          <w:r w:rsidRPr="003462EB">
            <w:t xml:space="preserve">Zhotovení stavby </w:t>
          </w:r>
        </w:p>
      </w:tc>
      <w:tc>
        <w:tcPr>
          <w:tcW w:w="1021" w:type="dxa"/>
          <w:vAlign w:val="bottom"/>
        </w:tcPr>
        <w:p w14:paraId="52A5ACA1" w14:textId="72EAFAEF" w:rsidR="004D60DD" w:rsidRPr="009E09BE" w:rsidRDefault="004D60D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B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B08">
            <w:rPr>
              <w:rStyle w:val="slostrnky"/>
              <w:noProof/>
            </w:rPr>
            <w:t>1</w:t>
          </w:r>
          <w:r>
            <w:rPr>
              <w:rStyle w:val="slostrnky"/>
            </w:rPr>
            <w:fldChar w:fldCharType="end"/>
          </w:r>
        </w:p>
      </w:tc>
    </w:tr>
  </w:tbl>
  <w:p w14:paraId="7D639E4C" w14:textId="77777777" w:rsidR="004D60DD" w:rsidRPr="00B8518B" w:rsidRDefault="004D60D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31324F47" w14:textId="77777777" w:rsidTr="00F13FDA">
      <w:tc>
        <w:tcPr>
          <w:tcW w:w="1021" w:type="dxa"/>
          <w:vAlign w:val="bottom"/>
        </w:tcPr>
        <w:p w14:paraId="4660D5CA" w14:textId="5C8E1ED0"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4D60DD" w:rsidRPr="00DD4862" w:rsidRDefault="004D60DD" w:rsidP="00F13FDA">
          <w:pPr>
            <w:pStyle w:val="Zpatvlevo"/>
            <w:rPr>
              <w:b/>
            </w:rPr>
          </w:pPr>
          <w:r>
            <w:rPr>
              <w:b/>
            </w:rPr>
            <w:t>Příloha č. 2</w:t>
          </w:r>
        </w:p>
        <w:p w14:paraId="0C1A6B71" w14:textId="77777777" w:rsidR="004D60DD" w:rsidRDefault="004D60DD" w:rsidP="00F13FDA">
          <w:pPr>
            <w:pStyle w:val="Zpatvlevo"/>
          </w:pPr>
          <w:r w:rsidRPr="00B41CFD">
            <w:t>Smlouva o dílo</w:t>
          </w:r>
        </w:p>
        <w:p w14:paraId="6C987E4D" w14:textId="77777777" w:rsidR="004D60DD" w:rsidRPr="003462EB" w:rsidRDefault="004D60DD" w:rsidP="00F13FDA">
          <w:pPr>
            <w:pStyle w:val="Zpatvlevo"/>
          </w:pPr>
          <w:r w:rsidRPr="00B41CFD">
            <w:t>Zhotovení stavby</w:t>
          </w:r>
        </w:p>
      </w:tc>
    </w:tr>
  </w:tbl>
  <w:p w14:paraId="721821A5" w14:textId="77777777" w:rsidR="004D60DD" w:rsidRPr="00F13FDA" w:rsidRDefault="004D60D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38E8F7EA" w14:textId="77777777" w:rsidTr="00A0271B">
      <w:tc>
        <w:tcPr>
          <w:tcW w:w="0" w:type="auto"/>
          <w:tcMar>
            <w:left w:w="0" w:type="dxa"/>
            <w:right w:w="0" w:type="dxa"/>
          </w:tcMar>
          <w:vAlign w:val="bottom"/>
        </w:tcPr>
        <w:p w14:paraId="12959C17" w14:textId="77777777" w:rsidR="004D60DD" w:rsidRPr="00DD4862" w:rsidRDefault="004D60DD" w:rsidP="00A0271B">
          <w:pPr>
            <w:pStyle w:val="Zpatvpravo"/>
            <w:rPr>
              <w:b/>
            </w:rPr>
          </w:pPr>
          <w:r w:rsidRPr="00DD4862">
            <w:rPr>
              <w:b/>
            </w:rPr>
            <w:t>Příloha č. 2</w:t>
          </w:r>
        </w:p>
        <w:p w14:paraId="1091D5F5" w14:textId="77777777" w:rsidR="004D60DD" w:rsidRPr="003462EB" w:rsidRDefault="004D60DD" w:rsidP="00A0271B">
          <w:pPr>
            <w:pStyle w:val="Zpatvpravo"/>
          </w:pPr>
          <w:r>
            <w:t>Smlouva o dílo</w:t>
          </w:r>
        </w:p>
        <w:p w14:paraId="45C9C2F0"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68484E19" w14:textId="5C150594"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7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617D8">
            <w:rPr>
              <w:rStyle w:val="slostrnky"/>
              <w:noProof/>
            </w:rPr>
            <w:t>1</w:t>
          </w:r>
          <w:r>
            <w:rPr>
              <w:rStyle w:val="slostrnky"/>
            </w:rPr>
            <w:fldChar w:fldCharType="end"/>
          </w:r>
        </w:p>
      </w:tc>
    </w:tr>
  </w:tbl>
  <w:p w14:paraId="5C7B95E3" w14:textId="77777777" w:rsidR="004D60DD" w:rsidRPr="00B8518B" w:rsidRDefault="004D60D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60DD" w:rsidRPr="003462EB" w14:paraId="1C83CE55" w14:textId="77777777" w:rsidTr="00F13FDA">
      <w:tc>
        <w:tcPr>
          <w:tcW w:w="1021" w:type="dxa"/>
          <w:vAlign w:val="bottom"/>
        </w:tcPr>
        <w:p w14:paraId="5CCDD256" w14:textId="77777777" w:rsidR="004D60DD" w:rsidRPr="00B8518B" w:rsidRDefault="004D60D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D60DD" w:rsidRPr="00DD4862" w:rsidRDefault="004D60DD" w:rsidP="00F13FDA">
          <w:pPr>
            <w:pStyle w:val="Zpatvlevo"/>
            <w:rPr>
              <w:b/>
            </w:rPr>
          </w:pPr>
          <w:r>
            <w:rPr>
              <w:b/>
            </w:rPr>
            <w:t>Příloha č. 3</w:t>
          </w:r>
        </w:p>
        <w:p w14:paraId="4666136E" w14:textId="77777777" w:rsidR="004D60DD" w:rsidRDefault="004D60DD" w:rsidP="00F13FDA">
          <w:pPr>
            <w:pStyle w:val="Zpatvlevo"/>
          </w:pPr>
          <w:r w:rsidRPr="00B41CFD">
            <w:t>Smlouva o dílo</w:t>
          </w:r>
        </w:p>
        <w:p w14:paraId="55042ECA" w14:textId="77777777" w:rsidR="004D60DD" w:rsidRPr="003462EB" w:rsidRDefault="004D60DD" w:rsidP="00F13FDA">
          <w:pPr>
            <w:pStyle w:val="Zpatvlevo"/>
          </w:pPr>
          <w:r w:rsidRPr="00B41CFD">
            <w:t>Zhotovení stavby</w:t>
          </w:r>
        </w:p>
      </w:tc>
    </w:tr>
  </w:tbl>
  <w:p w14:paraId="078F4948" w14:textId="77777777" w:rsidR="004D60DD" w:rsidRPr="00F13FDA" w:rsidRDefault="004D60D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60DD" w:rsidRPr="009E09BE" w14:paraId="236B1D3C" w14:textId="77777777" w:rsidTr="00A0271B">
      <w:tc>
        <w:tcPr>
          <w:tcW w:w="0" w:type="auto"/>
          <w:tcMar>
            <w:left w:w="0" w:type="dxa"/>
            <w:right w:w="0" w:type="dxa"/>
          </w:tcMar>
          <w:vAlign w:val="bottom"/>
        </w:tcPr>
        <w:p w14:paraId="1DE31B10" w14:textId="77777777" w:rsidR="004D60DD" w:rsidRPr="00DD4862" w:rsidRDefault="004D60DD" w:rsidP="00A0271B">
          <w:pPr>
            <w:pStyle w:val="Zpatvpravo"/>
            <w:rPr>
              <w:b/>
            </w:rPr>
          </w:pPr>
          <w:r w:rsidRPr="00DD4862">
            <w:rPr>
              <w:b/>
            </w:rPr>
            <w:t xml:space="preserve">Příloha č. </w:t>
          </w:r>
          <w:r>
            <w:rPr>
              <w:b/>
            </w:rPr>
            <w:t>3</w:t>
          </w:r>
        </w:p>
        <w:p w14:paraId="2C91EB49" w14:textId="77777777" w:rsidR="004D60DD" w:rsidRPr="003462EB" w:rsidRDefault="004D60DD" w:rsidP="00A0271B">
          <w:pPr>
            <w:pStyle w:val="Zpatvpravo"/>
          </w:pPr>
          <w:r>
            <w:t>Smlouva o dílo</w:t>
          </w:r>
        </w:p>
        <w:p w14:paraId="74FC2B61" w14:textId="77777777" w:rsidR="004D60DD" w:rsidRPr="003462EB" w:rsidRDefault="004D60DD" w:rsidP="00A0271B">
          <w:pPr>
            <w:pStyle w:val="Zpatvpravo"/>
            <w:rPr>
              <w:rStyle w:val="slostrnky"/>
              <w:b w:val="0"/>
              <w:color w:val="auto"/>
              <w:sz w:val="12"/>
            </w:rPr>
          </w:pPr>
          <w:r w:rsidRPr="003462EB">
            <w:t xml:space="preserve">Zhotovení stavby </w:t>
          </w:r>
        </w:p>
      </w:tc>
      <w:tc>
        <w:tcPr>
          <w:tcW w:w="1021" w:type="dxa"/>
          <w:vAlign w:val="bottom"/>
        </w:tcPr>
        <w:p w14:paraId="09191C9B" w14:textId="39DBB423" w:rsidR="004D60DD" w:rsidRPr="009E09BE" w:rsidRDefault="004D60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B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B08">
            <w:rPr>
              <w:rStyle w:val="slostrnky"/>
              <w:noProof/>
            </w:rPr>
            <w:t>1</w:t>
          </w:r>
          <w:r>
            <w:rPr>
              <w:rStyle w:val="slostrnky"/>
            </w:rPr>
            <w:fldChar w:fldCharType="end"/>
          </w:r>
        </w:p>
      </w:tc>
    </w:tr>
  </w:tbl>
  <w:p w14:paraId="5F4D3FBE" w14:textId="77777777" w:rsidR="004D60DD" w:rsidRPr="00B8518B" w:rsidRDefault="004D60D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4D60DD" w:rsidRDefault="004D60DD" w:rsidP="00962258">
      <w:pPr>
        <w:spacing w:after="0" w:line="240" w:lineRule="auto"/>
      </w:pPr>
      <w:r>
        <w:separator/>
      </w:r>
    </w:p>
  </w:footnote>
  <w:footnote w:type="continuationSeparator" w:id="0">
    <w:p w14:paraId="0378FD30" w14:textId="77777777" w:rsidR="004D60DD" w:rsidRDefault="004D60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60DD" w14:paraId="3B79F732" w14:textId="77777777" w:rsidTr="00B22106">
      <w:trPr>
        <w:trHeight w:hRule="exact" w:val="936"/>
      </w:trPr>
      <w:tc>
        <w:tcPr>
          <w:tcW w:w="1361" w:type="dxa"/>
          <w:tcMar>
            <w:left w:w="0" w:type="dxa"/>
            <w:right w:w="0" w:type="dxa"/>
          </w:tcMar>
        </w:tcPr>
        <w:p w14:paraId="227E3247" w14:textId="77777777" w:rsidR="004D60DD" w:rsidRPr="00B8518B" w:rsidRDefault="004D60DD" w:rsidP="00FC6389">
          <w:pPr>
            <w:pStyle w:val="Zpat"/>
            <w:rPr>
              <w:rStyle w:val="slostrnky"/>
            </w:rPr>
          </w:pPr>
        </w:p>
      </w:tc>
      <w:tc>
        <w:tcPr>
          <w:tcW w:w="3458" w:type="dxa"/>
          <w:shd w:val="clear" w:color="auto" w:fill="auto"/>
          <w:tcMar>
            <w:left w:w="0" w:type="dxa"/>
            <w:right w:w="0" w:type="dxa"/>
          </w:tcMar>
        </w:tcPr>
        <w:p w14:paraId="5E5B8C22" w14:textId="19B2EC42" w:rsidR="004D60DD" w:rsidRDefault="004D60DD"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F6CBBB9" w:rsidR="004D60DD" w:rsidRPr="00D6163D" w:rsidRDefault="004D60DD" w:rsidP="00FC6389">
          <w:pPr>
            <w:pStyle w:val="Druhdokumentu"/>
          </w:pPr>
          <w:r w:rsidRPr="004C7962">
            <w:rPr>
              <w:noProof/>
              <w:lang w:eastAsia="cs-CZ"/>
            </w:rPr>
            <w:drawing>
              <wp:anchor distT="0" distB="0" distL="114300" distR="114300" simplePos="0" relativeHeight="251673600" behindDoc="0" locked="0" layoutInCell="1" allowOverlap="1" wp14:anchorId="0C4DF08D" wp14:editId="647F0557">
                <wp:simplePos x="0" y="0"/>
                <wp:positionH relativeFrom="column">
                  <wp:posOffset>2075456</wp:posOffset>
                </wp:positionH>
                <wp:positionV relativeFrom="paragraph">
                  <wp:posOffset>3838</wp:posOffset>
                </wp:positionV>
                <wp:extent cx="1573733" cy="906145"/>
                <wp:effectExtent l="0" t="0" r="7620" b="8255"/>
                <wp:wrapNone/>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anchor>
            </w:drawing>
          </w:r>
        </w:p>
      </w:tc>
    </w:tr>
    <w:tr w:rsidR="004D60DD" w14:paraId="1DFD2EDD" w14:textId="77777777" w:rsidTr="00B22106">
      <w:trPr>
        <w:trHeight w:hRule="exact" w:val="936"/>
      </w:trPr>
      <w:tc>
        <w:tcPr>
          <w:tcW w:w="1361" w:type="dxa"/>
          <w:tcMar>
            <w:left w:w="0" w:type="dxa"/>
            <w:right w:w="0" w:type="dxa"/>
          </w:tcMar>
        </w:tcPr>
        <w:p w14:paraId="510D1780" w14:textId="77777777" w:rsidR="004D60DD" w:rsidRPr="00B8518B" w:rsidRDefault="004D60DD" w:rsidP="00FC6389">
          <w:pPr>
            <w:pStyle w:val="Zpat"/>
            <w:rPr>
              <w:rStyle w:val="slostrnky"/>
            </w:rPr>
          </w:pPr>
        </w:p>
      </w:tc>
      <w:tc>
        <w:tcPr>
          <w:tcW w:w="3458" w:type="dxa"/>
          <w:shd w:val="clear" w:color="auto" w:fill="auto"/>
          <w:tcMar>
            <w:left w:w="0" w:type="dxa"/>
            <w:right w:w="0" w:type="dxa"/>
          </w:tcMar>
        </w:tcPr>
        <w:p w14:paraId="7E4B5746" w14:textId="77777777" w:rsidR="004D60DD" w:rsidRDefault="004D60DD" w:rsidP="00FC6389">
          <w:pPr>
            <w:pStyle w:val="Zpat"/>
          </w:pPr>
        </w:p>
      </w:tc>
      <w:tc>
        <w:tcPr>
          <w:tcW w:w="5756" w:type="dxa"/>
          <w:shd w:val="clear" w:color="auto" w:fill="auto"/>
          <w:tcMar>
            <w:left w:w="0" w:type="dxa"/>
            <w:right w:w="0" w:type="dxa"/>
          </w:tcMar>
        </w:tcPr>
        <w:p w14:paraId="2B60071A" w14:textId="77777777" w:rsidR="004D60DD" w:rsidRPr="00D6163D" w:rsidRDefault="004D60DD" w:rsidP="00FC6389">
          <w:pPr>
            <w:pStyle w:val="Druhdokumentu"/>
          </w:pPr>
        </w:p>
      </w:tc>
    </w:tr>
  </w:tbl>
  <w:p w14:paraId="14FB9387" w14:textId="77777777" w:rsidR="004D60DD" w:rsidRPr="00D6163D" w:rsidRDefault="004D60DD" w:rsidP="00FC6389">
    <w:pPr>
      <w:pStyle w:val="Zhlav"/>
      <w:rPr>
        <w:sz w:val="8"/>
        <w:szCs w:val="8"/>
      </w:rPr>
    </w:pPr>
  </w:p>
  <w:p w14:paraId="12576136" w14:textId="77777777" w:rsidR="004D60DD" w:rsidRPr="00460660" w:rsidRDefault="004D60D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4D60DD" w:rsidRPr="00D6163D" w:rsidRDefault="004D60D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4D60DD" w:rsidRPr="00D6163D" w:rsidRDefault="004D60D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4D60DD" w:rsidRPr="00D6163D" w:rsidRDefault="004D60D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4D60DD" w:rsidRPr="00D6163D" w:rsidRDefault="004D60D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4D60DD" w:rsidRPr="00D6163D" w:rsidRDefault="004D60D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4D60DD" w:rsidRPr="00D6163D" w:rsidRDefault="004D60D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4D60DD" w:rsidRPr="00D6163D" w:rsidRDefault="004D60D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4D60DD" w:rsidRPr="00D6163D" w:rsidRDefault="004D60D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A2DEC536"/>
    <w:lvl w:ilvl="0" w:tplc="19D6895E">
      <w:start w:val="1"/>
      <w:numFmt w:val="bullet"/>
      <w:lvlText w:val=""/>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11"/>
  </w:num>
  <w:num w:numId="4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5918"/>
    <w:rsid w:val="00177D6B"/>
    <w:rsid w:val="0018030C"/>
    <w:rsid w:val="00187660"/>
    <w:rsid w:val="00191F90"/>
    <w:rsid w:val="0019791A"/>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6B08"/>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177D6"/>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F0056"/>
    <w:rsid w:val="0040376C"/>
    <w:rsid w:val="0040659D"/>
    <w:rsid w:val="004078F3"/>
    <w:rsid w:val="00415EFB"/>
    <w:rsid w:val="004160CB"/>
    <w:rsid w:val="00427794"/>
    <w:rsid w:val="004328E4"/>
    <w:rsid w:val="00450F07"/>
    <w:rsid w:val="00453CD3"/>
    <w:rsid w:val="00455CE8"/>
    <w:rsid w:val="00460660"/>
    <w:rsid w:val="004617D8"/>
    <w:rsid w:val="00464BA9"/>
    <w:rsid w:val="00465991"/>
    <w:rsid w:val="00483969"/>
    <w:rsid w:val="00484FB4"/>
    <w:rsid w:val="00486107"/>
    <w:rsid w:val="00486EAD"/>
    <w:rsid w:val="00491827"/>
    <w:rsid w:val="00494D39"/>
    <w:rsid w:val="004A36B7"/>
    <w:rsid w:val="004A59C4"/>
    <w:rsid w:val="004B4299"/>
    <w:rsid w:val="004B6255"/>
    <w:rsid w:val="004C1A60"/>
    <w:rsid w:val="004C4399"/>
    <w:rsid w:val="004C787C"/>
    <w:rsid w:val="004D09FB"/>
    <w:rsid w:val="004D3364"/>
    <w:rsid w:val="004D60DD"/>
    <w:rsid w:val="004E2C64"/>
    <w:rsid w:val="004E6233"/>
    <w:rsid w:val="004E7A1F"/>
    <w:rsid w:val="004F03BA"/>
    <w:rsid w:val="004F4B9B"/>
    <w:rsid w:val="00500E0F"/>
    <w:rsid w:val="00502690"/>
    <w:rsid w:val="0050666E"/>
    <w:rsid w:val="00511AB9"/>
    <w:rsid w:val="00511BBE"/>
    <w:rsid w:val="00517C97"/>
    <w:rsid w:val="00521A52"/>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C4BD4"/>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20AA"/>
    <w:rsid w:val="00723ED1"/>
    <w:rsid w:val="00732675"/>
    <w:rsid w:val="00732918"/>
    <w:rsid w:val="00737E63"/>
    <w:rsid w:val="00740AF5"/>
    <w:rsid w:val="00741B26"/>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B38"/>
    <w:rsid w:val="007A7DDE"/>
    <w:rsid w:val="007B570C"/>
    <w:rsid w:val="007B68F6"/>
    <w:rsid w:val="007C0E5F"/>
    <w:rsid w:val="007C5289"/>
    <w:rsid w:val="007D26F9"/>
    <w:rsid w:val="007E17DE"/>
    <w:rsid w:val="007E4A6E"/>
    <w:rsid w:val="007E5208"/>
    <w:rsid w:val="007F56A7"/>
    <w:rsid w:val="00800851"/>
    <w:rsid w:val="00805782"/>
    <w:rsid w:val="00807DD0"/>
    <w:rsid w:val="008143B5"/>
    <w:rsid w:val="008156D5"/>
    <w:rsid w:val="008175E5"/>
    <w:rsid w:val="00821D01"/>
    <w:rsid w:val="00824426"/>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B778E"/>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0A21"/>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86F62"/>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353FD"/>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CF4F5D"/>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11F4"/>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209901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408A45F-8E2A-4CBF-B158-97C012B8A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69</TotalTime>
  <Pages>37</Pages>
  <Words>7233</Words>
  <Characters>42675</Characters>
  <Application>Microsoft Office Word</Application>
  <DocSecurity>0</DocSecurity>
  <Lines>355</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24</cp:revision>
  <cp:lastPrinted>2021-01-26T08:00:00Z</cp:lastPrinted>
  <dcterms:created xsi:type="dcterms:W3CDTF">2022-12-27T09:49:00Z</dcterms:created>
  <dcterms:modified xsi:type="dcterms:W3CDTF">2023-06-07T07:18:00Z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